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ACCAF" w14:textId="2394D1A6" w:rsidR="003456BD" w:rsidRPr="00387592" w:rsidRDefault="00E42725" w:rsidP="00387592">
      <w:pPr>
        <w:pStyle w:val="Klassifizierung"/>
      </w:pPr>
      <w:sdt>
        <w:sdtPr>
          <w:alias w:val="Klassifizierung_Mapper"/>
          <w:tag w:val="Klassifizierung_Mapper"/>
          <w:id w:val="10285943"/>
          <w:lock w:val="sdtContentLocked"/>
          <w:placeholder>
            <w:docPart w:val="00B348D08C81434D84ACF78249BA5A7E"/>
          </w:placeholder>
          <w:text/>
        </w:sdtPr>
        <w:sdtEndPr/>
        <w:sdtContent>
          <w:r w:rsidR="00AE0A1C">
            <w:t xml:space="preserve"> </w:t>
          </w:r>
        </w:sdtContent>
      </w:sdt>
    </w:p>
    <w:p w14:paraId="09B3C943" w14:textId="6201201B" w:rsidR="00D65645" w:rsidRPr="00A161F0" w:rsidRDefault="00D65645" w:rsidP="00D65645">
      <w:pPr>
        <w:spacing w:before="120" w:after="120"/>
        <w:rPr>
          <w:rFonts w:cs="Arial"/>
          <w:b/>
        </w:rPr>
      </w:pPr>
      <w:r w:rsidRPr="00A161F0">
        <w:rPr>
          <w:rFonts w:cs="Arial"/>
          <w:b/>
        </w:rPr>
        <w:t>Disposition zur Facharbeit (Kandidat</w:t>
      </w:r>
      <w:r w:rsidR="00630BC4">
        <w:rPr>
          <w:rFonts w:cs="Arial"/>
          <w:b/>
        </w:rPr>
        <w:t>in / Kandidat</w:t>
      </w:r>
      <w:r w:rsidRPr="00A161F0">
        <w:rPr>
          <w:rFonts w:cs="Arial"/>
          <w:b/>
        </w:rPr>
        <w:t>)</w:t>
      </w:r>
    </w:p>
    <w:tbl>
      <w:tblPr>
        <w:tblStyle w:val="Tabellenraster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936"/>
      </w:tblGrid>
      <w:tr w:rsidR="00D65645" w:rsidRPr="006C55B9" w14:paraId="72B0272E" w14:textId="77777777" w:rsidTr="004B5122">
        <w:tc>
          <w:tcPr>
            <w:tcW w:w="2977" w:type="dxa"/>
          </w:tcPr>
          <w:p w14:paraId="513CD52C" w14:textId="5CE80556" w:rsidR="00D65645" w:rsidRPr="002E2512" w:rsidRDefault="003456BD" w:rsidP="00817C98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3456BD">
              <w:rPr>
                <w:rFonts w:cs="Arial"/>
                <w:sz w:val="20"/>
                <w:szCs w:val="20"/>
              </w:rPr>
              <w:t>Name, Vorname</w:t>
            </w:r>
          </w:p>
        </w:tc>
        <w:tc>
          <w:tcPr>
            <w:tcW w:w="5936" w:type="dxa"/>
          </w:tcPr>
          <w:p w14:paraId="25CADDEA" w14:textId="77777777" w:rsidR="00D65645" w:rsidRPr="002E2512" w:rsidRDefault="00D65645" w:rsidP="00817C98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D65645" w:rsidRPr="006C55B9" w14:paraId="769CB483" w14:textId="77777777" w:rsidTr="004B5122">
        <w:tc>
          <w:tcPr>
            <w:tcW w:w="2977" w:type="dxa"/>
          </w:tcPr>
          <w:p w14:paraId="6ADC135C" w14:textId="77777777" w:rsidR="00D65645" w:rsidRPr="002E2512" w:rsidRDefault="00D65645" w:rsidP="00817C98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2E2512">
              <w:rPr>
                <w:rFonts w:cs="Arial"/>
                <w:sz w:val="20"/>
                <w:szCs w:val="20"/>
              </w:rPr>
              <w:t>Privatadresse</w:t>
            </w:r>
          </w:p>
        </w:tc>
        <w:tc>
          <w:tcPr>
            <w:tcW w:w="5936" w:type="dxa"/>
          </w:tcPr>
          <w:p w14:paraId="17DF8FCF" w14:textId="77777777" w:rsidR="00D65645" w:rsidRPr="002E2512" w:rsidRDefault="00D65645" w:rsidP="00817C98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D65645" w:rsidRPr="006C55B9" w14:paraId="2E1FB5FB" w14:textId="77777777" w:rsidTr="004B5122">
        <w:tc>
          <w:tcPr>
            <w:tcW w:w="2977" w:type="dxa"/>
          </w:tcPr>
          <w:p w14:paraId="74C60E42" w14:textId="77777777" w:rsidR="00D65645" w:rsidRPr="002E2512" w:rsidRDefault="00D65645" w:rsidP="00817C98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2E2512">
              <w:rPr>
                <w:rFonts w:cs="Arial"/>
                <w:sz w:val="20"/>
                <w:szCs w:val="20"/>
              </w:rPr>
              <w:t>Telefon</w:t>
            </w:r>
          </w:p>
        </w:tc>
        <w:tc>
          <w:tcPr>
            <w:tcW w:w="5936" w:type="dxa"/>
          </w:tcPr>
          <w:p w14:paraId="6D1DDFCD" w14:textId="00118E55" w:rsidR="00D65645" w:rsidRPr="002E2512" w:rsidRDefault="00D65645" w:rsidP="00817C98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D65645" w:rsidRPr="006C55B9" w14:paraId="46A0A876" w14:textId="77777777" w:rsidTr="004B5122">
        <w:tc>
          <w:tcPr>
            <w:tcW w:w="2977" w:type="dxa"/>
          </w:tcPr>
          <w:p w14:paraId="1195376D" w14:textId="0EFFC50B" w:rsidR="00D65645" w:rsidRPr="002E2512" w:rsidRDefault="006F32DD" w:rsidP="00817C98">
            <w:pPr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</w:t>
            </w:r>
            <w:r w:rsidR="00D65645" w:rsidRPr="002E2512">
              <w:rPr>
                <w:rFonts w:cs="Arial"/>
                <w:sz w:val="20"/>
                <w:szCs w:val="20"/>
              </w:rPr>
              <w:t>-Mail</w:t>
            </w:r>
          </w:p>
        </w:tc>
        <w:tc>
          <w:tcPr>
            <w:tcW w:w="5936" w:type="dxa"/>
          </w:tcPr>
          <w:p w14:paraId="247C10E3" w14:textId="77777777" w:rsidR="00D65645" w:rsidRPr="002E2512" w:rsidRDefault="00D65645" w:rsidP="00817C98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D65645" w:rsidRPr="006C55B9" w14:paraId="10872350" w14:textId="77777777" w:rsidTr="004B5122">
        <w:tc>
          <w:tcPr>
            <w:tcW w:w="2977" w:type="dxa"/>
          </w:tcPr>
          <w:p w14:paraId="1C6B8219" w14:textId="6EBFCD99" w:rsidR="00D65645" w:rsidRPr="002E2512" w:rsidRDefault="00D65645" w:rsidP="00817C98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2E2512">
              <w:rPr>
                <w:rFonts w:cs="Arial"/>
                <w:sz w:val="20"/>
                <w:szCs w:val="20"/>
              </w:rPr>
              <w:t>Arbeitgeber</w:t>
            </w:r>
            <w:r w:rsidR="00630BC4">
              <w:rPr>
                <w:rFonts w:cs="Arial"/>
                <w:sz w:val="20"/>
                <w:szCs w:val="20"/>
              </w:rPr>
              <w:t>in / Arbeitgeber</w:t>
            </w:r>
          </w:p>
        </w:tc>
        <w:tc>
          <w:tcPr>
            <w:tcW w:w="5936" w:type="dxa"/>
          </w:tcPr>
          <w:p w14:paraId="636ABAA4" w14:textId="77777777" w:rsidR="00D65645" w:rsidRPr="002E2512" w:rsidRDefault="00D65645" w:rsidP="00817C98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3456BD" w:rsidRPr="006C55B9" w14:paraId="4BE6064F" w14:textId="77777777" w:rsidTr="004B5122">
        <w:tc>
          <w:tcPr>
            <w:tcW w:w="2977" w:type="dxa"/>
          </w:tcPr>
          <w:p w14:paraId="4D6BCAD9" w14:textId="1177C15F" w:rsidR="003456BD" w:rsidRPr="003456BD" w:rsidRDefault="003456BD" w:rsidP="00630BC4">
            <w:pPr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Auftraggeber</w:t>
            </w:r>
            <w:r w:rsidR="00630BC4">
              <w:rPr>
                <w:rFonts w:cs="Arial"/>
                <w:sz w:val="20"/>
                <w:szCs w:val="20"/>
              </w:rPr>
              <w:t>in / Auftraggeber</w:t>
            </w:r>
          </w:p>
        </w:tc>
        <w:tc>
          <w:tcPr>
            <w:tcW w:w="5936" w:type="dxa"/>
          </w:tcPr>
          <w:p w14:paraId="3B51CB03" w14:textId="77777777" w:rsidR="003456BD" w:rsidRPr="003456BD" w:rsidRDefault="003456BD" w:rsidP="00817C98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630BC4" w:rsidRPr="006C55B9" w14:paraId="63981DEE" w14:textId="77777777" w:rsidTr="00630BC4">
        <w:tc>
          <w:tcPr>
            <w:tcW w:w="2977" w:type="dxa"/>
          </w:tcPr>
          <w:p w14:paraId="6021499D" w14:textId="441094DC" w:rsidR="00630BC4" w:rsidRDefault="00630BC4" w:rsidP="00630BC4">
            <w:pPr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Kundin / Kunde</w:t>
            </w:r>
          </w:p>
        </w:tc>
        <w:tc>
          <w:tcPr>
            <w:tcW w:w="5936" w:type="dxa"/>
          </w:tcPr>
          <w:p w14:paraId="7811F2AF" w14:textId="77777777" w:rsidR="00630BC4" w:rsidRPr="003456BD" w:rsidRDefault="00630BC4" w:rsidP="00817C98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</w:tbl>
    <w:p w14:paraId="2B625F99" w14:textId="6D43EF93" w:rsidR="00D65645" w:rsidRDefault="00D65645" w:rsidP="00D65645">
      <w:pPr>
        <w:spacing w:before="120" w:after="120"/>
        <w:rPr>
          <w:rFonts w:cs="Arial"/>
          <w:b/>
          <w:bCs/>
          <w:sz w:val="20"/>
          <w:szCs w:val="20"/>
          <w:lang w:val="it-CH"/>
        </w:rPr>
      </w:pPr>
    </w:p>
    <w:tbl>
      <w:tblPr>
        <w:tblStyle w:val="Tabellenraster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AE5900" w:rsidRPr="003456BD" w14:paraId="42A2F725" w14:textId="77777777" w:rsidTr="00E42725">
        <w:tc>
          <w:tcPr>
            <w:tcW w:w="8931" w:type="dxa"/>
            <w:shd w:val="clear" w:color="auto" w:fill="F2F2F2" w:themeFill="background1" w:themeFillShade="F2"/>
          </w:tcPr>
          <w:p w14:paraId="33E3BBA8" w14:textId="74312E22" w:rsidR="00AE5900" w:rsidRPr="00267F0D" w:rsidRDefault="00AE5900" w:rsidP="00BD7D98">
            <w:pPr>
              <w:spacing w:before="120" w:after="120"/>
              <w:rPr>
                <w:rFonts w:cs="Arial"/>
                <w:bCs/>
                <w:sz w:val="16"/>
                <w:szCs w:val="20"/>
              </w:rPr>
            </w:pPr>
            <w:r w:rsidRPr="00267F0D">
              <w:rPr>
                <w:rFonts w:cs="Arial"/>
                <w:bCs/>
                <w:sz w:val="20"/>
                <w:szCs w:val="20"/>
              </w:rPr>
              <w:t xml:space="preserve">Schriftlicher Auftrag des Auftraggebers / </w:t>
            </w:r>
            <w:r w:rsidR="00DC1D36">
              <w:rPr>
                <w:rFonts w:cs="Arial"/>
                <w:bCs/>
                <w:sz w:val="20"/>
                <w:szCs w:val="20"/>
              </w:rPr>
              <w:t xml:space="preserve">der </w:t>
            </w:r>
            <w:r w:rsidRPr="00267F0D">
              <w:rPr>
                <w:rFonts w:cs="Arial"/>
                <w:bCs/>
                <w:sz w:val="20"/>
                <w:szCs w:val="20"/>
              </w:rPr>
              <w:t>Auftraggeberin</w:t>
            </w:r>
          </w:p>
        </w:tc>
      </w:tr>
      <w:tr w:rsidR="00AE5900" w:rsidRPr="003456BD" w14:paraId="165B441C" w14:textId="77777777" w:rsidTr="00BD7D98">
        <w:tc>
          <w:tcPr>
            <w:tcW w:w="8931" w:type="dxa"/>
          </w:tcPr>
          <w:p w14:paraId="42EE206C" w14:textId="77777777" w:rsidR="00A83F7E" w:rsidRDefault="00A83F7E" w:rsidP="00BD7D98">
            <w:pPr>
              <w:spacing w:before="120"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7453EA90" w14:textId="77777777" w:rsidR="00A83F7E" w:rsidRDefault="00A83F7E" w:rsidP="00BD7D98">
            <w:pPr>
              <w:spacing w:before="120"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00F01B7D" w14:textId="4AC14A80" w:rsidR="00AE5900" w:rsidRPr="003456BD" w:rsidRDefault="00AE5900" w:rsidP="00BD7D98">
            <w:pPr>
              <w:spacing w:before="120" w:after="120"/>
              <w:rPr>
                <w:rFonts w:cs="Arial"/>
                <w:b/>
                <w:bCs/>
                <w:sz w:val="16"/>
                <w:szCs w:val="20"/>
              </w:rPr>
            </w:pPr>
          </w:p>
        </w:tc>
      </w:tr>
      <w:tr w:rsidR="00D65645" w:rsidRPr="003456BD" w14:paraId="5556E1D0" w14:textId="77777777" w:rsidTr="00E42725">
        <w:tc>
          <w:tcPr>
            <w:tcW w:w="8931" w:type="dxa"/>
            <w:shd w:val="clear" w:color="auto" w:fill="F2F2F2" w:themeFill="background1" w:themeFillShade="F2"/>
          </w:tcPr>
          <w:p w14:paraId="77FA3883" w14:textId="2402BEE2" w:rsidR="00D65645" w:rsidRPr="003456BD" w:rsidRDefault="00D65645" w:rsidP="00817C98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3456BD">
              <w:rPr>
                <w:rFonts w:cs="Arial"/>
                <w:sz w:val="20"/>
                <w:szCs w:val="20"/>
              </w:rPr>
              <w:t>Thema der Facharbeit (kurze Umschreibung, persönlicher Bezug</w:t>
            </w:r>
            <w:r w:rsidR="00A83F7E">
              <w:rPr>
                <w:rFonts w:cs="Arial"/>
                <w:sz w:val="20"/>
                <w:szCs w:val="20"/>
              </w:rPr>
              <w:t xml:space="preserve"> zum Auftrag / Thema</w:t>
            </w:r>
            <w:r w:rsidRPr="003456BD">
              <w:rPr>
                <w:rFonts w:cs="Arial"/>
                <w:sz w:val="20"/>
                <w:szCs w:val="20"/>
              </w:rPr>
              <w:t>)</w:t>
            </w:r>
          </w:p>
        </w:tc>
      </w:tr>
      <w:tr w:rsidR="00D65645" w:rsidRPr="003456BD" w14:paraId="7B66FFF1" w14:textId="77777777" w:rsidTr="002E2512">
        <w:tc>
          <w:tcPr>
            <w:tcW w:w="8931" w:type="dxa"/>
          </w:tcPr>
          <w:p w14:paraId="0121DBE2" w14:textId="77777777" w:rsidR="00D65645" w:rsidRPr="003456BD" w:rsidRDefault="00D65645" w:rsidP="00817C98">
            <w:pPr>
              <w:spacing w:before="120"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0AFD0F1F" w14:textId="77777777" w:rsidR="00D65645" w:rsidRPr="003456BD" w:rsidRDefault="00D65645" w:rsidP="00817C98">
            <w:pPr>
              <w:spacing w:before="120"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2939DD93" w14:textId="77777777" w:rsidR="00D65645" w:rsidRPr="003456BD" w:rsidRDefault="00D65645" w:rsidP="00817C98">
            <w:pPr>
              <w:spacing w:before="120"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446BECC4" w14:textId="2B21F53D" w:rsidR="00D65645" w:rsidRPr="00A83F7E" w:rsidRDefault="00D65645" w:rsidP="00817C98">
            <w:pPr>
              <w:spacing w:before="120" w:after="120"/>
              <w:rPr>
                <w:rFonts w:cs="Arial"/>
                <w:b/>
                <w:bCs/>
                <w:sz w:val="16"/>
                <w:szCs w:val="20"/>
              </w:rPr>
            </w:pPr>
          </w:p>
        </w:tc>
      </w:tr>
      <w:tr w:rsidR="00543876" w:rsidRPr="003456BD" w14:paraId="73CFB0AF" w14:textId="77777777" w:rsidTr="00E42725">
        <w:tc>
          <w:tcPr>
            <w:tcW w:w="8931" w:type="dxa"/>
            <w:shd w:val="clear" w:color="auto" w:fill="F2F2F2" w:themeFill="background1" w:themeFillShade="F2"/>
          </w:tcPr>
          <w:p w14:paraId="3975B5E4" w14:textId="525FE550" w:rsidR="00543876" w:rsidRPr="003456BD" w:rsidRDefault="003456BD" w:rsidP="00630BC4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2E2512">
              <w:rPr>
                <w:rFonts w:cs="Arial"/>
                <w:sz w:val="20"/>
                <w:szCs w:val="20"/>
              </w:rPr>
              <w:t>Beschreibung der Ausgangslage</w:t>
            </w:r>
            <w:r w:rsidR="00543876" w:rsidRPr="003456BD">
              <w:rPr>
                <w:rFonts w:cs="Arial"/>
                <w:sz w:val="20"/>
                <w:szCs w:val="20"/>
              </w:rPr>
              <w:t xml:space="preserve"> (Kommand</w:t>
            </w:r>
            <w:r w:rsidR="00630BC4">
              <w:rPr>
                <w:rFonts w:cs="Arial"/>
                <w:sz w:val="20"/>
                <w:szCs w:val="20"/>
              </w:rPr>
              <w:t>o</w:t>
            </w:r>
            <w:r w:rsidR="00543876" w:rsidRPr="003456BD">
              <w:rPr>
                <w:rFonts w:cs="Arial"/>
                <w:sz w:val="20"/>
                <w:szCs w:val="20"/>
              </w:rPr>
              <w:t>, Kader, Truppe, Einsatzerfahrung, bekannte Schwächen…)</w:t>
            </w:r>
          </w:p>
        </w:tc>
      </w:tr>
      <w:tr w:rsidR="00543876" w:rsidRPr="003456BD" w14:paraId="1CA99AE6" w14:textId="77777777" w:rsidTr="002E2512">
        <w:tc>
          <w:tcPr>
            <w:tcW w:w="8931" w:type="dxa"/>
          </w:tcPr>
          <w:p w14:paraId="01BA2702" w14:textId="77777777" w:rsidR="00543876" w:rsidRPr="003456BD" w:rsidRDefault="00543876" w:rsidP="00543876">
            <w:pPr>
              <w:spacing w:before="120" w:after="120"/>
              <w:rPr>
                <w:rFonts w:cs="Arial"/>
                <w:sz w:val="16"/>
                <w:szCs w:val="20"/>
              </w:rPr>
            </w:pPr>
          </w:p>
          <w:p w14:paraId="5D772DE6" w14:textId="77777777" w:rsidR="00543876" w:rsidRPr="003456BD" w:rsidRDefault="00543876" w:rsidP="00543876">
            <w:pPr>
              <w:spacing w:before="120" w:after="120"/>
              <w:rPr>
                <w:rFonts w:cs="Arial"/>
                <w:sz w:val="16"/>
                <w:szCs w:val="20"/>
              </w:rPr>
            </w:pPr>
          </w:p>
          <w:p w14:paraId="4028B6E9" w14:textId="77777777" w:rsidR="00543876" w:rsidRPr="003456BD" w:rsidRDefault="00543876" w:rsidP="00543876">
            <w:pPr>
              <w:spacing w:before="120" w:after="120"/>
              <w:rPr>
                <w:rFonts w:cs="Arial"/>
                <w:sz w:val="16"/>
                <w:szCs w:val="20"/>
              </w:rPr>
            </w:pPr>
          </w:p>
          <w:p w14:paraId="494B7336" w14:textId="758C7A99" w:rsidR="00543876" w:rsidRPr="003456BD" w:rsidRDefault="00543876" w:rsidP="00543876">
            <w:pPr>
              <w:spacing w:before="120" w:after="120"/>
              <w:rPr>
                <w:rFonts w:cs="Arial"/>
                <w:sz w:val="16"/>
                <w:szCs w:val="20"/>
              </w:rPr>
            </w:pPr>
          </w:p>
          <w:p w14:paraId="6E8FC5F1" w14:textId="77777777" w:rsidR="00543876" w:rsidRPr="003456BD" w:rsidRDefault="00543876" w:rsidP="00543876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543876" w:rsidRPr="003456BD" w14:paraId="1D346221" w14:textId="77777777" w:rsidTr="00E42725">
        <w:tc>
          <w:tcPr>
            <w:tcW w:w="8931" w:type="dxa"/>
            <w:shd w:val="clear" w:color="auto" w:fill="F2F2F2" w:themeFill="background1" w:themeFillShade="F2"/>
          </w:tcPr>
          <w:p w14:paraId="31A83635" w14:textId="5294ED07" w:rsidR="00543876" w:rsidRPr="003456BD" w:rsidRDefault="00543876" w:rsidP="00543876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3456BD">
              <w:rPr>
                <w:rFonts w:cs="Arial"/>
                <w:sz w:val="20"/>
                <w:szCs w:val="20"/>
              </w:rPr>
              <w:t>Ziel der Facharbeit (Realisierbarkeit, Ausbildungsrelevanz, Einsatzrelevanz…)</w:t>
            </w:r>
          </w:p>
        </w:tc>
      </w:tr>
      <w:tr w:rsidR="00543876" w:rsidRPr="001D2EC3" w14:paraId="0AF96288" w14:textId="77777777" w:rsidTr="002E2512">
        <w:tc>
          <w:tcPr>
            <w:tcW w:w="8931" w:type="dxa"/>
          </w:tcPr>
          <w:p w14:paraId="7DA53B6A" w14:textId="77777777" w:rsidR="00543876" w:rsidRPr="003456BD" w:rsidRDefault="00543876" w:rsidP="00543876">
            <w:pPr>
              <w:spacing w:before="120"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1D3891ED" w14:textId="24E6CDA0" w:rsidR="00543876" w:rsidRDefault="00543876" w:rsidP="00543876">
            <w:pPr>
              <w:spacing w:before="120"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456B367C" w14:textId="3D161833" w:rsidR="00387592" w:rsidRDefault="00387592" w:rsidP="00543876">
            <w:pPr>
              <w:spacing w:before="120"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13AB3E9D" w14:textId="77777777" w:rsidR="00387592" w:rsidRPr="003456BD" w:rsidRDefault="00387592" w:rsidP="00543876">
            <w:pPr>
              <w:spacing w:before="120"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1E42FD3A" w14:textId="77777777" w:rsidR="00543876" w:rsidRPr="003456BD" w:rsidRDefault="00543876" w:rsidP="00543876">
            <w:pPr>
              <w:spacing w:before="120" w:after="120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00CC36DA" w14:textId="77777777" w:rsidR="00D65645" w:rsidRDefault="00D65645" w:rsidP="00D65645">
      <w:pPr>
        <w:rPr>
          <w:rFonts w:cs="Arial"/>
          <w:b/>
        </w:rPr>
      </w:pPr>
    </w:p>
    <w:p w14:paraId="55B00BA8" w14:textId="47691210" w:rsidR="003456BD" w:rsidRDefault="003456BD">
      <w:pPr>
        <w:rPr>
          <w:rFonts w:eastAsia="Times New Roman" w:cs="Arial"/>
          <w:b/>
          <w:bCs/>
          <w:szCs w:val="24"/>
          <w:lang w:eastAsia="de-DE"/>
        </w:rPr>
      </w:pPr>
      <w:bookmarkStart w:id="0" w:name="_GoBack"/>
      <w:bookmarkEnd w:id="0"/>
    </w:p>
    <w:sectPr w:rsidR="003456BD" w:rsidSect="00387592">
      <w:headerReference w:type="default" r:id="rId11"/>
      <w:headerReference w:type="first" r:id="rId12"/>
      <w:footerReference w:type="first" r:id="rId13"/>
      <w:pgSz w:w="11906" w:h="16838" w:code="9"/>
      <w:pgMar w:top="1191" w:right="1134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55783" w14:textId="77777777" w:rsidR="0018200B" w:rsidRDefault="0018200B">
      <w:r>
        <w:separator/>
      </w:r>
    </w:p>
    <w:p w14:paraId="7FDB00D9" w14:textId="77777777" w:rsidR="0018200B" w:rsidRDefault="0018200B"/>
  </w:endnote>
  <w:endnote w:type="continuationSeparator" w:id="0">
    <w:p w14:paraId="4B433EE1" w14:textId="77777777" w:rsidR="0018200B" w:rsidRDefault="0018200B">
      <w:r>
        <w:continuationSeparator/>
      </w:r>
    </w:p>
    <w:p w14:paraId="6DD02117" w14:textId="77777777" w:rsidR="0018200B" w:rsidRDefault="001820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DC36" w14:textId="2FD70285" w:rsidR="00A96FFC" w:rsidRPr="009C4707" w:rsidRDefault="00A96FFC" w:rsidP="00892A13">
    <w:pPr>
      <w:pStyle w:val="Fuzeile"/>
      <w:tabs>
        <w:tab w:val="clear" w:pos="4536"/>
      </w:tabs>
      <w:rPr>
        <w:sz w:val="16"/>
        <w:szCs w:val="16"/>
      </w:rPr>
    </w:pPr>
    <w:r>
      <w:rPr>
        <w:sz w:val="16"/>
        <w:szCs w:val="16"/>
      </w:rPr>
      <w:tab/>
    </w:r>
    <w:r w:rsidRPr="009C4707">
      <w:rPr>
        <w:sz w:val="16"/>
        <w:szCs w:val="16"/>
      </w:rPr>
      <w:fldChar w:fldCharType="begin"/>
    </w:r>
    <w:r w:rsidRPr="009C4707">
      <w:rPr>
        <w:sz w:val="16"/>
        <w:szCs w:val="16"/>
      </w:rPr>
      <w:instrText xml:space="preserve"> PAGE   \* MERGEFORMAT </w:instrText>
    </w:r>
    <w:r w:rsidRPr="009C4707">
      <w:rPr>
        <w:sz w:val="16"/>
        <w:szCs w:val="16"/>
      </w:rPr>
      <w:fldChar w:fldCharType="separate"/>
    </w:r>
    <w:r w:rsidR="00387592">
      <w:rPr>
        <w:noProof/>
        <w:sz w:val="16"/>
        <w:szCs w:val="16"/>
      </w:rPr>
      <w:t>1</w:t>
    </w:r>
    <w:r w:rsidRPr="009C4707">
      <w:rPr>
        <w:sz w:val="16"/>
        <w:szCs w:val="16"/>
      </w:rPr>
      <w:fldChar w:fldCharType="end"/>
    </w:r>
    <w:r w:rsidRPr="009C4707">
      <w:rPr>
        <w:sz w:val="16"/>
        <w:szCs w:val="16"/>
      </w:rPr>
      <w:t xml:space="preserve"> / </w:t>
    </w:r>
    <w:r w:rsidRPr="009C4707">
      <w:rPr>
        <w:sz w:val="16"/>
        <w:szCs w:val="16"/>
      </w:rPr>
      <w:fldChar w:fldCharType="begin"/>
    </w:r>
    <w:r w:rsidRPr="009C4707">
      <w:rPr>
        <w:sz w:val="16"/>
        <w:szCs w:val="16"/>
      </w:rPr>
      <w:instrText xml:space="preserve"> NUMPAGES   \* MERGEFORMAT </w:instrText>
    </w:r>
    <w:r w:rsidRPr="009C4707">
      <w:rPr>
        <w:sz w:val="16"/>
        <w:szCs w:val="16"/>
      </w:rPr>
      <w:fldChar w:fldCharType="separate"/>
    </w:r>
    <w:r w:rsidR="00387592">
      <w:rPr>
        <w:noProof/>
        <w:sz w:val="16"/>
        <w:szCs w:val="16"/>
      </w:rPr>
      <w:t>5</w:t>
    </w:r>
    <w:r w:rsidRPr="009C4707">
      <w:rPr>
        <w:sz w:val="16"/>
        <w:szCs w:val="16"/>
      </w:rPr>
      <w:fldChar w:fldCharType="end"/>
    </w:r>
  </w:p>
  <w:p w14:paraId="7CD7F267" w14:textId="2EE0D102" w:rsidR="00A96FFC" w:rsidRPr="009C4707" w:rsidRDefault="00A96FFC" w:rsidP="00892A13">
    <w:pPr>
      <w:pStyle w:val="Fuzeile"/>
      <w:tabs>
        <w:tab w:val="clear" w:pos="4536"/>
      </w:tabs>
      <w:rPr>
        <w:sz w:val="12"/>
        <w:szCs w:val="12"/>
      </w:rPr>
    </w:pPr>
    <w:r>
      <w:rPr>
        <w:sz w:val="12"/>
        <w:szCs w:val="12"/>
      </w:rPr>
      <w:tab/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 \* MERGEFORMAT </w:instrText>
    </w:r>
    <w:r>
      <w:rPr>
        <w:sz w:val="12"/>
        <w:szCs w:val="12"/>
      </w:rPr>
      <w:fldChar w:fldCharType="separate"/>
    </w:r>
    <w:r w:rsidR="00267F0D">
      <w:rPr>
        <w:noProof/>
        <w:sz w:val="12"/>
        <w:szCs w:val="12"/>
      </w:rPr>
      <w:t>ZSI Wegleitung Anhang 3 Merkblatt Prüfungsteil 1 2022-06</w:t>
    </w:r>
    <w:r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FE7B7" w14:textId="77777777" w:rsidR="0018200B" w:rsidRDefault="0018200B">
      <w:r>
        <w:separator/>
      </w:r>
    </w:p>
    <w:p w14:paraId="0E590677" w14:textId="77777777" w:rsidR="0018200B" w:rsidRDefault="0018200B"/>
  </w:footnote>
  <w:footnote w:type="continuationSeparator" w:id="0">
    <w:p w14:paraId="741F36CB" w14:textId="77777777" w:rsidR="0018200B" w:rsidRDefault="0018200B">
      <w:r>
        <w:continuationSeparator/>
      </w:r>
    </w:p>
    <w:p w14:paraId="6C860E38" w14:textId="77777777" w:rsidR="0018200B" w:rsidRDefault="001820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A96FFC" w14:paraId="3A0FF5F2" w14:textId="77777777" w:rsidTr="00817C98">
      <w:trPr>
        <w:cantSplit/>
        <w:trHeight w:hRule="exact" w:val="20"/>
      </w:trPr>
      <w:tc>
        <w:tcPr>
          <w:tcW w:w="4848" w:type="dxa"/>
        </w:tcPr>
        <w:p w14:paraId="5630AD66" w14:textId="77777777" w:rsidR="00A96FFC" w:rsidRPr="00E534A0" w:rsidRDefault="00A96FFC" w:rsidP="00AE0A1C">
          <w:pPr>
            <w:pStyle w:val="Logo"/>
          </w:pPr>
        </w:p>
      </w:tc>
      <w:tc>
        <w:tcPr>
          <w:tcW w:w="4961" w:type="dxa"/>
        </w:tcPr>
        <w:p w14:paraId="61829076" w14:textId="77777777" w:rsidR="00A96FFC" w:rsidRPr="00D33E17" w:rsidRDefault="00A96FFC" w:rsidP="00AE0A1C">
          <w:pPr>
            <w:pStyle w:val="Kopfzeile"/>
            <w:keepNext/>
          </w:pPr>
        </w:p>
      </w:tc>
    </w:tr>
  </w:tbl>
  <w:p w14:paraId="2BA226A1" w14:textId="77777777" w:rsidR="00A96FFC" w:rsidRPr="00892A13" w:rsidRDefault="00A96FFC" w:rsidP="00892A13">
    <w:pPr>
      <w:pStyle w:val="Klassifizierung"/>
      <w:jc w:val="left"/>
      <w:rPr>
        <w:b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9" w:type="dxa"/>
      <w:tblInd w:w="-703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A96FFC" w14:paraId="2D7205BF" w14:textId="77777777" w:rsidTr="00817C98">
      <w:trPr>
        <w:cantSplit/>
        <w:trHeight w:hRule="exact" w:val="2041"/>
      </w:trPr>
      <w:sdt>
        <w:sdtPr>
          <w:alias w:val="Logo"/>
          <w:tag w:val="varLogo"/>
          <w:id w:val="10285911"/>
          <w:lock w:val="sdtLocked"/>
          <w:showingPlcHdr/>
          <w:picture/>
        </w:sdtPr>
        <w:sdtEndPr/>
        <w:sdtContent>
          <w:tc>
            <w:tcPr>
              <w:tcW w:w="4848" w:type="dxa"/>
            </w:tcPr>
            <w:p w14:paraId="61CDCEAD" w14:textId="5E837CDC" w:rsidR="00A96FFC" w:rsidRDefault="00387592" w:rsidP="00AE0A1C">
              <w:pPr>
                <w:pStyle w:val="Logo"/>
              </w:pPr>
              <w:r>
                <w:drawing>
                  <wp:inline distT="0" distB="0" distL="0" distR="0" wp14:anchorId="3AE3A6AB" wp14:editId="7501BB83">
                    <wp:extent cx="1296670" cy="1296670"/>
                    <wp:effectExtent l="0" t="0" r="0" b="0"/>
                    <wp:docPr id="3" name="Bild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96670" cy="1296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4961" w:type="dxa"/>
        </w:tcPr>
        <w:p w14:paraId="76741B4C" w14:textId="77777777" w:rsidR="00A96FFC" w:rsidRPr="007B7A0D" w:rsidRDefault="00E42725" w:rsidP="00AE0A1C">
          <w:pPr>
            <w:pStyle w:val="KopfDept"/>
          </w:pPr>
          <w:sdt>
            <w:sdtPr>
              <w:alias w:val="varlookup1"/>
              <w:tag w:val="varlookup1"/>
              <w:id w:val="10285912"/>
              <w:lock w:val="sdtContentLocked"/>
              <w:placeholder>
                <w:docPart w:val="85C2DD48FCD14A45AD13A763B517D1A7"/>
              </w:placeholder>
              <w:text/>
            </w:sdtPr>
            <w:sdtEndPr/>
            <w:sdtContent>
              <w:r w:rsidR="00A96FFC">
                <w:t>Eidgenössisches Departement für Verteidigung,</w:t>
              </w:r>
              <w:r w:rsidR="00A96FFC">
                <w:br/>
                <w:t>Bevölkerungsschutz und Sport VBS</w:t>
              </w:r>
            </w:sdtContent>
          </w:sdt>
        </w:p>
        <w:p w14:paraId="72F6BF11" w14:textId="77777777" w:rsidR="00A96FFC" w:rsidRPr="001D4E59" w:rsidRDefault="00E42725" w:rsidP="00AE0A1C">
          <w:pPr>
            <w:pStyle w:val="KopfFett"/>
          </w:pPr>
          <w:sdt>
            <w:sdtPr>
              <w:alias w:val="varlookup2"/>
              <w:tag w:val="varlookup2"/>
              <w:id w:val="10285914"/>
              <w:lock w:val="sdtContentLocked"/>
              <w:placeholder>
                <w:docPart w:val="85C2DD48FCD14A45AD13A763B517D1A7"/>
              </w:placeholder>
              <w:text/>
            </w:sdtPr>
            <w:sdtEndPr/>
            <w:sdtContent>
              <w:r w:rsidR="00A96FFC">
                <w:t>Bundesamt für Bevölkerungsschutz BABS</w:t>
              </w:r>
            </w:sdtContent>
          </w:sdt>
        </w:p>
        <w:p w14:paraId="25B850B1" w14:textId="77777777" w:rsidR="00A96FFC" w:rsidRDefault="00E42725" w:rsidP="00AE0A1C">
          <w:pPr>
            <w:pStyle w:val="Kopfzeile"/>
          </w:pPr>
          <w:sdt>
            <w:sdtPr>
              <w:alias w:val="varlookup3"/>
              <w:tag w:val="varlookup3"/>
              <w:id w:val="10285915"/>
              <w:lock w:val="sdtContentLocked"/>
              <w:placeholder>
                <w:docPart w:val="85C2DD48FCD14A45AD13A763B517D1A7"/>
              </w:placeholder>
              <w:text/>
            </w:sdtPr>
            <w:sdtEndPr/>
            <w:sdtContent>
              <w:r w:rsidR="00A96FFC">
                <w:t>Ausbildung</w:t>
              </w:r>
            </w:sdtContent>
          </w:sdt>
        </w:p>
      </w:tc>
    </w:tr>
  </w:tbl>
  <w:p w14:paraId="6BB9E253" w14:textId="77777777" w:rsidR="00A96FFC" w:rsidRDefault="00A96FFC" w:rsidP="00AE0A1C">
    <w:pPr>
      <w:pStyle w:val="Platzhalter"/>
    </w:pPr>
  </w:p>
  <w:p w14:paraId="23DE523C" w14:textId="77777777" w:rsidR="00A96FFC" w:rsidRDefault="00A96FFC" w:rsidP="00AE0A1C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080F"/>
    <w:multiLevelType w:val="hybridMultilevel"/>
    <w:tmpl w:val="47ECB094"/>
    <w:lvl w:ilvl="0" w:tplc="C762A78C">
      <w:start w:val="1"/>
      <w:numFmt w:val="bullet"/>
      <w:pStyle w:val="VBS-EingercktBullet2"/>
      <w:lvlText w:val="-"/>
      <w:lvlJc w:val="left"/>
      <w:pPr>
        <w:ind w:left="1353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13794624"/>
    <w:multiLevelType w:val="hybridMultilevel"/>
    <w:tmpl w:val="07C6A88E"/>
    <w:lvl w:ilvl="0" w:tplc="3C085316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A109A"/>
    <w:multiLevelType w:val="multilevel"/>
    <w:tmpl w:val="9712F8F2"/>
    <w:lvl w:ilvl="0">
      <w:start w:val="1"/>
      <w:numFmt w:val="decimal"/>
      <w:pStyle w:val="berschrift1"/>
      <w:lvlText w:val="%1"/>
      <w:lvlJc w:val="left"/>
      <w:pPr>
        <w:tabs>
          <w:tab w:val="num" w:pos="3125"/>
        </w:tabs>
        <w:ind w:left="3125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2703"/>
        </w:tabs>
        <w:ind w:left="2703" w:hanging="576"/>
      </w:pPr>
      <w:rPr>
        <w:sz w:val="22"/>
        <w:szCs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2280"/>
        </w:tabs>
        <w:ind w:left="228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4017354"/>
    <w:multiLevelType w:val="hybridMultilevel"/>
    <w:tmpl w:val="6958C3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0EB9"/>
    <w:multiLevelType w:val="hybridMultilevel"/>
    <w:tmpl w:val="D1E6F80A"/>
    <w:lvl w:ilvl="0" w:tplc="4C444B42">
      <w:start w:val="1"/>
      <w:numFmt w:val="bullet"/>
      <w:pStyle w:val="VBS-TabelleBullet1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4355F"/>
    <w:multiLevelType w:val="hybridMultilevel"/>
    <w:tmpl w:val="33A8F9DA"/>
    <w:lvl w:ilvl="0" w:tplc="B54CBC60">
      <w:start w:val="1"/>
      <w:numFmt w:val="lowerLetter"/>
      <w:pStyle w:val="VBS-EingercktBullet4"/>
      <w:lvlText w:val="%1."/>
      <w:lvlJc w:val="left"/>
      <w:pPr>
        <w:ind w:left="1713" w:hanging="360"/>
      </w:pPr>
    </w:lvl>
    <w:lvl w:ilvl="1" w:tplc="08070019" w:tentative="1">
      <w:start w:val="1"/>
      <w:numFmt w:val="lowerLetter"/>
      <w:lvlText w:val="%2."/>
      <w:lvlJc w:val="left"/>
      <w:pPr>
        <w:ind w:left="2433" w:hanging="360"/>
      </w:pPr>
    </w:lvl>
    <w:lvl w:ilvl="2" w:tplc="0807001B" w:tentative="1">
      <w:start w:val="1"/>
      <w:numFmt w:val="lowerRoman"/>
      <w:lvlText w:val="%3."/>
      <w:lvlJc w:val="right"/>
      <w:pPr>
        <w:ind w:left="3153" w:hanging="180"/>
      </w:pPr>
    </w:lvl>
    <w:lvl w:ilvl="3" w:tplc="0807000F" w:tentative="1">
      <w:start w:val="1"/>
      <w:numFmt w:val="decimal"/>
      <w:lvlText w:val="%4."/>
      <w:lvlJc w:val="left"/>
      <w:pPr>
        <w:ind w:left="3873" w:hanging="360"/>
      </w:pPr>
    </w:lvl>
    <w:lvl w:ilvl="4" w:tplc="08070019" w:tentative="1">
      <w:start w:val="1"/>
      <w:numFmt w:val="lowerLetter"/>
      <w:lvlText w:val="%5."/>
      <w:lvlJc w:val="left"/>
      <w:pPr>
        <w:ind w:left="4593" w:hanging="360"/>
      </w:pPr>
    </w:lvl>
    <w:lvl w:ilvl="5" w:tplc="0807001B" w:tentative="1">
      <w:start w:val="1"/>
      <w:numFmt w:val="lowerRoman"/>
      <w:lvlText w:val="%6."/>
      <w:lvlJc w:val="right"/>
      <w:pPr>
        <w:ind w:left="5313" w:hanging="180"/>
      </w:pPr>
    </w:lvl>
    <w:lvl w:ilvl="6" w:tplc="0807000F" w:tentative="1">
      <w:start w:val="1"/>
      <w:numFmt w:val="decimal"/>
      <w:lvlText w:val="%7."/>
      <w:lvlJc w:val="left"/>
      <w:pPr>
        <w:ind w:left="6033" w:hanging="360"/>
      </w:pPr>
    </w:lvl>
    <w:lvl w:ilvl="7" w:tplc="08070019" w:tentative="1">
      <w:start w:val="1"/>
      <w:numFmt w:val="lowerLetter"/>
      <w:lvlText w:val="%8."/>
      <w:lvlJc w:val="left"/>
      <w:pPr>
        <w:ind w:left="6753" w:hanging="360"/>
      </w:pPr>
    </w:lvl>
    <w:lvl w:ilvl="8" w:tplc="0807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27D138BC"/>
    <w:multiLevelType w:val="hybridMultilevel"/>
    <w:tmpl w:val="F78EA4CC"/>
    <w:lvl w:ilvl="0" w:tplc="5E02E576">
      <w:numFmt w:val="bullet"/>
      <w:pStyle w:val="VBS-EingercktBullet3"/>
      <w:lvlText w:val="+"/>
      <w:lvlJc w:val="left"/>
      <w:pPr>
        <w:ind w:left="1713" w:hanging="360"/>
      </w:pPr>
      <w:rPr>
        <w:rFonts w:ascii="Arial" w:eastAsia="Calibri" w:hAnsi="Arial" w:hint="default"/>
      </w:rPr>
    </w:lvl>
    <w:lvl w:ilvl="1" w:tplc="08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C381E27"/>
    <w:multiLevelType w:val="hybridMultilevel"/>
    <w:tmpl w:val="81726B26"/>
    <w:lvl w:ilvl="0" w:tplc="8A8487BE">
      <w:start w:val="1"/>
      <w:numFmt w:val="bullet"/>
      <w:pStyle w:val="VBS-EingercktBullet1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48937840"/>
    <w:multiLevelType w:val="hybridMultilevel"/>
    <w:tmpl w:val="72AA830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84677"/>
    <w:multiLevelType w:val="hybridMultilevel"/>
    <w:tmpl w:val="2B0CB038"/>
    <w:lvl w:ilvl="0" w:tplc="CD7CA954">
      <w:start w:val="1"/>
      <w:numFmt w:val="lowerLetter"/>
      <w:pStyle w:val="VBS-TabelleBullet4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A1478"/>
    <w:multiLevelType w:val="hybridMultilevel"/>
    <w:tmpl w:val="6DF6F904"/>
    <w:lvl w:ilvl="0" w:tplc="850E0880">
      <w:start w:val="315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447DE2"/>
    <w:multiLevelType w:val="hybridMultilevel"/>
    <w:tmpl w:val="26FAADBE"/>
    <w:lvl w:ilvl="0" w:tplc="15108B34">
      <w:start w:val="1"/>
      <w:numFmt w:val="bullet"/>
      <w:pStyle w:val="VBS-TabelleBullet2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97F48"/>
    <w:multiLevelType w:val="hybridMultilevel"/>
    <w:tmpl w:val="99F25B1E"/>
    <w:lvl w:ilvl="0" w:tplc="7506DA28">
      <w:numFmt w:val="bullet"/>
      <w:pStyle w:val="VBS-TabelleBullet3"/>
      <w:lvlText w:val="+"/>
      <w:lvlJc w:val="left"/>
      <w:pPr>
        <w:ind w:left="720" w:hanging="360"/>
      </w:pPr>
      <w:rPr>
        <w:rFonts w:ascii="Arial" w:eastAsia="Calibri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5C364F"/>
    <w:multiLevelType w:val="hybridMultilevel"/>
    <w:tmpl w:val="352C58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1"/>
  </w:num>
  <w:num w:numId="8">
    <w:abstractNumId w:val="12"/>
  </w:num>
  <w:num w:numId="9">
    <w:abstractNumId w:val="9"/>
  </w:num>
  <w:num w:numId="10">
    <w:abstractNumId w:val="8"/>
  </w:num>
  <w:num w:numId="11">
    <w:abstractNumId w:val="3"/>
  </w:num>
  <w:num w:numId="12">
    <w:abstractNumId w:val="13"/>
  </w:num>
  <w:num w:numId="13">
    <w:abstractNumId w:val="4"/>
  </w:num>
  <w:num w:numId="14">
    <w:abstractNumId w:val="1"/>
  </w:num>
  <w:num w:numId="1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dit="trackedChanges" w:enforcement="0"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mt" w:val="Informatik Service Center"/>
    <w:docVar w:name="Amtkurz" w:val="ISC EJPD"/>
    <w:docVar w:name="de-CH0_LanguageVersion" w:val="&lt;?xml version=&quot;1.0&quot; standalone=&quot;yes&quot;?&gt;&lt;?mso-application progid=&quot;Word.Document&quot;?&gt;&lt;pkg:package xmlns:pkg=&quot;http://schemas.microsoft.com/office/2006/xmlPackage&quot;&gt;&lt;pkg:part pkg:name=&quot;/_rels/.rels&quot; pkg:contentType=&quot;application/vnd.openxmlformats-package.relationships+xml&quot; pkg:padding=&quot;512&quot;&gt;&lt;pkg:xmlData&gt;&lt;Relationships xmlns=&quot;http://schemas.openxmlformats.org/package/2006/relationships&quot;&gt;&lt;Relationship Id=&quot;rId3&quot; Type=&quot;http://schemas.openxmlformats.org/officeDocument/2006/relationships/extended-properties&quot; Target=&quot;docProps/app.xml&quot; /&gt;&lt;Relationship Id=&quot;rId2&quot; Type=&quot;http://schemas.openxmlformats.org/package/2006/relationships/metadata/core-properties&quot; Target=&quot;docProps/core.xml&quot; /&gt;&lt;Relationship Id=&quot;rId1&quot; Type=&quot;http://schemas.openxmlformats.org/officeDocument/2006/relationships/officeDocument&quot; Target=&quot;word/document.xml&quot; /&gt;&lt;/Relationships&gt;&lt;/pkg:xmlData&gt;&lt;/pkg:part&gt;&lt;pkg:part pkg:name=&quot;/word/_rels/document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8&quot; Type=&quot;http://schemas.openxmlformats.org/officeDocument/2006/relationships/endnotes&quot; Target=&quot;endnotes.xml&quot; /&gt;&lt;Relationship Id=&quot;rId13&quot; Type=&quot;http://schemas.openxmlformats.org/officeDocument/2006/relationships/header&quot; Target=&quot;header3.xml&quot; /&gt;&lt;Relationship Id=&quot;rId3&quot; Type=&quot;http://schemas.openxmlformats.org/officeDocument/2006/relationships/numbering&quot; Target=&quot;numbering.xml&quot; /&gt;&lt;Relationship Id=&quot;rId7&quot; Type=&quot;http://schemas.openxmlformats.org/officeDocument/2006/relationships/footnotes&quot; Target=&quot;footnotes.xml&quot; /&gt;&lt;Relationship Id=&quot;rId12&quot; Type=&quot;http://schemas.openxmlformats.org/officeDocument/2006/relationships/footer&quot; Target=&quot;footer2.xml&quot; /&gt;&lt;Relationship Id=&quot;rId17&quot; Type=&quot;http://schemas.openxmlformats.org/officeDocument/2006/relationships/theme&quot; Target=&quot;theme/theme1.xml&quot; /&gt;&lt;Relationship Id=&quot;rId2&quot; Type=&quot;http://schemas.openxmlformats.org/officeDocument/2006/relationships/customXml&quot; Target=&quot;../customXml/item1.xml&quot; /&gt;&lt;Relationship Id=&quot;rId16&quot; Type=&quot;http://schemas.openxmlformats.org/officeDocument/2006/relationships/glossaryDocument&quot; Target=&quot;glossary/document.xml&quot; /&gt;&lt;Relationship Id=&quot;rId1&quot; Type=&quot;http://schemas.microsoft.com/office/2006/relationships/keyMapCustomizations&quot; Target=&quot;customizations.xml&quot; /&gt;&lt;Relationship Id=&quot;rId6&quot; Type=&quot;http://schemas.openxmlformats.org/officeDocument/2006/relationships/webSettings&quot; Target=&quot;webSettings.xml&quot; /&gt;&lt;Relationship Id=&quot;rId11&quot; Type=&quot;http://schemas.openxmlformats.org/officeDocument/2006/relationships/footer&quot; Target=&quot;footer1.xml&quot; /&gt;&lt;Relationship Id=&quot;rId5&quot; Type=&quot;http://schemas.openxmlformats.org/officeDocument/2006/relationships/settings&quot; Target=&quot;settings.xml&quot; /&gt;&lt;Relationship Id=&quot;rId15&quot; Type=&quot;http://schemas.openxmlformats.org/officeDocument/2006/relationships/fontTable&quot; Target=&quot;fontTable.xml&quot; /&gt;&lt;Relationship Id=&quot;rId10&quot; Type=&quot;http://schemas.openxmlformats.org/officeDocument/2006/relationships/header&quot; Target=&quot;header2.xml&quot; /&gt;&lt;Relationship Id=&quot;rId4&quot; Type=&quot;http://schemas.openxmlformats.org/officeDocument/2006/relationships/styles&quot; Target=&quot;styles.xml&quot; /&gt;&lt;Relationship Id=&quot;rId9&quot; Type=&quot;http://schemas.openxmlformats.org/officeDocument/2006/relationships/header&quot; Target=&quot;header1.xml&quot; /&gt;&lt;Relationship Id=&quot;rId14&quot; Type=&quot;http://schemas.openxmlformats.org/officeDocument/2006/relationships/footer&quot; Target=&quot;footer3.xml&quot; /&gt;&lt;/Relationships&gt;&lt;/pkg:xmlData&gt;&lt;/pkg:part&gt;&lt;pkg:part pkg:name=&quot;/word/document.xml&quot; pkg:contentType=&quot;application/vnd.openxmlformats-officedocument.wordprocessingml.document.main+xml&quot;&gt;&lt;pkg:xmlData&gt;&lt;w: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body&gt;&lt;w:p w:rsidR=&quot;00A060C1&quot; w:rsidRDefault=&quot;00A060C1&quot; w:rsidP=&quot;005602F7&quot;&gt;&lt;w:pPr&gt;&lt;w:pStyle w:val=&quot;Klassifizierung&quot; /&gt;&lt;/w:pPr&gt;&lt;w:sdt&gt;&lt;w:sdtPr&gt;&lt;w:alias w:val=&quot;Klassifizierung_Mapper&quot; /&gt;&lt;w:tag w:val=&quot;Klassifizierung_Mapper&quot; /&gt;&lt;w:id w:val=&quot;10285943&quot; /&gt;&lt;w:lock w:val=&quot;sdtContentLocked&quot; /&gt;&lt;w:placeholder&gt;&lt;w:docPart w:val=&quot;4F2238E76EB64405B600D6BECFF503B2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B005BC&quot;&gt;&lt;w:pPr&gt;&lt;w:pStyle w:val=&quot;Klassifizierung&quot; /&gt;&lt;/w:pPr&gt;&lt;/w:p&gt;&lt;w:p w:rsidR=&quot;00A060C1&quot; w:rsidRDefault=&quot;00A060C1&quot; w:rsidP=&quot;00B55821&quot;&gt;&lt;w:r w:rsidRPr=&quot;00B55821&quot;&gt;&lt;w:t&gt;[TextStart]&lt;/w:t&gt;&lt;/w:r&gt;&lt;/w:p&gt;&lt;w:p w:rsidR=&quot;00A060C1&quot; w:rsidRDefault=&quot;00A060C1&quot; w:rsidP=&quot;00B55821&quot; /&gt;&lt;w:p w:rsidR=&quot;00A060C1&quot; w:rsidRDefault=&quot;00A060C1&quot; w:rsidP=&quot;002E11F6&quot; /&gt;&lt;w:p w:rsidR=&quot;00A060C1&quot; w:rsidRDefault=&quot;00A060C1&quot; w:rsidP=&quot;002E11F6&quot; /&gt;&lt;w:sectPr w:rsidR=&quot;00A060C1&quot; w:rsidSect=&quot;00EC038D&quot;&gt;&lt;w:headerReference w:type=&quot;even&quot; r:id=&quot;rId9&quot; /&gt;&lt;w:headerReference w:type=&quot;default&quot; r:id=&quot;rId10&quot; /&gt;&lt;w:footerReference w:type=&quot;even&quot; r:id=&quot;rId11&quot; /&gt;&lt;w:footerReference w:type=&quot;default&quot; r:id=&quot;rId12&quot; /&gt;&lt;w:headerReference w:type=&quot;first&quot; r:id=&quot;rId13&quot; /&gt;&lt;w:footerReference w:type=&quot;first&quot; r:id=&quot;rId14&quot; /&gt;&lt;w:pgSz w:w=&quot;11906&quot; w:h=&quot;16838&quot; w:code=&quot;9&quot; /&gt;&lt;w:pgMar w:top=&quot;1191&quot; w:right=&quot;1134&quot; w:bottom=&quot;907&quot; w:left=&quot;1701&quot; w:header=&quot;624&quot; w:footer=&quot;340&quot; w:gutter=&quot;0&quot; /&gt;&lt;w:cols w:space=&quot;708&quot; /&gt;&lt;w:titlePg /&gt;&lt;w:docGrid w:linePitch=&quot;360&quot; /&gt;&lt;/w:sectPr&gt;&lt;/w:body&gt;&lt;/w:document&gt;&lt;/pkg:xmlData&gt;&lt;/pkg:part&gt;&lt;pkg:part pkg:name=&quot;/word/header3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703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A060C1&quot;&gt;&lt;w:trPr&gt;&lt;w:cantSplit /&gt;&lt;w:trHeight w:hRule=&quot;exact&quot; w:val=&quot;2041&quot; /&gt;&lt;/w:trPr&gt;&lt;w:sdt&gt;&lt;w:sdtPr&gt;&lt;w:alias w:val=&quot;Logo&quot; /&gt;&lt;w:tag w:val=&quot;varLogo&quot; /&gt;&lt;w:id w:val=&quot;10285911&quot; /&gt;&lt;w:lock w:val=&quot;sdtLocked&quot; /&gt;&lt;w:showingPlcHdr /&gt;&lt;w:picture /&gt;&lt;/w:sdtPr&gt;&lt;w:sdtContent&gt;&lt;w:tc&gt;&lt;w:tcPr&gt;&lt;w:tcW w:w=&quot;4848&quot; w:type=&quot;dxa&quot; /&gt;&lt;/w:tcPr&gt;&lt;w:p w:rsidR=&quot;00A060C1&quot; w:rsidRDefault=&quot;00A060C1&quot; w:rsidP=&quot;00A060C1&quot;&gt;&lt;w:pPr&gt;&lt;w:pStyle w:val=&quot;Logo&quot; /&gt;&lt;/w:pPr&gt;&lt;w:r&gt;&lt;w:drawing&gt;&lt;wp:inline distT=&quot;0&quot; distB=&quot;0&quot; distL=&quot;0&quot; distR=&quot;0&quot; wp14:anchorId=&quot;0C04BFE7&quot; wp14:editId=&quot;2D42B718&quot;&gt;&lt;wp:extent cx=&quot;2114550&quot; cy=&quot;895350&quot; /&gt;&lt;wp:effectExtent l=&quot;19050&quot; t=&quot;0&quot; r=&quot;0&quot; b=&quot;0&quot; /&gt;&lt;wp:docPr id=&quot;1&quot; name=&quot;Bild 1&quot; /&gt;&lt;wp:cNvGraphicFramePr&gt;&lt;a:graphicFrameLocks xmlns:a=&quot;http://schemas.openxmlformats.org/drawingml/2006/main&quot; noChangeAspect=&quot;1&quot; /&gt;&lt;/wp:cNvGraphicFramePr&gt;&lt;a:graphic xmlns:a=&quot;http://schemas.openxmlformats.org/drawingml/2006/main&quot;&gt;&lt;a:graphicData uri=&quot;http://schemas.openxmlformats.org/drawingml/2006/picture&quot;&gt;&lt;pic:pic xmlns:pic=&quot;http://schemas.openxmlformats.org/drawingml/2006/picture&quot;&gt;&lt;pic:nvPicPr&gt;&lt;pic:cNvPr id=&quot;0&quot; name=&quot;Picture 1&quot; /&gt;&lt;pic:cNvPicPr&gt;&lt;a:picLocks noChangeAspect=&quot;1&quot; noChangeArrowheads=&quot;1&quot; /&gt;&lt;/pic:cNvPicPr&gt;&lt;/pic:nvPicPr&gt;&lt;pic:blipFill&gt;&lt;a:blip r:embed=&quot;rId1&quot; /&gt;&lt;a:srcRect /&gt;&lt;a:stretch&gt;&lt;a:fillRect /&gt;&lt;/a:stretch&gt;&lt;/pic:blipFill&gt;&lt;pic:spPr bwMode=&quot;auto&quot;&gt;&lt;a:xfrm&gt;&lt;a:off x=&quot;0&quot; y=&quot;0&quot; /&gt;&lt;a:ext cx=&quot;2114550&quot; cy=&quot;895350&quot; /&gt;&lt;/a:xfrm&gt;&lt;a:prstGeom prst=&quot;rect&quot;&gt;&lt;a:avLst /&gt;&lt;/a:prstGeom&gt;&lt;a:noFill /&gt;&lt;a:ln w=&quot;9525&quot;&gt;&lt;a:noFill /&gt;&lt;a:miter lim=&quot;800000&quot; /&gt;&lt;a:headEnd /&gt;&lt;a:tailEnd /&gt;&lt;/a:ln&gt;&lt;/pic:spPr&gt;&lt;/pic:pic&gt;&lt;/a:graphicData&gt;&lt;/a:graphic&gt;&lt;/wp:inline&gt;&lt;/w:drawing&gt;&lt;/w:r&gt;&lt;/w:p&gt;&lt;/w:tc&gt;&lt;/w:sdtContent&gt;&lt;/w:sdt&gt;&lt;w:tc&gt;&lt;w:tcPr&gt;&lt;w:tcW w:w=&quot;4961&quot; w:type=&quot;dxa&quot; /&gt;&lt;/w:tcPr&gt;&lt;w:p w:rsidR=&quot;00A060C1&quot; w:rsidRPr=&quot;007B7A0D&quot; w:rsidRDefault=&quot;00A060C1&quot; w:rsidP=&quot;00A060C1&quot;&gt;&lt;w:pPr&gt;&lt;w:pStyle w:val=&quot;KopfDept&quot; /&gt;&lt;/w:pPr&gt;&lt;w:sdt&gt;&lt;w:sdtPr&gt;&lt;w:alias w:val=&quot;varlookup1&quot; /&gt;&lt;w:tag w:val=&quot;varlookup1&quot; /&gt;&lt;w:id w:val=&quot;10285912&quot; /&gt;&lt;w:lock w:val=&quot;sdtContentLocked&quot; /&gt;&lt;w:placeholder&gt;&lt;w:docPart w:val=&quot;4A8420DF3E514D7E88CA252FC936451E&quot; /&gt;&lt;/w:placeholder&gt;&lt;w:text /&gt;&lt;/w:sdtPr&gt;&lt;w:sdtContent&gt;&lt;w:r&gt;&lt;w:t&gt;varlookup1&lt;/w:t&gt;&lt;/w:r&gt;&lt;/w:sdtContent&gt;&lt;/w:sdt&gt;&lt;/w:p&gt;&lt;w:p w:rsidR=&quot;00A060C1&quot; w:rsidRPr=&quot;001D4E59&quot; w:rsidRDefault=&quot;00A060C1&quot; w:rsidP=&quot;00A060C1&quot;&gt;&lt;w:pPr&gt;&lt;w:pStyle w:val=&quot;KopfFett&quot; /&gt;&lt;/w:pPr&gt;&lt;w:sdt&gt;&lt;w:sdtPr&gt;&lt;w:alias w:val=&quot;varlookup2&quot; /&gt;&lt;w:tag w:val=&quot;varlookup2&quot; /&gt;&lt;w:id w:val=&quot;10285914&quot; /&gt;&lt;w:lock w:val=&quot;sdtContentLocked&quot; /&gt;&lt;w:placeholder&gt;&lt;w:docPart w:val=&quot;4A8420DF3E514D7E88CA252FC936451E&quot; /&gt;&lt;/w:placeholder&gt;&lt;w:text /&gt;&lt;/w:sdtPr&gt;&lt;w:sdtContent&gt;&lt;w:r&gt;&lt;w:t&gt;varlookup2&lt;/w:t&gt;&lt;/w:r&gt;&lt;/w:sdtContent&gt;&lt;/w:sdt&gt;&lt;/w:p&gt;&lt;w:p w:rsidR=&quot;00A060C1&quot; w:rsidRDefault=&quot;00A060C1&quot; w:rsidP=&quot;00A060C1&quot;&gt;&lt;w:pPr&gt;&lt;w:pStyle w:val=&quot;Header&quot; /&gt;&lt;/w:pPr&gt;&lt;w:sdt&gt;&lt;w:sdtPr&gt;&lt;w:alias w:val=&quot;varlookup3&quot; /&gt;&lt;w:tag w:val=&quot;varlookup3&quot; /&gt;&lt;w:id w:val=&quot;10285915&quot; /&gt;&lt;w:lock w:val=&quot;sdtContentLocked&quot; /&gt;&lt;w:placeholder&gt;&lt;w:docPart w:val=&quot;4A8420DF3E514D7E88CA252FC936451E&quot; /&gt;&lt;/w:placeholder&gt;&lt;w:text /&gt;&lt;/w:sdtPr&gt;&lt;w:sdtContent&gt;&lt;w:r&gt;&lt;w:t&gt;varlookup3&lt;/w:t&gt;&lt;/w:r&gt;&lt;/w:sdtContent&gt;&lt;/w:sdt&gt;&lt;/w:p&gt;&lt;/w:tc&gt;&lt;/w:tr&gt;&lt;/w:tbl&gt;&lt;w:p w:rsidR=&quot;00A060C1&quot; w:rsidRDefault=&quot;00A060C1&quot; w:rsidP=&quot;00A060C1&quot;&gt;&lt;w:pPr&gt;&lt;w:pStyle w:val=&quot;Platzhalter&quot; /&gt;&lt;/w:pPr&gt;&lt;/w:p&gt;&lt;w:p w:rsidR=&quot;00A060C1&quot; w:rsidRDefault=&quot;00A060C1&quot; w:rsidP=&quot;00A060C1&quot;&gt;&lt;w:pPr&gt;&lt;w:pStyle w:val=&quot;Platzhalter&quot; /&gt;&lt;/w:pPr&gt;&lt;/w:p&gt;&lt;/w:hdr&gt;&lt;/pkg:xmlData&gt;&lt;/pkg:part&gt;&lt;pkg:part pkg:name=&quot;/word/header1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p w:rsidR=&quot;00A060C1&quot; w:rsidRDefault=&quot;00A060C1&quot;&gt;&lt;w:pPr&gt;&lt;w:pStyle w:val=&quot;Header&quot; /&gt;&lt;/w:pPr&gt;&lt;/w:p&gt;&lt;/w:hdr&gt;&lt;/pkg:xmlData&gt;&lt;/pkg:part&gt;&lt;pkg:part pkg:name=&quot;/word/header2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595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351730&quot;&gt;&lt;w:trPr&gt;&lt;w:cantSplit /&gt;&lt;w:trHeight w:hRule=&quot;exact&quot; w:val=&quot;20&quot; /&gt;&lt;/w:trPr&gt;&lt;w:tc&gt;&lt;w:tcPr&gt;&lt;w:tcW w:w=&quot;4848&quot; w:type=&quot;dxa&quot; /&gt;&lt;/w:tcPr&gt;&lt;w:p w:rsidR=&quot;00A060C1&quot; w:rsidRPr=&quot;00E534A0&quot; w:rsidRDefault=&quot;00A060C1&quot; w:rsidP=&quot;00A060C1&quot;&gt;&lt;w:pPr&gt;&lt;w:pStyle w:val=&quot;Logo&quot; /&gt;&lt;/w:pPr&gt;&lt;/w:p&gt;&lt;/w:tc&gt;&lt;w:tc&gt;&lt;w:tcPr&gt;&lt;w:tcW w:w=&quot;4961&quot; w:type=&quot;dxa&quot; /&gt;&lt;/w:tcPr&gt;&lt;w:p w:rsidR=&quot;00A060C1&quot; w:rsidRPr=&quot;00D33E17&quot; w:rsidRDefault=&quot;00A060C1&quot; w:rsidP=&quot;00A060C1&quot;&gt;&lt;w:pPr&gt;&lt;w:pStyle w:val=&quot;Header&quot; /&gt;&lt;w:keepNext /&gt;&lt;/w:pPr&gt;&lt;/w:p&gt;&lt;/w:tc&gt;&lt;/w:tr&gt;&lt;/w:tbl&gt;&lt;w:p w:rsidR=&quot;00A060C1&quot; w:rsidRDefault=&quot;00A060C1&quot; w:rsidP=&quot;00A060C1&quot;&gt;&lt;w:pPr&gt;&lt;w:pStyle w:val=&quot;Klassifizierung&quot; /&gt;&lt;/w:pPr&gt;&lt;w:sdt&gt;&lt;w:sdtPr&gt;&lt;w:alias w:val=&quot;Klassifizierung_Mapper&quot; /&gt;&lt;w:tag w:val=&quot;Klassifizierung_Mapper&quot; /&gt;&lt;w:id w:val=&quot;10551581&quot; /&gt;&lt;w:lock w:val=&quot;sdtContentLocked&quot; /&gt;&lt;w:placeholder&gt;&lt;w:docPart w:val=&quot;D60C3CEF79504BEA97775F183C30EF60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A060C1&quot;&gt;&lt;w:pPr&gt;&lt;w:pStyle w:val=&quot;Klassifizierung&quot; /&gt;&lt;/w:pPr&gt;&lt;/w:p&gt;&lt;/w:hdr&gt;&lt;/pkg:xmlData&gt;&lt;/pkg:part&gt;&lt;pkg:part pkg:name=&quot;/word/footer1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p w:rsidR=&quot;00A060C1&quot; w:rsidRDefault=&quot;00A060C1&quot;&gt;&lt;w:pPr&gt;&lt;w:pStyle w:val=&quot;Footer&quot; /&gt;&lt;/w:pPr&gt;&lt;/w:p&gt;&lt;/w:ftr&gt;&lt;/pkg:xmlData&gt;&lt;/pkg:part&gt;&lt;pkg:part pkg:name=&quot;/word/footer2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781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351730&quot;&gt;&lt;w:trPr&gt;&lt;w:cantSplit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/w:p&gt;&lt;/w:tc&gt;&lt;/w:tr&gt;&lt;w:tr w:rsidR=&quot;00A060C1&quot; w:rsidTr=&quot;00351730&quot;&gt;&lt;w:trPr&gt;&lt;w:cantSplit /&gt;&lt;w:trHeight w:hRule=&quot;exact&quot; w:val=&quot;397&quot;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A060C1&quot; w:rsidRDefault=&quot;00A060C1&quot; w:rsidP=&quot;00A060C1&quot;&gt;&lt;w:pPr&gt;&lt;w:pStyle w:val=&quot;Pfad&quot; /&gt;&lt;w:rPr&gt;&lt;w:noProof w:val=&quot;0&quot; /&gt;&lt;/w:rPr&gt;&lt;/w:pPr&gt;&lt;/w:p&gt;&lt;/w:ftr&gt;&lt;/pkg:xmlData&gt;&lt;/pkg:part&gt;&lt;pkg:part pkg:name=&quot;/word/footer3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Style w:val=&quot;TableGrid&quot; /&gt;&lt;w:tblW w:w=&quot;9781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A060C1&quot;&gt;&lt;w:tc&gt;&lt;w:tcPr&gt;&lt;w:tcW w:w=&quot;9781&quot; w:type=&quot;dxa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/w:p&gt;&lt;/w:tc&gt;&lt;/w:tr&gt;&lt;w:tr w:rsidR=&quot;00A060C1&quot; w:rsidTr=&quot;00A060C1&quot;&gt;&lt;w:trPr&gt;&lt;w:trHeight w:hRule=&quot;exact&quot; w:val=&quot;397&quot; /&gt;&lt;/w:trPr&gt;&lt;w:tc&gt;&lt;w:tcPr&gt;&lt;w:tcW w:w=&quot;9781&quot; w:type=&quot;dxa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482A04&quot; w:rsidRDefault=&quot;00A060C1&quot; w:rsidP=&quot;00A060C1&quot;&gt;&lt;w:pPr&gt;&lt;w:pStyle w:val=&quot;Pfad&quot; /&gt;&lt;/w:pPr&gt;&lt;/w:p&gt;&lt;/w:ftr&gt;&lt;/pkg:xmlData&gt;&lt;/pkg:part&gt;&lt;pkg:part pkg:name=&quot;/word/endnotes.xml&quot; pkg:contentType=&quot;application/vnd.openxmlformats-officedocument.wordprocessingml.endnotes+xml&quot;&gt;&lt;pkg:xmlData&gt;&lt;w:end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endnote w:type=&quot;separator&quot; w:id=&quot;-1&quot;&gt;&lt;w:p w:rsidR=&quot;00627059&quot; w:rsidRDefault=&quot;00627059&quot;&gt;&lt;w:r&gt;&lt;w:separator /&gt;&lt;/w:r&gt;&lt;/w:p&gt;&lt;w:p w:rsidR=&quot;00627059&quot; w:rsidRDefault=&quot;00627059&quot; /&gt;&lt;/w:endnote&gt;&lt;w:endnote w:type=&quot;continuationSeparator&quot; w:id=&quot;0&quot;&gt;&lt;w:p w:rsidR=&quot;00627059&quot; w:rsidRDefault=&quot;00627059&quot;&gt;&lt;w:r&gt;&lt;w:continuationSeparator /&gt;&lt;/w:r&gt;&lt;/w:p&gt;&lt;w:p w:rsidR=&quot;00627059&quot; w:rsidRDefault=&quot;00627059&quot; /&gt;&lt;/w:endnote&gt;&lt;/w:endnotes&gt;&lt;/pkg:xmlData&gt;&lt;/pkg:part&gt;&lt;pkg:part pkg:name=&quot;/word/footnotes.xml&quot; pkg:contentType=&quot;application/vnd.openxmlformats-officedocument.wordprocessingml.footnotes+xml&quot;&gt;&lt;pkg:xmlData&gt;&lt;w:foot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footnote w:type=&quot;separator&quot; w:id=&quot;-1&quot;&gt;&lt;w:p w:rsidR=&quot;00627059&quot; w:rsidRDefault=&quot;00627059&quot;&gt;&lt;w:r&gt;&lt;w:separator /&gt;&lt;/w:r&gt;&lt;/w:p&gt;&lt;w:p w:rsidR=&quot;00627059&quot; w:rsidRDefault=&quot;00627059&quot; /&gt;&lt;/w:footnote&gt;&lt;w:footnote w:type=&quot;continuationSeparator&quot; w:id=&quot;0&quot;&gt;&lt;w:p w:rsidR=&quot;00627059&quot; w:rsidRDefault=&quot;00627059&quot;&gt;&lt;w:r&gt;&lt;w:continuationSeparator /&gt;&lt;/w:r&gt;&lt;/w:p&gt;&lt;w:p w:rsidR=&quot;00627059&quot; w:rsidRDefault=&quot;00627059&quot; /&gt;&lt;/w:footnote&gt;&lt;/w:footnotes&gt;&lt;/pkg:xmlData&gt;&lt;/pkg:part&gt;&lt;pkg:part pkg:name=&quot;/word/_rels/header3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image&quot; Target=&quot;media/image1.png&quot; /&gt;&lt;/Relationships&gt;&lt;/pkg:xmlData&gt;&lt;/pkg:part&gt;&lt;pkg:part pkg:name=&quot;/word/media/image1.png&quot; pkg:contentType=&quot;image/png&quot; pkg:compression=&quot;store&quot;&gt;&lt;pkg:binaryData&gt;iVBORw0KGgoAAAANSUhEUgAAAMgAAADICAIAAAAiOjnJAAAAAXNSR0IArs4c6QAAAAlwSFlzAAAO_x000d__x000a_xAAADsQBlSsOGwAAA5dJREFUeF7t0rEVgkAAREG4BgjpvzvJsAA9DSiBHzFbwAb/zTrnPN7fxRS4_x000d__x000a_r8C+jfV1fu479KTAVWAooUBRAKyiqs8FLAiSAmAlWZ2CxUBSAKwkq1OwGEgKgJVkdQoWA0kBsJKs_x000d__x000a_TsFiICkAVpLVKVgMJAXASrI6BYuBpABYSVanYDGQFAAryeoULAaSAmAlWZ2CxUBSAKwkq1OwGEgK_x000d__x000a_gJVkdQoWA0kBsJKsTsFiICkAVpLVKVgMJAXASrI6BYuBpABYSVanYDGQFAAryeoULAaSAmAlWZ2C_x000d__x000a_xUBSAKwkq1OwGEgKgJVkdQoWA0kBsJKsTsFiICkAVpLVKVgMJAXASrI6BYuBpABYSVanYDGQFAAr_x000d__x000a_yeoULAaSAmAlWZ2CxUBSAKwkq1OwGEgKgJVkdQoWA0kBsJKsTsFiICkAVpLVKVgMJAXASrI6BYuB_x000d__x000a_pABYSVanYDGQFAAryeoULAaSAmAlWZ2CxUBSAKwkq1OwGEgKgJVkdQoWA0kBsJKsTsFiICkAVpLV_x000d__x000a_KVgMJAXASrI6BYuBpABYSVanYDGQFAAryeoULAaSAmAlWZ2CxUBSAKwkq1OwGEgKgJVkdQoWA0kB_x000d__x000a_sJKsTsFiICkAVpLVKVgMJAXASrI6BYuBpABYSVanYDGQFAAryeoULAaSAmAlWZ2CxUBSAKwkq1Ow_x000d__x000a_GEgKgJVkdQoWA0kBsJKsTsFiICkAVpLVKVgMJAXASrI6BYuBpABYSVanYDGQFAAryeoULAaSAmAl_x000d__x000a_WZ2CxUBSAKwkq1OwGEgKgJVkdQoWA0kBsJKsTsFiICkAVpLVKVgMJAXASrI6BYuBpABYSVanYDGQ_x000d__x000a_FAAryeoULAaSAmAlWZ2CxUBSAKwkq1OwGEgKgJVkdQoWA0kBsJKsTsFiICkAVpLVKVgMJAXASrI6_x000d__x000a_BYuBpABYSVanYDGQFAAryeoULAaSAmAlWZ2CxUBSAKwkq1OwGEgKgJVkdQoWA0kBsJKsTsFiICkA_x000d__x000a_VpLVKVgMJAXASrI6BYuBpABYSVanYDGQFAAryeoULAaSAmAlWZ2CxUBSAKwkq1OwGEgKgJVkdQoW_x000d__x000a_A0kBsJKsTsFiICkAVpLVKVgMJAXASrI6BYuBpABYSVanYDGQFAAryeoULAaSAmAlWZ2CxUBSAKwk_x000d__x000a_q1OwGEgKgJVkdQoWA0kBsJKsTsFiICkAVpLVKVgMJAXASrI6BYuBpABYSVanYDGQFAAryeoULAaS_x000d__x000a_AmAlWZ2CxUBSYOwbW0nZJ5/+Uf0Ahm8Ksdfm760AAAAASUVORK5CYII=&lt;/pkg:binaryData&gt;&lt;/pkg:part&gt;&lt;pkg:part pkg:name=&quot;/word/theme/theme1.xml&quot; pkg:contentType=&quot;application/vnd.openxmlformats-officedocument.theme+xml&quot;&gt;&lt;pkg:xmlData&gt;&lt;a:theme xmlns:a=&quot;http://schemas.openxmlformats.org/drawingml/2006/main&quot; name=&quot;Larissa-Design&quot;&gt;&lt;a:themeElements&gt;&lt;a:clrScheme name=&quot;Larissa&quot;&gt;&lt;a:dk1&gt;&lt;a:sysClr val=&quot;windowText&quot; lastClr=&quot;000000&quot; /&gt;&lt;/a:dk1&gt;&lt;a:lt1&gt;&lt;a:sysClr val=&quot;window&quot; lastClr=&quot;FFFFFF&quot; /&gt;&lt;/a:lt1&gt;&lt;a:dk2&gt;&lt;a:srgbClr val=&quot;1F497D&quot; /&gt;&lt;/a:dk2&gt;&lt;a:lt2&gt;&lt;a:srgbClr val=&quot;EEECE1&quot; /&gt;&lt;/a:lt2&gt;&lt;a:accent1&gt;&lt;a:srgbClr val=&quot;4F81BD&quot; /&gt;&lt;/a:accent1&gt;&lt;a:accent2&gt;&lt;a:srgbClr val=&quot;C0504D&quot; /&gt;&lt;/a:accent2&gt;&lt;a:accent3&gt;&lt;a:srgbClr val=&quot;9BBB59&quot; /&gt;&lt;/a:accent3&gt;&lt;a:accent4&gt;&lt;a:srgbClr val=&quot;8064A2&quot; /&gt;&lt;/a:accent4&gt;&lt;a:accent5&gt;&lt;a:srgbClr val=&quot;4BACC6&quot; /&gt;&lt;/a:accent5&gt;&lt;a:accent6&gt;&lt;a:srgbClr val=&quot;F79646&quot; /&gt;&lt;/a:accent6&gt;&lt;a:hlink&gt;&lt;a:srgbClr val=&quot;0000FF&quot; /&gt;&lt;/a:hlink&gt;&lt;a:folHlink&gt;&lt;a:srgbClr val=&quot;800080&quot; /&gt;&lt;/a:folHlink&gt;&lt;/a:clrScheme&gt;&lt;a:fontScheme name=&quot;Larissa&quot;&gt;&lt;a:majorFont&gt;&lt;a:latin typeface=&quot;Cambria&quot; /&gt;&lt;a:ea typeface=&quot;&quot; /&gt;&lt;a:cs typeface=&quot;&quot; /&gt;&lt;a:font script=&quot;Jpan&quot; typeface=&quot;ＭＳ ゴシック&quot; /&gt;&lt;a:font script=&quot;Hang&quot; typeface=&quot;맑은 고딕&quot; /&gt;&lt;a:font script=&quot;Hans&quot; typeface=&quot;宋体&quot; /&gt;&lt;a:font script=&quot;Hant&quot; typeface=&quot;新細明體&quot; /&gt;&lt;a:font script=&quot;Arab&quot; typeface=&quot;Times New Roman&quot; /&gt;&lt;a:font script=&quot;Hebr&quot; typeface=&quot;Times New Roman&quot; /&gt;&lt;a:font script=&quot;Thai&quot; typeface=&quot;Angsana New&quot; /&gt;&lt;a:font script=&quot;Ethi&quot; typeface=&quot;Nyala&quot; /&gt;&lt;a:font script=&quot;Beng&quot; typeface=&quot;Vrinda&quot; /&gt;&lt;a:font script=&quot;Gujr&quot; typeface=&quot;Shruti&quot; /&gt;&lt;a:font script=&quot;Khmr&quot; typeface=&quot;MoolBoran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Times New Roman&quot; /&gt;&lt;a:font script=&quot;Uigh&quot; typeface=&quot;Microsoft Uighur&quot; /&gt;&lt;/a:majorFont&gt;&lt;a:minorFont&gt;&lt;a:latin typeface=&quot;Calibri&quot; /&gt;&lt;a:ea typeface=&quot;&quot; /&gt;&lt;a:cs typeface=&quot;&quot; /&gt;&lt;a:font script=&quot;Jpan&quot; typeface=&quot;ＭＳ 明朝&quot; /&gt;&lt;a:font script=&quot;Hang&quot; typeface=&quot;맑은 고딕&quot; /&gt;&lt;a:font script=&quot;Hans&quot; typeface=&quot;宋体&quot; /&gt;&lt;a:font script=&quot;Hant&quot; typeface=&quot;新細明體&quot; /&gt;&lt;a:font script=&quot;Arab&quot; typeface=&quot;Arial&quot; /&gt;&lt;a:font script=&quot;Hebr&quot; typeface=&quot;Arial&quot; /&gt;&lt;a:font script=&quot;Thai&quot; typeface=&quot;Cordia New&quot; /&gt;&lt;a:font script=&quot;Ethi&quot; typeface=&quot;Nyala&quot; /&gt;&lt;a:font script=&quot;Beng&quot; typeface=&quot;Vrinda&quot; /&gt;&lt;a:font script=&quot;Gujr&quot; typeface=&quot;Shruti&quot; /&gt;&lt;a:font script=&quot;Khmr&quot; typeface=&quot;DaunPenh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Arial&quot; /&gt;&lt;a:font script=&quot;Uigh&quot; typeface=&quot;Microsoft Uighur&quot; /&gt;&lt;/a:minorFont&gt;&lt;/a:fontScheme&gt;&lt;a:fmtScheme name=&quot;Larissa&quot;&gt;&lt;a:fillStyleLst&gt;&lt;a:solidFill&gt;&lt;a:schemeClr val=&quot;phClr&quot; /&gt;&lt;/a:solidFill&gt;&lt;a:gradFill rotWithShape=&quot;1&quot;&gt;&lt;a:gsLst&gt;&lt;a:gs pos=&quot;0&quot;&gt;&lt;a:schemeClr val=&quot;phClr&quot;&gt;&lt;a:tint val=&quot;50000&quot; /&gt;&lt;a:satMod val=&quot;300000&quot; /&gt;&lt;/a:schemeClr&gt;&lt;/a:gs&gt;&lt;a:gs pos=&quot;35000&quot;&gt;&lt;a:schemeClr val=&quot;phClr&quot;&gt;&lt;a:tint val=&quot;37000&quot; /&gt;&lt;a:satMod val=&quot;300000&quot; /&gt;&lt;/a:schemeClr&gt;&lt;/a:gs&gt;&lt;a:gs pos=&quot;100000&quot;&gt;&lt;a:schemeClr val=&quot;phClr&quot;&gt;&lt;a:tint val=&quot;15000&quot; /&gt;&lt;a:satMod val=&quot;350000&quot; /&gt;&lt;/a:schemeClr&gt;&lt;/a:gs&gt;&lt;/a:gsLst&gt;&lt;a:lin ang=&quot;16200000&quot; scaled=&quot;1&quot; /&gt;&lt;/a:gradFill&gt;&lt;a:gradFill rotWithShape=&quot;1&quot;&gt;&lt;a:gsLst&gt;&lt;a:gs pos=&quot;0&quot;&gt;&lt;a:schemeClr val=&quot;phClr&quot;&gt;&lt;a:shade val=&quot;51000&quot; /&gt;&lt;a:satMod val=&quot;130000&quot; /&gt;&lt;/a:schemeClr&gt;&lt;/a:gs&gt;&lt;a:gs pos=&quot;80000&quot;&gt;&lt;a:schemeClr val=&quot;phClr&quot;&gt;&lt;a:shade val=&quot;93000&quot; /&gt;&lt;a:satMod val=&quot;130000&quot; /&gt;&lt;/a:schemeClr&gt;&lt;/a:gs&gt;&lt;a:gs pos=&quot;100000&quot;&gt;&lt;a:schemeClr val=&quot;phClr&quot;&gt;&lt;a:shade val=&quot;94000&quot; /&gt;&lt;a:satMod val=&quot;135000&quot; /&gt;&lt;/a:schemeClr&gt;&lt;/a:gs&gt;&lt;/a:gsLst&gt;&lt;a:lin ang=&quot;16200000&quot; scaled=&quot;0&quot; /&gt;&lt;/a:gradFill&gt;&lt;/a:fillStyleLst&gt;&lt;a:lnStyleLst&gt;&lt;a:ln w=&quot;9525&quot; cap=&quot;flat&quot; cmpd=&quot;sng&quot; algn=&quot;ctr&quot;&gt;&lt;a:solidFill&gt;&lt;a:schemeClr val=&quot;phClr&quot;&gt;&lt;a:shade val=&quot;95000&quot; /&gt;&lt;a:satMod val=&quot;105000&quot; /&gt;&lt;/a:schemeClr&gt;&lt;/a:solidFill&gt;&lt;a:prstDash val=&quot;solid&quot; /&gt;&lt;/a:ln&gt;&lt;a:ln w=&quot;25400&quot; cap=&quot;flat&quot; cmpd=&quot;sng&quot; algn=&quot;ctr&quot;&gt;&lt;a:solidFill&gt;&lt;a:schemeClr val=&quot;phClr&quot; /&gt;&lt;/a:solidFill&gt;&lt;a:prstDash val=&quot;solid&quot; /&gt;&lt;/a:ln&gt;&lt;a:ln w=&quot;38100&quot; cap=&quot;flat&quot; cmpd=&quot;sng&quot; algn=&quot;ctr&quot;&gt;&lt;a:solidFill&gt;&lt;a:schemeClr val=&quot;phClr&quot; /&gt;&lt;/a:solidFill&gt;&lt;a:prstDash val=&quot;solid&quot; /&gt;&lt;/a:ln&gt;&lt;/a:lnStyleLst&gt;&lt;a:effectStyleLst&gt;&lt;a:effectStyle&gt;&lt;a:effectLst&gt;&lt;a:outerShdw blurRad=&quot;40000&quot; dist=&quot;20000&quot; dir=&quot;5400000&quot; rotWithShape=&quot;0&quot;&gt;&lt;a:srgbClr val=&quot;000000&quot;&gt;&lt;a:alpha val=&quot;38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a:scene3d&gt;&lt;a:camera prst=&quot;orthographicFront&quot;&gt;&lt;a:rot lat=&quot;0&quot; lon=&quot;0&quot; rev=&quot;0&quot; /&gt;&lt;/a:camera&gt;&lt;a:lightRig rig=&quot;threePt&quot; dir=&quot;t&quot;&gt;&lt;a:rot lat=&quot;0&quot; lon=&quot;0&quot; rev=&quot;1200000&quot; /&gt;&lt;/a:lightRig&gt;&lt;/a:scene3d&gt;&lt;a:sp3d&gt;&lt;a:bevelT w=&quot;63500&quot; h=&quot;25400&quot; /&gt;&lt;/a:sp3d&gt;&lt;/a:effectStyle&gt;&lt;/a:effectStyleLst&gt;&lt;a:bgFillStyleLst&gt;&lt;a:solidFill&gt;&lt;a:schemeClr val=&quot;phClr&quot; /&gt;&lt;/a:solidFill&gt;&lt;a:gradFill rotWithShape=&quot;1&quot;&gt;&lt;a:gsLst&gt;&lt;a:gs pos=&quot;0&quot;&gt;&lt;a:schemeClr val=&quot;phClr&quot;&gt;&lt;a:tint val=&quot;40000&quot; /&gt;&lt;a:satMod val=&quot;350000&quot; /&gt;&lt;/a:schemeClr&gt;&lt;/a:gs&gt;&lt;a:gs pos=&quot;40000&quot;&gt;&lt;a:schemeClr val=&quot;phClr&quot;&gt;&lt;a:tint val=&quot;45000&quot; /&gt;&lt;a:shade val=&quot;99000&quot; /&gt;&lt;a:satMod val=&quot;350000&quot; /&gt;&lt;/a:schemeClr&gt;&lt;/a:gs&gt;&lt;a:gs pos=&quot;100000&quot;&gt;&lt;a:schemeClr val=&quot;phClr&quot;&gt;&lt;a:shade val=&quot;20000&quot; /&gt;&lt;a:satMod val=&quot;255000&quot; /&gt;&lt;/a:schemeClr&gt;&lt;/a:gs&gt;&lt;/a:gsLst&gt;&lt;a:path path=&quot;circle&quot;&gt;&lt;a:fillToRect l=&quot;50000&quot; t=&quot;-80000&quot; r=&quot;50000&quot; b=&quot;180000&quot; /&gt;&lt;/a:path&gt;&lt;/a:gradFill&gt;&lt;a:gradFill rotWithShape=&quot;1&quot;&gt;&lt;a:gsLst&gt;&lt;a:gs pos=&quot;0&quot;&gt;&lt;a:schemeClr val=&quot;phClr&quot;&gt;&lt;a:tint val=&quot;80000&quot; /&gt;&lt;a:satMod val=&quot;300000&quot; /&gt;&lt;/a:schemeClr&gt;&lt;/a:gs&gt;&lt;a:gs pos=&quot;100000&quot;&gt;&lt;a:schemeClr val=&quot;phClr&quot;&gt;&lt;a:shade val=&quot;30000&quot; /&gt;&lt;a:satMod val=&quot;200000&quot; /&gt;&lt;/a:schemeClr&gt;&lt;/a:gs&gt;&lt;/a:gsLst&gt;&lt;a:path path=&quot;circle&quot;&gt;&lt;a:fillToRect l=&quot;50000&quot; t=&quot;50000&quot; r=&quot;50000&quot; b=&quot;50000&quot; /&gt;&lt;/a:path&gt;&lt;/a:gradFill&gt;&lt;/a:bgFillStyleLst&gt;&lt;/a:fmtScheme&gt;&lt;/a:themeElements&gt;&lt;a:objectDefaults /&gt;&lt;a:extraClrSchemeLst /&gt;&lt;/a:theme&gt;&lt;/pkg:xmlData&gt;&lt;/pkg:part&gt;&lt;pkg:part pkg:name=&quot;/word/glossary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view w:val=&quot;normal&quot; /&gt;&lt;w:defaultTabStop w:val=&quot;720&quot; /&gt;&lt;w:hyphenationZone w:val=&quot;425&quot; /&gt;&lt;w:characterSpacingControl w:val=&quot;doNotCompress&quot; /&gt;&lt;w:compat&gt;&lt;w:useFELayout /&gt;&lt;w:compatSetting w:name=&quot;compatibilityMode&quot; w:uri=&quot;http://schemas.microsoft.com/office/word&quot; w:val=&quot;14&quot; /&gt;&lt;/w:compat&gt;&lt;w:rsids&gt;&lt;w:rsidRoot w:val=&quot;005128E0&quot; /&gt;&lt;w:rsid w:val=&quot;000506AB&quot; /&gt;&lt;w:rsid w:val=&quot;002248E8&quot; /&gt;&lt;w:rsid w:val=&quot;00250911&quot; /&gt;&lt;w:rsid w:val=&quot;00323DF0&quot; /&gt;&lt;w:rsid w:val=&quot;00386FA4&quot; /&gt;&lt;w:rsid w:val=&quot;004C2A24&quot; /&gt;&lt;w:rsid w:val=&quot;004F6212&quot; /&gt;&lt;w:rsid w:val=&quot;005128E0&quot; /&gt;&lt;w:rsid w:val=&quot;00513AD9&quot; /&gt;&lt;w:rsid w:val=&quot;00546FF6&quot; /&gt;&lt;w:rsid w:val=&quot;005B3509&quot; /&gt;&lt;w:rsid w:val=&quot;005F2AAB&quot; /&gt;&lt;w:rsid w:val=&quot;00686F19&quot; /&gt;&lt;w:rsid w:val=&quot;00774263&quot; /&gt;&lt;w:rsid w:val=&quot;007D6EEC&quot; /&gt;&lt;w:rsid w:val=&quot;00823BBE&quot; /&gt;&lt;w:rsid w:val=&quot;0083151E&quot; /&gt;&lt;w:rsid w:val=&quot;008632AD&quot; /&gt;&lt;w:rsid w:val=&quot;00A375AC&quot; /&gt;&lt;w:rsid w:val=&quot;00AD4891&quot; /&gt;&lt;w:rsid w:val=&quot;00AE02AC&quot; /&gt;&lt;w:rsid w:val=&quot;00B067D3&quot; /&gt;&lt;w:rsid w:val=&quot;00B13B59&quot; /&gt;&lt;w:rsid w:val=&quot;00B14E64&quot; /&gt;&lt;w:rsid w:val=&quot;00B5215C&quot; /&gt;&lt;w:rsid w:val=&quot;00C567ED&quot; /&gt;&lt;w:rsid w:val=&quot;00D51C0E&quot; /&gt;&lt;w:rsid w:val=&quot;00E92A9B&quot; /&gt;&lt;w:rsid w:val=&quot;00FA6649&quot; /&gt;&lt;w:rsid w:val=&quot;00FA7E70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en-US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ecimalSymbol w:val=&quot;.&quot; /&gt;&lt;w:listSeparator w:val=&quot;;&quot; /&gt;&lt;/w:settings&gt;&lt;/pkg:xmlData&gt;&lt;/pkg:part&gt;&lt;pkg:part pkg:name=&quot;/word/_rels/customizations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microsoft.com/office/2006/relationships/attachedToolbars&quot; Target=&quot;attachedToolbars.bin&quot; /&gt;&lt;/Relationships&gt;&lt;/pkg:xmlData&gt;&lt;/pkg:part&gt;&lt;pkg:part pkg:name=&quot;/word/glossary/document.xml&quot; pkg:contentType=&quot;application/vnd.openxmlformats-officedocument.wordprocessingml.document.glossary+xml&quot;&gt;&lt;pkg:xmlData&gt;&lt;w:glossary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docParts&gt;&lt;w:docPart&gt;&lt;w:docPartPr&gt;&lt;w:name w:val=&quot;4F2238E76EB64405B600D6BECFF503B2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830005EC-A6DF-4D5A-A836-57EF5D0DE17F}&quot; /&gt;&lt;/w:docPartPr&gt;&lt;w:docPartBody&gt;&lt;w:p w:rsidR=&quot;00000000&quot; w:rsidRDefault=&quot;00AE02AC&quot; w:rsidP=&quot;00AE02AC&quot;&gt;&lt;w:pPr&gt;&lt;w:pStyle w:val=&quot;4F2238E76EB64405B600D6BECFF503B2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4A8420DF3E514D7E88CA252FC936451E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574EAD31-D77F-4A57-855A-112786DAAF9F}&quot; /&gt;&lt;/w:docPartPr&gt;&lt;w:docPartBody&gt;&lt;w:p w:rsidR=&quot;00000000&quot; w:rsidRDefault=&quot;00AE02AC&quot; w:rsidP=&quot;00AE02AC&quot;&gt;&lt;w:pPr&gt;&lt;w:pStyle w:val=&quot;4A8420DF3E514D7E88CA252FC936451E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D60C3CEF79504BEA97775F183C30EF60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A5BFC54D-B75E-4A65-A03A-83A56A3359AA}&quot; /&gt;&lt;/w:docPartPr&gt;&lt;w:docPartBody&gt;&lt;w:p w:rsidR=&quot;00000000&quot; w:rsidRDefault=&quot;00AE02AC&quot; w:rsidP=&quot;00AE02AC&quot;&gt;&lt;w:pPr&gt;&lt;w:pStyle w:val=&quot;D60C3CEF79504BEA97775F183C30EF60&quot; /&gt;&lt;/w:pPr&gt;&lt;w:r w:rsidRPr=&quot;00E26835&quot;&gt;&lt;w:rPr&gt;&lt;w:rStyle w:val=&quot;PlaceholderText&quot; /&gt;&lt;/w:rPr&gt;&lt;w:t&gt;Klicken Sie hier, um Text einzugeben.&lt;/w:t&gt;&lt;/w:r&gt;&lt;/w:p&gt;&lt;/w:docPartBody&gt;&lt;/w:docPart&gt;&lt;/w:docParts&gt;&lt;/w:glossaryDocument&gt;&lt;/pkg:xmlData&gt;&lt;/pkg:part&gt;&lt;pkg:part pkg:name=&quot;/word/attachedToolbars.bin&quot; pkg:contentType=&quot;application/vnd.ms-word.attachedToolbars&quot;&gt;&lt;pkg:binaryData&gt;EgAABwYADAASAAIAQQEAAAMBAAoBAAAAKAADBw1TAGUAbgBkACAAdABvACAATQBDACYATQBTAAAM_x000d__x000a_UwBlAG4AZAAgAHQAbwAgAE0AQwBNAFMAAAAAAAALTQBzAEMAbQBzAE8AYwBNAGUAbgB1AAAAAAMB_x000d__x000a_AAAAFEMAdQBzAHQAbwBtACAAUABvAHAAdQBwACAAMQAwADQANQAzADkAMwADARMEAQAAACgAA+MA_x000d__x000a_AAANIlAAYQByAGEAZABvAGMAcwAtAEQAbwBrAHUAbQBlAG4AdAB2AGEAcgBpAGEAYgBsAGUAIABl_x000d__x000a_AGkAbgBmAPwAZwBlAG4AAAAAAAAAAAABAwEAJDwAUABhAHIAYQBkAG8AYwBzAC0ARABvAGsAdQBt_x000d__x000a_AGUAbgB0AHYAYQByAGkAYQBiAGwAZQAgAGUAaQBuAGYA/ABnAGUAbgA+AP//AAABAOMAACgAAAAA_x000d__x000a_AAEAABL5HgAA+R4AABAAAAABAI4ACQAAAAAAAgACHPkeAAAAAAAAAAAAAAAAAAAFHP/////5HgAA_x000d__x000a_ngAAAAEAswA=&lt;/pkg:binaryData&gt;&lt;/pkg:part&gt;&lt;pkg:part pkg:name=&quot;/word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zoom w:percent=&quot;100&quot; /&gt;&lt;w:proofState w:spelling=&quot;clean&quot; w:grammar=&quot;clean&quot; /&gt;&lt;w:formsDesign /&gt;&lt;w:stylePaneFormatFilter w:val=&quot;3821&quot; w:allStyles=&quot;1&quot; w:customStyles=&quot;0&quot; w:latentStyles=&quot;0&quot; w:stylesInUse=&quot;0&quot; w:headingStyles=&quot;1&quot; w:numberingStyles=&quot;0&quot; w:tableStyles=&quot;0&quot; w:directFormattingOnRuns=&quot;0&quot; w:directFormattingOnParagraphs=&quot;0&quot; w:directFormattingOnNumbering=&quot;0&quot; w:directFormattingOnTables=&quot;1&quot; w:clearFormatting=&quot;1&quot; w:top3HeadingStyles=&quot;1&quot; w:visibleStyles=&quot;0&quot; w:alternateStyleNames=&quot;0&quot; /&gt;&lt;w:defaultTabStop w:val=&quot;709&quot; /&gt;&lt;w:autoHyphenation /&gt;&lt;w:hyphenationZone w:val=&quot;425&quot; /&gt;&lt;w:drawingGridHorizontalSpacing w:val=&quot;142&quot; /&gt;&lt;w:drawingGridVerticalSpacing w:val=&quot;142&quot; /&gt;&lt;w:doNotUseMarginsForDrawingGridOrigin /&gt;&lt;w:drawingGridVerticalOrigin w:val=&quot;2608&quot; /&gt;&lt;w:noPunctuationKerning /&gt;&lt;w:characterSpacingControl w:val=&quot;doNotCompress&quot; /&gt;&lt;w:hdrShapeDefaults&gt;&lt;o:shapedefaults v:ext=&quot;edit&quot; spidmax=&quot;2049&quot; /&gt;&lt;/w:hdrShapeDefaults&gt;&lt;w:footnotePr&gt;&lt;w:footnote w:id=&quot;-1&quot; /&gt;&lt;w:footnote w:id=&quot;0&quot; /&gt;&lt;/w:footnotePr&gt;&lt;w:endnotePr&gt;&lt;w:endnote w:id=&quot;-1&quot; /&gt;&lt;w:endnote w:id=&quot;0&quot; /&gt;&lt;/w:endnotePr&gt;&lt;w:co"/>
    <w:docVar w:name="de-CH1_LanguageVersion" w:val="mpat&gt;&lt;w:compatSetting w:name=&quot;compatibilityMode&quot; w:uri=&quot;http://schemas.microsoft.com/office/word&quot; w:val=&quot;14&quot; /&gt;&lt;w:compatSetting w:name=&quot;overrideTableStyleFontSizeAndJustification&quot; w:uri=&quot;http://schemas.microsoft.com/office/word&quot; w:val=&quot;1&quot; /&gt;&lt;w:compatSetting w:name=&quot;enableOpenTypeFeatures&quot; w:uri=&quot;http://schemas.microsoft.com/office/word&quot; w:val=&quot;1&quot; /&gt;&lt;w:compatSetting w:name=&quot;doNotFlipMirrorIndents&quot; w:uri=&quot;http://schemas.microsoft.com/office/word&quot; w:val=&quot;1&quot; /&gt;&lt;/w:compat&gt;&lt;w:docVars&gt;&lt;/w:docVars&gt;&lt;w:rsids&gt;&lt;w:rsidRoot w:val=&quot;00396368&quot; /&gt;&lt;w:rsid w:val=&quot;00000A8A&quot; /&gt;&lt;w:rsid w:val=&quot;00003CCD&quot; /&gt;&lt;w:rsid w:val=&quot;0000523F&quot; /&gt;&lt;w:rsid w:val=&quot;000126E2&quot; /&gt;&lt;w:rsid w:val=&quot;00016A47&quot; /&gt;&lt;w:rsid w:val=&quot;0002211E&quot; /&gt;&lt;w:rsid w:val=&quot;00023616&quot; /&gt;&lt;w:rsid w:val=&quot;0002383A&quot; /&gt;&lt;w:rsid w:val=&quot;00024E24&quot; /&gt;&lt;w:rsid w:val=&quot;00025206&quot; /&gt;&lt;w:rsid w:val=&quot;00026181&quot; /&gt;&lt;w:rsid w:val=&quot;00026C83&quot; /&gt;&lt;w:rsid w:val=&quot;00030704&quot; /&gt;&lt;w:rsid w:val=&quot;00035D1F&quot; /&gt;&lt;w:rsid w:val=&quot;00042946&quot; /&gt;&lt;w:rsid w:val=&quot;000518F6&quot; /&gt;&lt;w:rsid w:val=&quot;00055FA6&quot; /&gt;&lt;w:rsid w:val=&quot;00056243&quot; /&gt;&lt;w:rsid w:val=&quot;000625F8&quot; /&gt;&lt;w:rsid w:val=&quot;000643A8&quot; /&gt;&lt;w:rsid w:val=&quot;000643F3&quot; /&gt;&lt;w:rsid w:val=&quot;00064826&quot; /&gt;&lt;w:rsid w:val=&quot;00064A36&quot; /&gt;&lt;w:rsid w:val=&quot;0006600F&quot; /&gt;&lt;w:rsid w:val=&quot;00075B85&quot; /&gt;&lt;w:rsid w:val=&quot;00076FD5&quot; /&gt;&lt;w:rsid w:val=&quot;00083AAC&quot; /&gt;&lt;w:rsid w:val=&quot;000850D6&quot; /&gt;&lt;w:rsid w:val=&quot;00093CA0&quot; /&gt;&lt;w:rsid w:val=&quot;00094D72&quot; /&gt;&lt;w:rsid w:val=&quot;000A127C&quot; /&gt;&lt;w:rsid w:val=&quot;000A196C&quot; /&gt;&lt;w:rsid w:val=&quot;000A1C18&quot; /&gt;&lt;w:rsid w:val=&quot;000B4E19&quot; /&gt;&lt;w:rsid w:val=&quot;000C02BB&quot; /&gt;&lt;w:rsid w:val=&quot;000C0B35&quot; /&gt;&lt;w:rsid w:val=&quot;000C2CE9&quot; /&gt;&lt;w:rsid w:val=&quot;000C3857&quot; /&gt;&lt;w:rsid w:val=&quot;000C3D56&quot; /&gt;&lt;w:rsid w:val=&quot;000C668B&quot; /&gt;&lt;w:rsid w:val=&quot;000C6B71&quot; /&gt;&lt;w:rsid w:val=&quot;000D064F&quot; /&gt;&lt;w:rsid w:val=&quot;000D64E9&quot; /&gt;&lt;w:rsid w:val=&quot;000E132D&quot; /&gt;&lt;w:rsid w:val=&quot;000E4191&quot; /&gt;&lt;w:rsid w:val=&quot;000E5D57&quot; /&gt;&lt;w:rsid w:val=&quot;000E5FE7&quot; /&gt;&lt;w:rsid w:val=&quot;000F1558&quot; /&gt;&lt;w:rsid w:val=&quot;00101339&quot; /&gt;&lt;w:rsid w:val=&quot;00102A71&quot; /&gt;&lt;w:rsid w:val=&quot;0011202D&quot; /&gt;&lt;w:rsid w:val=&quot;001129DF&quot; /&gt;&lt;w:rsid w:val=&quot;001134E9&quot; /&gt;&lt;w:rsid w:val=&quot;001145F7&quot; /&gt;&lt;w:rsid w:val=&quot;00120320&quot; /&gt;&lt;w:rsid w:val=&quot;00121ACA&quot; /&gt;&lt;w:rsid w:val=&quot;00122EB9&quot; /&gt;&lt;w:rsid w:val=&quot;001243FA&quot; /&gt;&lt;w:rsid w:val=&quot;00127277&quot; /&gt;&lt;w:rsid w:val=&quot;00127926&quot; /&gt;&lt;w:rsid w:val=&quot;00131D68&quot; /&gt;&lt;w:rsid w:val=&quot;00133DA5&quot; /&gt;&lt;w:rsid w:val=&quot;00142436&quot; /&gt;&lt;w:rsid w:val=&quot;00146982&quot; /&gt;&lt;w:rsid w:val=&quot;0014759A&quot; /&gt;&lt;w:rsid w:val=&quot;00153451&quot; /&gt;&lt;w:rsid w:val=&quot;001536FE&quot; /&gt;&lt;w:rsid w:val=&quot;001538FE&quot; /&gt;&lt;w:rsid w:val=&quot;001560B2&quot; /&gt;&lt;w:rsid w:val=&quot;00162272&quot; /&gt;&lt;w:rsid w:val=&quot;00174A1D&quot; /&gt;&lt;w:rsid w:val=&quot;0017527F&quot; /&gt;&lt;w:rsid w:val=&quot;00176E29&quot; /&gt;&lt;w:rsid w:val=&quot;001800D0&quot; /&gt;&lt;w:rsid w:val=&quot;00180184&quot; /&gt;&lt;w:rsid w:val=&quot;00184E7E&quot; /&gt;&lt;w:rsid w:val=&quot;0018569F&quot; /&gt;&lt;w:rsid w:val=&quot;001866A0&quot; /&gt;&lt;w:rsid w:val=&quot;001879B9&quot; /&gt;&lt;w:rsid w:val=&quot;00194792&quot; /&gt;&lt;w:rsid w:val=&quot;00195A1A&quot; /&gt;&lt;w:rsid w:val=&quot;00196374&quot; /&gt;&lt;w:rsid w:val=&quot;001975DE&quot; /&gt;&lt;w:rsid w:val=&quot;00197FDD&quot; /&gt;&lt;w:rsid w:val=&quot;001A05F3&quot; /&gt;&lt;w:rsid w:val=&quot;001A0E2C&quot; /&gt;&lt;w:rsid w:val=&quot;001A32E7&quot; /&gt;&lt;w:rsid w:val=&quot;001A3E26&quot; /&gt;&lt;w:rsid w:val=&quot;001A519F&quot; /&gt;&lt;w:rsid w:val=&quot;001A7525&quot; /&gt;&lt;w:rsid w:val=&quot;001B13B0&quot; /&gt;&lt;w:rsid w:val=&quot;001B219A&quot; /&gt;&lt;w:rsid w:val=&quot;001B2430&quot; /&gt;&lt;w:rsid w:val=&quot;001C4BDA&quot; /&gt;&lt;w:rsid w:val=&quot;001C5823&quot; /&gt;&lt;w:rsid w:val=&quot;001D0025&quot; /&gt;&lt;w:rsid w:val=&quot;001D15A1&quot; /&gt;&lt;w:rsid w:val=&quot;001D1737&quot; /&gt;&lt;w:rsid w:val=&quot;001D4D22&quot; /&gt;&lt;w:rsid w:val=&quot;001D4E59&quot; /&gt;&lt;w:rsid w:val=&quot;001E1A29&quot; /&gt;&lt;w:rsid w:val=&quot;001E6660&quot; /&gt;&lt;w:rsid w:val=&quot;001E7A9B&quot; /&gt;&lt;w:rsid w:val=&quot;001E7C79&quot; /&gt;&lt;w:rsid w:val=&quot;001F0A8A&quot; /&gt;&lt;w:rsid w:val=&quot;001F152B&quot; /&gt;&lt;w:rsid w:val=&quot;001F786B&quot; /&gt;&lt;w:rsid w:val=&quot;00202B7F&quot; /&gt;&lt;w:rsid w:val=&quot;002068EA&quot; /&gt;&lt;w:rsid w:val=&quot;00211F1B&quot; /&gt;&lt;w:rsid w:val=&quot;00212DA1&quot; /&gt;&lt;w:rsid w:val=&quot;00214F61&quot; /&gt;&lt;w:rsid w:val=&quot;00215BF8&quot; /&gt;&lt;w:rsid w:val=&quot;00221A13&quot; /&gt;&lt;w:rsid w:val=&quot;002373CB&quot; /&gt;&lt;w:rsid w:val=&quot;00242297&quot; /&gt;&lt;w:rsid w:val=&quot;00251029&quot; /&gt;&lt;w:rsid w:val=&quot;00252CB2&quot; /&gt;&lt;w:rsid w:val=&quot;002530C9&quot; /&gt;&lt;w:rsid w:val=&quot;00256B25&quot; /&gt;&lt;w:rsid w:val=&quot;0025739E&quot; /&gt;&lt;w:rsid w:val=&quot;00260D09&quot; /&gt;&lt;w:rsid w:val=&quot;00294E0D&quot; /&gt;&lt;w:rsid w:val=&quot;00294F45&quot; /&gt;&lt;w:rsid w:val=&quot;00295EB2&quot; /&gt;&lt;w:rsid w:val=&quot;002A0FCA&quot; /&gt;&lt;w:rsid w:val=&quot;002A1F2F&quot; /&gt;&lt;w:rsid w:val=&quot;002A26D5&quot; /&gt;&lt;w:rsid w:val=&quot;002B155D&quot; /&gt;&lt;w:rsid w:val=&quot;002B273E&quot; /&gt;&lt;w:rsid w:val=&quot;002B66F6&quot; /&gt;&lt;w:rsid w:val=&quot;002C03F7&quot; /&gt;&lt;w:rsid w:val=&quot;002C0602&quot; /&gt;&lt;w:rsid w:val=&quot;002C24F6&quot; /&gt;&lt;w:rsid w:val=&quot;002C2D21&quot; /&gt;&lt;w:rsid w:val=&quot;002C2ED2&quot; /&gt;&lt;w:rsid w:val=&quot;002C4F4D&quot; /&gt;&lt;w:rsid w:val=&quot;002C7D86&quot; /&gt;&lt;w:rsid w:val=&quot;002D68EC&quot; /&gt;&lt;w:rsid w:val=&quot;002E11F6&quot; /&gt;&lt;w:rsid w:val=&quot;002E64AB&quot; /&gt;&lt;w:rsid w:val=&quot;002F0FD6&quot; /&gt;&lt;w:rsid w:val=&quot;002F1014&quot; /&gt;&lt;w:rsid w:val=&quot;002F2484&quot; /&gt;&lt;w:rsid w:val=&quot;002F7F05&quot; /&gt;&lt;w:rsid w:val=&quot;00304B10&quot; /&gt;&lt;w:rsid w:val=&quot;00306F24&quot; /&gt;&lt;w:rsid w:val=&quot;00310BBC&quot; /&gt;&lt;w:rsid w:val=&quot;00311602&quot; /&gt;&lt;w:rsid w:val=&quot;0031188B&quot; /&gt;&lt;w:rsid w:val=&quot;003159A4&quot; /&gt;&lt;w:rsid w:val=&quot;00321184&quot; /&gt;&lt;w:rsid w:val=&quot;00322C0E&quot; /&gt;&lt;w:rsid w:val=&quot;00330B4C&quot; /&gt;&lt;w:rsid w:val=&quot;00331545&quot; /&gt;&lt;w:rsid w:val=&quot;003319A1&quot; /&gt;&lt;w:rsid w:val=&quot;003328BA&quot; /&gt;&lt;w:rsid w:val=&quot;003360D1&quot; /&gt;&lt;w:rsid w:val=&quot;0033720D&quot; /&gt;&lt;w:rsid w:val=&quot;00341B97&quot; /&gt;&lt;w:rsid w:val=&quot;003422CA&quot; /&gt;&lt;w:rsid w:val=&quot;003521BB&quot; /&gt;&lt;w:rsid w:val=&quot;003542FA&quot; /&gt;&lt;w:rsid w:val=&quot;003658EA&quot; /&gt;&lt;w:rsid w:val=&quot;0037090A&quot; /&gt;&lt;w:rsid w:val=&quot;00370C4F&quot; /&gt;&lt;w:rsid w:val=&quot;003729F0&quot; /&gt;&lt;w:rsid w:val=&quot;00376C74&quot; /&gt;&lt;w:rsid w:val=&quot;00383910&quot; /&gt;&lt;w:rsid w:val=&quot;00385818&quot; /&gt;&lt;w:rsid w:val=&quot;00385DD4&quot; /&gt;&lt;w:rsid w:val=&quot;00392DB4&quot; /&gt;&lt;w:rsid w:val=&quot;00394DA8&quot; /&gt;&lt;w:rsid w:val=&quot;00396368&quot; /&gt;&lt;w:rsid w:val=&quot;00396A9C&quot; /&gt;&lt;w:rsid w:val=&quot;003A156F&quot; /&gt;&lt;w:rsid w:val=&quot;003A3372&quot; /&gt;&lt;w:rsid w:val=&quot;003A7596&quot; /&gt;&lt;w:rsid w:val=&quot;003B0D96&quot; /&gt;&lt;w:rsid w:val=&quot;003B2348&quot; /&gt;&lt;w:rsid w:val=&quot;003B5A9F&quot; /&gt;&lt;w:rsid w:val=&quot;003B79E5&quot; /&gt;&lt;w:rsid w:val=&quot;003C0684&quot; /&gt;&lt;w:rsid w:val=&quot;003C23C6&quot; /&gt;&lt;w:rsid w:val=&quot;003C26E4&quot; /&gt;&lt;w:rsid w:val=&quot;003D1B35&quot; /&gt;&lt;w:rsid w:val=&quot;003E4D67&quot; /&gt;&lt;w:rsid w:val=&quot;003F4558&quot; /&gt;&lt;w:rsid w:val=&quot;003F73B3&quot; /&gt;&lt;w:rsid w:val=&quot;004024C6&quot; /&gt;&lt;w:rsid w:val=&quot;004032CC&quot; /&gt;&lt;w:rsid w:val=&quot;00405236&quot; /&gt;&lt;w:rsid w:val=&quot;00411041&quot; /&gt;&lt;w:rsid w:val=&quot;0041705B&quot; /&gt;&lt;w:rsid w:val=&quot;004213C0&quot; /&gt;&lt;w:rsid w:val=&quot;00421954&quot; /&gt;&lt;w:rsid w:val=&quot;00422B9C&quot; /&gt;&lt;w:rsid w:val=&quot;00423B2C&quot; /&gt;&lt;w:rsid w:val=&quot;00426979&quot; /&gt;&lt;w:rsid w:val=&quot;00431569&quot; /&gt;&lt;w:rsid w:val=&quot;004324D1&quot; /&gt;&lt;w:rsid w:val=&quot;00437A4B&quot; /&gt;&lt;w:rsid w:val=&quot;00437F2E&quot; /&gt;&lt;w:rsid w:val=&quot;004403B6&quot; /&gt;&lt;w:rsid w:val=&quot;00442EBC&quot; /&gt;&lt;w:rsid w:val=&quot;004431C9&quot; /&gt;&lt;w:rsid w:val=&quot;0045468D&quot; /&gt;&lt;w:rsid w:val=&quot;004562B4&quot; /&gt;&lt;w:rsid w:val=&quot;004563C6&quot; /&gt;&lt;w:rsid w:val=&quot;00456AC1&quot; /&gt;&lt;w:rsid w:val=&quot;00460EFA&quot; /&gt;&lt;w:rsid w:val=&quot;004632CC&quot; /&gt;&lt;w:rsid w:val=&quot;00464B3D&quot; /&gt;&lt;w:rsid w:val=&quot;0047145A&quot; /&gt;&lt;w:rsid w:val=&quot;0047687F&quot; /&gt;&lt;w:rsid w:val=&quot;00482A04&quot; /&gt;&lt;w:rsid w:val=&quot;00483483&quot; /&gt;&lt;w:rsid w:val=&quot;004838BC&quot; /&gt;&lt;w:rsid w:val=&quot;00484F7D&quot; /&gt;&lt;w:rsid w:val=&quot;00487503&quot; /&gt;&lt;w:rsid w:val=&quot;00491FB2&quot; /&gt;&lt;w:rsid w:val=&quot;004A1E62&quot; /&gt;&lt;w:rsid w:val=&quot;004A6B3D&quot; /&gt;&lt;w:rsid w:val=&quot;004A7DC9&quot; /&gt;&lt;w:rsid w:val=&quot;004B0718&quot; /&gt;&lt;w:rsid w:val=&quot;004B3DD3&quot; /&gt;&lt;w:rsid w:val=&quot;004B46DC&quot; /&gt;&lt;w:rsid w:val=&quot;004C1FB1&quot; /&gt;&lt;w:rsid w:val=&quot;004C5DE6&quot; /&gt;&lt;w:rsid w:val=&quot;004C62B9&quot; /&gt;&lt;w:rsid w:val=&quot;004D2594&quot; /&gt;&lt;w:rsid w:val=&quot;004D2A46&quot; /&gt;&lt;w:rsid w:val=&quot;004D4FD3&quot; /&gt;&lt;w:rsid w:val=&quot;004E0195&quot; /&gt;&lt;w:rsid w:val=&quot;004E2F92&quot; /&gt;&lt;w:rsid w:val=&quot;004E77A0&quot; /&gt;&lt;w:rsid w:val=&quot;004F309C&quot; /&gt;&lt;w:rsid w:val=&quot;004F31BA&quot; /&gt;&lt;w:rsid w:val=&quot;00500AB9&quot; /&gt;&lt;w:rsid w:val=&quot;00501BF8&quot; /&gt;&lt;w:rsid w:val=&quot;00502017&quot; /&gt;&lt;w:rsid w:val=&quot;00502D9E&quot; /&gt;&lt;w:rsid w:val=&quot;00520C78&quot; /&gt;&lt;w:rsid w:val=&quot;0052127B&quot; /&gt;&lt;w:rsid w:val=&quot;00530126&quot; /&gt;&lt;w:rsid w:val=&quot;005313AB&quot; /&gt;&lt;w:rsid w:val=&quot;005335A2&quot; /&gt;&lt;w:rsid w:val=&quot;005338C0&quot; /&gt;&lt;w:rsid w:val=&quot;00534329&quot; /&gt;&lt;w:rsid w:val=&quot;00537306&quot; /&gt;&lt;w:rsid w:val=&quot;00537AD4&quot; /&gt;&lt;w:rsid w:val=&quot;0054487D&quot; /&gt;&lt;w:rsid w:val=&quot;005602F7&quot; /&gt;&lt;w:rsid w:val=&quot;00575C0A&quot; /&gt;&lt;w:rsid w:val=&quot;0057611B&quot; /&gt;&lt;w:rsid w:val=&quot;00577BBA&quot; /&gt;&lt;w:rsid w:val=&quot;00583311&quot; /&gt;&lt;w:rsid w:val=&quot;005915E1&quot; /&gt;&lt;w:rsid w:val=&quot;00593F93&quot; /&gt;&lt;w:rsid w:val=&quot;00596A2F&quot; /&gt;&lt;w:rsid w:val=&quot;005A124F&quot; /&gt;&lt;w:rsid w:val=&quot;005A2BDA&quot; /&gt;&lt;w:rsid w:val=&quot;005A4054&quot; /&gt;&lt;w:rsid w:val=&quot;005A46BF&quot; /&gt;&lt;w:rsid w:val=&quot;005B2A06&quot; /&gt;&lt;w:rsid w:val=&quot;005B5413&quot; /&gt;&lt;w:rsid w:val=&quot;005B61EC&quot; /&gt;&lt;w:rsid w:val=&quot;005C404F&quot; /&gt;&lt;w:rsid w:val=&quot;005C551C&quot; /&gt;&lt;w:rsid w:val=&quot;005C5DC1&quot; /&gt;&lt;w:rsid w:val=&quot;005D0845&quot; /&gt;&lt;w:rsid w:val=&quot;005D391E&quot; /&gt;&lt;w:rsid w:val=&quot;005D7D80&quot; /&gt;&lt;w:rsid w:val=&quot;005E283B&quot; /&gt;&lt;w:rsid w:val=&quot;005E403B&quot; /&gt;&lt;w:rsid w:val=&quot;005E5838&quot; /&gt;&lt;w:rsid w:val=&quot;005E628B&quot; /&gt;&lt;w:rsid w:val=&quot;005F2EF5&quot; /&gt;&lt;w:rsid w:val=&quot;005F459D&quot; /&gt;&lt;w:rsid w:val=&quot;005F60EF&quot; /&gt;&lt;w:rsid w:val=&quot;005F6161&quot; /&gt;&lt;w:rsid w:val=&quot;005F7E31&quot; /&gt;&lt;w:rsid w:val=&quot;00601B37&quot; /&gt;&lt;w:rsid w:val=&quot;00603106&quot; /&gt;&lt;w:rsid w:val=&quot;0060513D&quot; /&gt;&lt;w:rsid w:val=&quot;0060764B&quot; /&gt;&lt;w:rsid w:val=&quot;00607CCC&quot; /&gt;&lt;w:rsid w:val=&quot;00621306&quot; /&gt;&lt;w:rsid w:val=&quot;00627059&quot; /&gt;&lt;w:rsid w:val=&quot;00642AC7&quot; /&gt;&lt;w:rsid w:val=&quot;00645957&quot; /&gt;&lt;w:rsid w:val=&quot;006466E5&quot; /&gt;&lt;w:rsid w:val=&quot;00652EA9&quot; /&gt;&lt;w:rsid w:val=&quot;00664FFD&quot; /&gt;&lt;w:rsid w:val=&quot;006742BB&quot; /&gt;&lt;w:rsid w:val=&quot;00675665&quot; /&gt;&lt;w:rsid w:val=&quot;00677D22&quot; /&gt;&lt;w:rsid w:val=&quot;00680DFF&quot; /&gt;&lt;w:rsid w:val=&quot;00681017&quot; /&gt;&lt;w:rsid w:val=&quot;00683C9A&quot; /&gt;&lt;w:rsid w:val=&quot;00690E7E&quot; /&gt;&lt;w:rsid w:val=&quot;006A0847&quot; /&gt;&lt;w:rsid w:val=&quot;006C7E98&quot; /&gt;&lt;w:rsid w:val=&quot;006D02FF&quot; /&gt;&lt;w:rsid w:val=&quot;006D458C&quot; /&gt;&lt;w:rsid w:val=&quot;006D63B6&quot; /&gt;&lt;w:rsid w:val=&quot;006E1464&quot; /&gt;&lt;w:rsid w:val=&quot;006F203D&quot; /&gt;&lt;w:rsid w:val=&quot;006F557B&quot; /&gt;&lt;w:rsid w:val=&quot;006F6403&quot; /&gt;&lt;w:rsid w:val=&quot;00711A69&quot; /&gt;&lt;w:rsid w:val=&quot;0073209E&quot; /&gt;&lt;w:rsid w:val=&quot;007326ED&quot; /&gt;&lt;w:rsid w:val=&quot;007403BA&quot; /&gt;&lt;w:rsid w:val=&quot;00747C95&quot; /&gt;&lt;w:rsid w:val=&quot;00750247&quot; /&gt;&lt;w:rsid w:val=&quot;007508D2&quot; /&gt;&lt;w:rsid w:val=&quot;0075378A&quot; /&gt;&lt;w:rsid w:val=&quot;00753C42&quot; /&gt;&lt;w:rsid w:val=&quot;00753D10&quot; /&gt;&lt;w:rsid w:val=&quot;00754B2A&quot; /&gt;&lt;w:rsid w:val=&quot;00754B60&quot; /&gt;&lt;w:rsid w:val=&quot;00755BD4&quot; /&gt;&lt;w:rsid w:val=&quot;00756BA3&quot; /&gt;&lt;w:rsid w:val=&quot;0077051F&quot; /&gt;&lt;w:rsid w:val=&quot;00770D01&quot; /&gt;&lt;w:rsid w:val=&quot;00776349&quot; /&gt;&lt;w:rsid w:val=&quot;00780855&quot; /&gt;&lt;w:rsid w:val=&quot;00781BC1&quot; /&gt;&lt;w:rsid w:val=&quot;00784155&quot; /&gt;&lt;w:rsid w:val=&quot;00784244&quot; /&gt;&lt;w:rsid w:val=&quot;00790D8D&quot; /&gt;&lt;w:rsid w:val=&quot;007920C3&quot; /&gt;&lt;w:rsid w:val=&quot;0079582A&quot; /&gt;&lt;w:rsid w:val=&quot;00796A96&quot; /&gt;&lt;w:rsid w:val=&quot;00796DBA&quot; /&gt;&lt;w:rsid w:val=&quot;007A30C6&quot; /&gt;&lt;w:rsid w:val=&quot;007A5119&quot; /&gt;&lt;w:rsid w:val=&quot;007A5168&quot; /&gt;&lt;w:rsid w:val=&quot;007A5993&quot; /&gt;&lt;w:rsid w:val=&quot;007A633D&quot; /&gt;&lt;w:rsid w:val=&quot;007A6824&quot; /&gt;&lt;w:rsid w:val=&quot;007B289D&quot; /&gt;&lt;w:rsid w:val=&quot;007B2C78&quot; /&gt;&lt;w:rsid w:val=&quot;007B678A&quot; /&gt;&lt;w:rsid w:val=&quot;007B7A0D&quot; /&gt;&lt;w:rsid w:val=&quot;007C57BD&quot; /&gt;&lt;w:rsid w:val=&quot;007D2816&quot; /&gt;&lt;w:rsid w:val=&quot;007D2BBB&quot; /&gt;&lt;w:rsid w:val=&quot;007D4B4B&quot; /&gt;&lt;w:rsid w:val=&quot;007D6BBB&quot; /&gt;&lt;w:rsid w:val=&quot;007E6AFB&quot; /&gt;&lt;w:rsid w:val=&quot;007F22AE&quot; /&gt;&lt;w:rsid w:val=&quot;007F4E3E&quot; /&gt;&lt;w:rsid w:val=&quot;007F64CB&quot; /&gt;&lt;w:rsid w:val=&quot;007F6737&quot; /&gt;&lt;w:rsid w:val=&quot;00805079&quot; /&gt;&lt;w:rsid w:val=&quot;00805FDB&quot; /&gt;&lt;w:rsid w:val=&quot;008119EB&quot; /&gt;&lt;w:rsid w:val=&quot;00815985&quot; /&gt;&lt;w:rsid w:val=&quot;008159AF&quot; /&gt;&lt;w:rsid w:val=&quot;00820226&quot; /&gt;&lt;w:rsid w:val=&quot;00821329&quot; /&gt;&lt;w:rsid w:val=&quot;00821D91&quot; /&gt;&lt;w:rsid w:val=&quot;00826A9E&quot; /&gt;&lt;w:rsid w:val=&quot;00831663&quot; /&gt;&lt;w:rsid w:val=&quot;00831EB8&quot; /&gt;&lt;w:rsid w:val=&quot;00841C1C&quot; /&gt;&lt;w:rsid w:val=&quot;0084282A&quot; /&gt;&lt;w:rsid w:val=&quot;00860BD3&quot; /&gt;&lt;w:rsid w:val=&quot;00860F92&quot; /&gt;&lt;w:rsid w:val=&quot;00861FD2&quot; /&gt;&lt;w:rsid w:val=&quot;00863E06&quot; /&gt;&lt;w:rsid w:val=&quot;0086513C&quot; /&gt;&lt;w:rsid w:val=&quot;00867853&quot; /&gt;&lt;w:rsid w:val=&quot;00875F70&quot; /&gt;&lt;w:rsid w:val=&quot;00876544&quot; /&gt;&lt;w:rsid w:val=&quot;008820CD&quot; /&gt;&lt;w:rsid w:val=&quot;008A1868&quot; /&gt;&lt;w:rsid w:val=&quot;008A566D&quot; /&gt;&lt;w:rsid w:val=&quot;008B049D&quot; /&gt;&lt;w:rsid w:val=&quot;008B06D1&quot; /&gt;&lt;w:rsid w:val=&quot;008B66E1&quot; /&gt;&lt;w:rsid w:val=&quot;008B7C7D&quot; /&gt;&lt;w:rsid w:val=&quot;008C04D9&quot; /&gt;&lt;w:rsid w:val=&quot;008C5467&quot; /&gt;&lt;w:rsid w:val=&quot;008D1EE9&quot; /&gt;&lt;w:rsid w:val=&quot;008D37D4&quot; /&gt;&lt;w:rsid w:val=&quot;008D399F&quot; /&gt;&lt;w:rsid w:val=&quot;008E0103&quot; /&gt;&lt;w:rsid w:val=&quot;008F1AA9&quot; /&gt;&lt;w:rsid w:val=&quot;008F3659&quot; /&gt;&lt;w:rsid w:val=&quot;0090257B&quot; /&gt;&lt;w:rsid w:val=&quot;00904A26&quot; /&gt;&lt;w:rsid w:val=&quot;00915C2F&quot; /&gt;&lt;w:rsid w:val=&quot;009238EC&quot; /&gt;&lt;w:rsid w:val=&quot;0094134F&quot; /&gt;&lt;w:rsid w:val=&quot;00942FC3&quot; /&gt;&lt;w:rsid w:val=&quot;009433B3&quot; /&gt;&lt;w:rsid w:val=&quot;009444EA&quot; /&gt;&lt;w:rsid w:val=&quot;00946790&quot; /&gt;&lt;w:rsid w:val=&quot;00947552&quot; /&gt;&lt;w:rsid w:val=&quot;00953EDC&quot; /&gt;&lt;w:rsid w:val=&quot;009635E0&quot; /&gt;&lt;w:rsid w:val=&quot;00965063&quot; /&gt;&lt;w:rsid w:val=&quot;00973E18&quot; /&gt;&lt;w:rsid w:val=&quot;00977AA0&quot; /&gt;&lt;w:rsid w:val=&quot;00977DD2&quot; /&gt;&lt;w:rsid w:val=&quot;0098155C&quot; /&gt;&lt;w:rsid w:val=&quot;00987908&quot; /&gt;&lt;w:rsid w:val=&quot;00993399&quot; /&gt;&lt;w:rsid w:val=&quot;00995B86&quot; /&gt;&lt;w:rsid w:val=&quot;0099692F&quot; /&gt;&lt;w:rsid w:val=&quot;009A3D4B&quot; /&gt;&lt;w:rsid w:val=&quot;009B1B43&quot; /&gt;&lt;w:rsid w:val=&quot;009B6E90&quot; /&gt;&lt;w:rsid w:val=&quot;009B740A&quot; /&gt;&lt;w:rsid w:val=&quot;009B78F8&quot; /&gt;&lt;w:rsid w:val=&quot;009C106B&quot; /&gt;&lt;w:rsid w:val=&quot;009C218A&quot; /&gt;&lt;w:rsid w:val=&quot;009C3C1A&quot; /&gt;&lt;w:rsid w:val=&quot;009D0507&quot; /&gt;&lt;w:rsid w:val=&quot;009D2745&quot; /&gt;&lt;w:rsid w:val=&quot;009D412B&quot; /&gt;&lt;w:rsid w:val=&quot;009D6A02&quot; /&gt;&lt;w:rsid w:val=&quot;009D6C7A&quot; /&gt;&lt;w:rsid w:val=&quot;009D75B7&quot; /&gt;&lt;w:rsid w:val=&quot;009E4450&quot; /&gt;&lt;w:rsid w:val=&quot;009E5630&quot; /&gt;&lt;w:rsid w:val=&quot;009E668D&quot; /&gt;&lt;w:rsid w:val=&quot;009E7466&quot; /&gt;&lt;w:rsid w:val=&quot;009F5C0F&quot; /&gt;&lt;w:rsid w:val=&quot;009F5F6E&quot; /&gt;&lt;w:rsid w:val=&quot;00A00074&quot; /&gt;&lt;w:rsid w:val=&quot;00A04E9C&quot; /&gt;&lt;w:rsid w:val=&quot;00A0547F&quot; /&gt;&lt;w:rsid w:val=&quot;00A060C1&quot; /&gt;&lt;w:rsid w:val=&quot;00A06D3F&quot; /&gt;&lt;w:rsid w:val=&quot;00A07FCE&quot; /&gt;&lt;w:rsid w:val=&quot;00A141C1&quot; /&gt;&lt;w:rsid w:val=&quot;00A16D60&quot; /&gt;&lt;w:rsid w:val=&quot;00A20324&quot; /&gt;&lt;w:rsid w:val=&quot;00A21722&quot; /&gt;&lt;w:rsid w:val=&quot;00A268EB&quot; /&gt;&lt;w:rsid w:val=&quot;00A36599&quot; /&gt;&lt;w:rsid w:val=&quot;00A424A2&quot; /&gt;&lt;w:rsid w:val=&quot;00A433D8&quot; /&gt;&lt;w:rsid w:val=&quot;00A43D97&quot; /&gt;&lt;w:rsid w:val=&quot;00A44F68&quot; /&gt;&lt;w:rsid w:val=&quot;00A4513A&quot; /&gt;&lt;w:rsid w:val=&quot;00A465F3&quot; /&gt;&lt;w:rsid w:val=&quot;00A4792C&quot; /&gt;&lt;w:rsid w:val=&quot;00A57430&quot; /&gt;&lt;w:rsid w:val=&quot;00A65470&quot; /&gt;&lt;w:rsid w:val=&quot;00A658C5&quot; /&gt;&lt;w:rsid w:val=&quot;00A658DB&quot; /&gt;&lt;w:rsid w:val=&quot;00A66379&quot; /&gt;&lt;w:rsid w:val=&quot;00A66FC6&quot; /&gt;&lt;w:rsid w:val=&quot;00A71938&quot; /&gt;&lt;w:rsid w:val=&quot;00A74BD8&quot; /&gt;&lt;w:rsid w:val=&quot;00A75F98&quot; /&gt;&lt;w:rsid w:val=&quot;00A77597&quot; /&gt;&lt;w:rsid w:val=&quot;00A80C7F&quot; /&gt;&lt;w:rsid w:val=&quot;00A81777&quot; /&gt;&lt;w:rsid w:val=&quot;00A81800&quot; /&gt;&lt;w:rsid w:val=&quot;00A90AA0&quot; /&gt;&lt;w:rsid w:val=&quot;00A93458&quot; /&gt;&lt;w:rsid w:val=&quot;00A94F7A&quot; /&gt;&lt;w:rsid w:val=&quot;00A95C3C&quot; /&gt;&lt;w:rsid w:val=&quot;00AA1DC2&quot; /&gt;&lt;w:rsid w:val=&quot;00AA2B72&quot; /&gt;&lt;w:rsid w:val=&quot;00AA2FCA&quot; /&gt;&lt;w:rsid w:val=&quot;00AA37A4&quot; /&gt;&lt;w:rsid w:val=&quot;00AB1091&quot; /&gt;&lt;w:rsid w:val=&quot;00AB1277&quot; /&gt;&lt;w:rsid w:val=&quot;00AB2C21&quot; /&gt;&lt;w:rsid w:val=&quot;00AB57EC&quot; /&gt;&lt;w:rsid w:val=&quot;00AC6EEE&quot; /&gt;&lt;w:rsid w:val=&quot;00AC71CE&quot; /&gt;&lt;w:rsid w:val=&quot;00AC7887&quot; /&gt;&lt;w:rsid w:val=&quot;00AF373E&quot; /&gt;&lt;w:rsid w:val=&quot;00B001B4&quot; /&gt;&lt;w:rsid w:val=&quot;00B005BC&quot; /&gt;&lt;w:rsid w:val=&quot;00B014CF&quot; /&gt;&lt;w:rsid w:val=&quot;00B019A0&quot; /&gt;&lt;w:rsid w:val=&quot;00B10644&quot; /&gt;&lt;w:rsid w:val=&quot;00B13F03&quot; /&gt;&lt;w:rsid w:val=&quot;00B21676&quot; /&gt;&lt;w:rsid w:val=&quot;00B33014&quot; /&gt;&lt;w:rsid w:val=&quot;00B3488D&quot; /&gt;&lt;w:rsid w:val=&quot;00B35219&quot; /&gt;&lt;w:rsid w:val=&quot;00B41F57&quot; /&gt;&lt;w:rsid w:val=&quot;00B43B6B&quot; /&gt;&lt;w:rsid w:val=&quot;00B510CD&quot; /&gt;&lt;w:rsid w:val=&quot;00B55821&quot; /&gt;&lt;w:rsid w:val=&quot;00B63246&quot; /&gt;&lt;w:rsid w:val=&quot;00B63BE7&quot; /&gt;&lt;w:rsid w:val=&quot;00B675CC&quot; /&gt;&lt;w:rsid w:val=&quot;00B70C82&quot; /&gt;&lt;w:rsid w:val=&quot;00B71E7A&quot; /&gt;&lt;w:rsid w:val=&quot;00B80464&quot; /&gt;&lt;w:rsid w:val=&quot;00B8489C&quot; /&gt;&lt;w:rsid w:val=&quot;00B91715&quot; /&gt;&lt;w:rsid w:val=&quot;00B95B30&quot; /&gt;&lt;w:rsid w:val=&quot;00BA2755&quot; /&gt;&lt;w:rsid w:val=&quot;00BA2F84&quot; /&gt;&lt;w:rsid w:val=&quot;00BC19B7&quot; /&gt;&lt;w:rsid w:val=&quot;00BC4342&quot; /&gt;&lt;w:rsid w:val=&quot;00BD033C&quot; /&gt;&lt;w:rsid w:val=&quot;00BD114E&quot; /&gt;&lt;w:rsid w:val=&quot;00BD124C&quot; /&gt;&lt;w:rsid w:val=&quot;00BD16CD&quot; /&gt;&lt;w:rsid w:val=&quot;00BD1E0D&quot; /&gt;&lt;w:rsid w:val=&quot;00BD1E2B&quot; /&gt;&lt;w:rsid w:val=&quot;00BD4CA2&quot; /&gt;&lt;w:rsid w:val=&quot;00BD5416&quot; /&gt;&lt;w:rsid w:val=&quot;00BE027D&quot; /&gt;&lt;w:rsid w:val=&quot;00BE04FB&quot; /&gt;&lt;w:rsid w:val=&quot;00BE1FB1&quot; /&gt;&lt;w:rsid w:val=&quot;00BE6079&quot; /&gt;&lt;w:rsid w:val=&quot;00BF2651&quot; /&gt;&lt;w:rsid w:val=&quot;00BF2CF8&quot; /&gt;&lt;w:rsid w:val=&quot;00BF4771&quot; /&gt;&lt;w:rsid w:val=&quot;00BF7161&quot; /&gt;&lt;w:rsid w:val=&quot;00C00FD9&quot; /&gt;&lt;w:rsid w:val=&quot;00C02365&quot; /&gt;&lt;w:rsid w:val=&quot;00C07BB2&quot; /&gt;&lt;w:rsid w:val=&quot;00C122B7&quot; /&gt;&lt;w:rsid w:val=&quot;00C168E4&quot; /&gt;&lt;w:rsid w:val=&quot;00C17210&quot; /&gt;&lt;w:rsid w:val=&quot;00C2385D&quot; /&gt;&lt;w:rsid w:val=&quot;00C253C5&quot; /&gt;&lt;w:rsid w:val=&quot;00C32754&quot; /&gt;&lt;w:rsid w:val=&quot;00C328CA&quot; /&gt;&lt;w:rsid w:val=&quot;00C34DCC&quot; /&gt;&lt;w:rsid w:val=&quot;00C35EEB&quot; /&gt;&lt;w:rsid w:val=&quot;00C4164E&quot; /&gt;&lt;w:rsid w:val=&quot;00C42F9D&quot; /&gt;&lt;w:rsid w:val=&quot;00C445F8&quot; /&gt;&lt;w:rsid w:val=&quot;00C51B2F&quot; /&gt;&lt;w:rsid w:val=&quot;00C528F1&quot; /&gt;&lt;w:rsid w:val=&quot;00C52EBC&quot; /&gt;&lt;w:rsid w:val=&quot;00C5383C&quot; /&gt;&lt;w:rsid w:val=&quot;00C54F77&quot; /&gt;&lt;w:rsid w:val=&quot;00C55E31&quot; /&gt;&lt;w:rsid w:val=&quot;00C56EF3&quot; /&gt;&lt;w:rsid w:val=&quot;00C57650&quot; /&gt;&lt;w:rsid w:val=&quot;00C82437&quot; /&gt;&lt;w:rsid w:val=&quot;00C83BC0&quot; /&gt;&lt;w:rsid w:val=&quot;00C901D2&quot; /&gt;&lt;w:rsid w:val=&quot;00C920E2&quot; /&gt;&lt;w:rsid w:val=&quot;00C954D3&quot; /&gt;&lt;w:rsid w:val=&quot;00C95C7B&quot; /&gt;&lt;w:rsid w:val=&quot;00CA14A9&quot; /&gt;&lt;w:rsid w:val=&quot;00CA2D74&quot; /&gt;&lt;w:rsid w:val=&quot;00CA39F2&quot; /&gt;&lt;w:rsid w:val=&quot;00CB1452&quot; /&gt;&lt;w:rsid w:val=&quot;00CB23B0&quot; /&gt;&lt;w:rsid w:val=&quot;00CB4EFE&quot; /&gt;&lt;w:rsid w:val=&quot;00CC2E2A&quot; /&gt;&lt;w:rsid w:val=&quot;00CC3C7A&quot; /&gt;&lt;w:rsid w:val=&quot;00CD3095&quot; /&gt;&lt;w:rsid w:val=&quot;00CE0ACB&quot; /&gt;&lt;w:rsid w:val=&quot;00CE649C&quot; /&gt;&lt;w:rsid w:val=&quot;00CF293F&quot; /&gt;&lt;w:rsid w:val=&quot;00CF60C9&quot; /&gt;&lt;w:rsid w:val=&quot;00CF6730&quot; /&gt;&lt;w:rsid w:val=&quot;00D00D9B&quot; /&gt;&lt;w:rsid w:val=&quot;00D00EF9&quot; /&gt;&lt;w:rsid w:val=&quot;00D02C2E&quot; /&gt;&lt;w:rsid w:val=&quot;00D02E0C&quot; /&gt;&lt;w:rsid w:val=&quot;00D03328&quot; /&gt;&lt;w:rsid w:val=&quot;00D056FA&quot; /&gt;&lt;w:rsid w:val=&quot;00D076FC&quot; /&gt;&lt;w:rsid w:val=&quot;00D12C1F&quot; /&gt;&lt;w:rsid w:val=&quot;00D15848&quot; /&gt;&lt;w:rsid w:val=&quot;00D17B22&quot; /&gt;&lt;w:rsid w:val=&quot;00D17D44&quot; /&gt;&lt;w:rsid w:val=&quot;00D244E6&quot; /&gt;&lt;w:rsid w:val=&quot;00D24F87&quot; /&gt;&lt;w:rsid w:val=&quot;00D27739&quot; /&gt;&lt;w:rsid w:val=&quot;00D278AD&quot; /&gt;&lt;w:rsid w:val=&quot;00D433FC&quot; /&gt;&lt;w:rsid w:val=&quot;00D506EB&quot; /&gt;&lt;w:rsid w:val=&quot;00D556AC&quot; /&gt;&lt;w:rsid w:val=&quot;00D558C0&quot; /&gt;&lt;w:rsid w:val=&quot;00D60822&quot; /&gt;&lt;w:rsid w:val=&quot;00D623BD&quot; /&gt;&lt;w:rsid w:val=&quot;00D63E5C&quot; /&gt;&lt;w:rsid w:val=&quot;00D67A96&quot; /&gt;&lt;w:rsid w:val=&quot;00D70B4C&quot; /&gt;&lt;w:rsid w:val=&quot;00D72C8A&quot; /&gt;&lt;w:rsid w:val=&quot;00D8402E&quot; /&gt;&lt;w:rsid w:val=&quot;00D92052&quot; /&gt;&lt;w:rsid w:val=&quot;00DA3E3D&quot; /&gt;&lt;w:rsid w:val=&quot;00DA5BB1&quot; /&gt;&lt;w:rsid w:val=&quot;00DB409C&quot; /&gt;&lt;w:rsid w:val=&quot;00DB52EE&quot; /&gt;&lt;w:rsid w:val=&quot;00DC1F78&quot; /&gt;&lt;w:rsid w:val=&quot;00DC3B16&quot; /&gt;&lt;w:rsid w:val=&quot;00DC67C0&quot; /&gt;&lt;w:rsid w:val=&quot;00DD0418&quot; /&gt;&lt;w:rsid w:val=&quot;00DD1F8E&quot; /&gt;&lt;w:rsid w:val=&quot;00DD650B&quot; /&gt;&lt;w:rsid w:val=&quot;00DD69A5&quot; /&gt;&lt;w:rsid w:val=&quot;00DD73B1&quot; /&gt;&lt;w:rsid w:val=&quot;00DD745C&quot; /&gt;&lt;w:rsid w:val=&quot;00DD75A2&quot; /&gt;&lt;w:rsid w:val=&quot;00DD7687&quot; /&gt;&lt;w:rsid w:val=&quot;00DE0E63&quot; /&gt;&lt;w:rsid w:val=&quot;00DF0714&quot; /&gt;&lt;w:rsid w:val=&quot;00DF3480&quot; /&gt;&lt;w:rsid w:val=&quot;00DF4393&quot; /&gt;&lt;w:rsid w:val=&quot;00DF45FB&quot; /&gt;&lt;w:rsid w:val=&quot;00E05988&quot; /&gt;&lt;w:rsid w:val=&quot;00E0792C&quot; /&gt;&lt;w:rsid w:val=&quot;00E11D32&quot; /&gt;&lt;w:rsid w:val=&quot;00E12884&quot; /&gt;&lt;w:rsid w:val=&quot;00E15F35&quot; /&gt;&lt;w:rsid w:val=&quot;00E1663E&quot; /&gt;&lt;w:rsid w:val=&quot;00E2136A&quot; /&gt;&lt;w:rsid w:val=&quot;00E27A64&quot; /&gt;&lt;w:rsid w:val=&quot;00E30749&quot; /&gt;&lt;w:rsid w:val=&quot;00E32A3D&quot; /&gt;&lt;w:rsid w:val=&quot;00E445FF&quot; /&gt;&lt;w:rsid w:val=&quot;00E544AD&quot; /&gt;&lt;w:rsid w:val=&quot;00E65B53&quot; /&gt;&lt;w:rsid w:val=&quot;00E66C7B&quot; /&gt;&lt;w:rsid w:val=&quot;00E716F9&quot; /&gt;&lt;w:rsid w:val=&quot;00E733CC&quot; /&gt;&lt;w:rsid w:val=&quot;00E74FC2&quot; /&gt;&lt;w:rsid w:val=&quot;00E77457&quot; /&gt;&lt;w:rsid w:val=&quot;00E82582&quot; /&gt;&lt;w:rsid w:val=&quot;00E83DCC&quot; /&gt;&lt;w:rsid w:val=&quot;00E84ED7&quot; /&gt;&lt;w:rsid w:val=&quot;00E863D2&quot; /&gt;&lt;w:rsid w:val=&quot;00E86D85&quot; /&gt;&lt;w:rsid w:val=&quot;00E93133&quot; /&gt;&lt;w:rsid w:val=&quot;00E94068&quot; /&gt;&lt;w:rsid w:val=&quot;00E958DB&quot; /&gt;&lt;w:rsid w:val=&quot;00E9704D&quot; /&gt;&lt;w:rsid w:val=&quot;00EA0770&quot; /&gt;&lt;w:rsid w:val=&quot;00EA25FC&quot; /&gt;&lt;w:rsid w:val=&quot;00EB11F4&quot; /&gt;&lt;w:rsid w:val=&quot;00EC038D&quot; /&gt;&lt;w:rsid w:val=&quot;00EC425C&quot; /&gt;&lt;w:rsid w:val=&quot;00EC4533&quot; /&gt;&lt;w:rsid w:val=&quot;00ED3A47&quot; /&gt;&lt;w:rsid w:val=&quot;00ED541B&quot; /&gt;&lt;w:rsid w:val=&quot;00EE077A&quot; /&gt;&lt;w:rsid w:val=&quot;00EE2069&quot; /&gt;&lt;w:rsid w:val=&quot;00EF1A4F&quot; /&gt;&lt;w:rsid w:val=&quot;00EF6C38&quot; /&gt;&lt;w:rsid w:val=&quot;00F01543&quot; /&gt;&lt;w:rsid w:val=&quot;00F060B4&quot; /&gt;&lt;w:rsid w:val=&quot;00F11D6D&quot; /&gt;&lt;w:rsid w:val=&quot;00F22E91&quot; /&gt;&lt;w:rsid w:val=&quot;00F266A3&quot; /&gt;&lt;w:rsid w:val=&quot;00F3252E&quot; /&gt;&lt;w:rsid w:val=&quot;00F4337C&quot; /&gt;&lt;w:rsid w:val=&quot;00F44145&quot; /&gt;&lt;w:rsid w:val=&quot;00F446F6&quot; /&gt;&lt;w:rsid w:val=&quot;00F45495&quot; /&gt;&lt;w:rsid w:val=&quot;00F461AE&quot; /&gt;&lt;w:rsid w:val=&quot;00F46A04&quot; /&gt;&lt;w:rsid w:val=&quot;00F51F0A&quot; /&gt;&lt;w:rsid w:val=&quot;00F655D5&quot; /&gt;&lt;w:rsid w:val=&quot;00F66BCC&quot; /&gt;&lt;w:rsid w:val=&quot;00F67D02&quot; /&gt;&lt;w:rsid w:val=&quot;00F7253B&quot; /&gt;&lt;w:rsid w:val=&quot;00F77564&quot; /&gt;&lt;w:rsid w:val=&quot;00F82A43&quot; /&gt;&lt;w:rsid w:val=&quot;00F9039B&quot; /&gt;&lt;w:rsid w:val=&quot;00F91972&quot; /&gt;&lt;w:rsid w:val=&quot;00F93A76&quot; /&gt;&lt;w:rsid w:val=&quot;00F9785A&quot; /&gt;&lt;w:rsid w:val=&quot;00FA0FEA&quot; /&gt;&lt;w:rsid w:val=&quot;00FA1C52&quot; /&gt;&lt;w:rsid w:val=&quot;00FA2E16&quot; /&gt;&lt;w:rsid w:val=&quot;00FC2BC5&quot; /&gt;&lt;w:rsid w:val=&quot;00FD15A7&quot; /&gt;&lt;w:rsid w:val=&quot;00FE02AF&quot; /&gt;&lt;w:rsid w:val=&quot;00FE1A69&quot; /&gt;&lt;w:rsid w:val=&quot;00FF055D&quot; /&gt;&lt;w:rsid w:val=&quot;00FF5AA8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de-CH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oNotIncludeSubdocsInStats /&gt;&lt;w:shapeDefaults&gt;&lt;o:shapedefaults v:ext=&quot;edit&quot; spidmax=&quot;2049&quot; /&gt;&lt;o:shapelayout v:ext=&quot;edit&quot;&gt;&lt;o:idmap v:ext=&quot;edit&quot; data=&quot;1&quot; /&gt;&lt;/o:shapelayout&gt;&lt;/w:shapeDefaults&gt;&lt;w:decimalSymbol w:val=&quot;.&quot; /&gt;&lt;w:listSeparator w:val=&quot;;&quot; /&gt;&lt;/w:settings&gt;&lt;/pkg:xmlData&gt;&lt;/pkg:part&gt;&lt;pkg:part pkg:name=&quot;/word/glossary/_rels/document.xml.rels&quot; pkg:contentType=&quot;application/vnd.openxmlformats-package.relationships+xml&quot;&gt;&lt;pkg:xmlData&gt;&lt;Relationships xmlns=&quot;http://schemas.openxmlformats.org/package/2006/relationships&quot;&gt;&lt;Relationship Id=&quot;rId3&quot; Type=&quot;http://schemas.openxmlformats.org/officeDocument/2006/relationships/webSettings&quot; Target=&quot;webSettings.xml&quot; /&gt;&lt;Relationship Id=&quot;rId2&quot; Type=&quot;http://schemas.openxmlformats.org/officeDocument/2006/relationships/settings&quot; Target=&quot;settings.xml&quot; /&gt;&lt;Relationship Id=&quot;rId1&quot; Type=&quot;http://schemas.openxmlformats.org/officeDocument/2006/relationships/styles&quot; Target=&quot;styles.xml&quot; /&gt;&lt;Relationship Id=&quot;rId4&quot; Type=&quot;http://schemas.openxmlformats.org/officeDocument/2006/relationships/fontTable&quot; Target=&quot;fontTable.xml&quot; /&gt;&lt;/Relationships&gt;&lt;/pkg:xmlData&gt;&lt;/pkg:part&gt;&lt;pkg:part pkg:name=&quot;/word/customizations.xml&quot; pkg:contentType=&quot;application/vnd.ms-word.keyMapCustomizations+xml&quot;&gt;&lt;pkg:xmlData&gt;&lt;wne:tcg xmlns:r=&quot;http://schemas.openxmlformats.org/officeDocument/2006/relationships&quot; xmlns:wne=&quot;http://schemas.microsoft.com/office/word/2006/wordml&quot;&gt;&lt;wne:keymaps&gt;&lt;wne:keymap wne:kcmPrimary=&quot;0445&quot;&gt;&lt;wne:acd wne:acdName=&quot;acd0&quot; /&gt;&lt;/wne:keymap&gt;&lt;/wne:keymaps&gt;&lt;wne:toolbars&gt;&lt;wne:acdManifest&gt;&lt;wne:acdEntry wne:acdName=&quot;acd0&quot; /&gt;&lt;/wne:acdManifest&gt;&lt;wne:toolbarData r:id=&quot;rId1&quot; /&gt;&lt;/wne:toolbars&gt;&lt;wne:acds&gt;&lt;wne:acd wne:argValue=&quot;AgBWAEIAUwAtAEUAaQBuAGcAZQByAPwAYwBrAHQA&quot; wne:acdName=&quot;acd0&quot; wne:fciIndexBasedOn=&quot;0065&quot; /&gt;&lt;/wne:acds&gt;&lt;/wne:tcg&gt;&lt;/pkg:xmlData&gt;&lt;/pkg:part&gt;&lt;pkg:part pkg:name=&quot;/customXml/itemProps1.xml&quot; pkg:contentType=&quot;application/vnd.openxmlformats-officedocument.customXmlProperties+xml&quot; pkg:padding=&quot;32&quot;&gt;&lt;pkg:xmlData pkg:originalXmlStandalone=&quot;no&quot;&gt;&lt;ds:datastoreItem ds:itemID=&quot;{81DAD255-FC31-46D8-B0AC-3EB01A7B24FA}&quot; xmlns:ds=&quot;http://schemas.openxmlformats.org/officeDocument/2006/customXml&quot;&gt;&lt;ds:schemaRefs&gt;&lt;ds:schemaRef ds:uri=&quot;http://schemas.openxmlformats.org/officeDocument/2006/bibliography&quot; /&gt;&lt;/ds:schemaRefs&gt;&lt;/ds:datastoreItem&gt;&lt;/pkg:xmlData&gt;&lt;/pkg:part&gt;&lt;pkg:part pkg:name=&quot;/docProps/app.xml&quot; pkg:contentType=&quot;application/vnd.openxmlformats-officedocument.extended-properties+xml&quot; pkg:padding=&quot;256&quot;&gt;&lt;pkg:xmlData&gt;&lt;Properties xmlns=&quot;http://schemas.openxmlformats.org/officeDocument/2006/extended-properties&quot; xmlns:vt=&quot;http://schemas.openxmlformats.org/officeDocument/2006/docPropsVTypes&quot;&gt;&lt;Template&gt;Basisformular_Hoch.dotx&lt;/Template&gt;&lt;TotalTime&gt;0&lt;/TotalTime&gt;&lt;Pages&gt;1&lt;/Pages&gt;&lt;Words&gt;2&lt;/Words&gt;&lt;Characters&gt;39&lt;/Characters&gt;&lt;Application&gt;Microsoft Office Word&lt;/Application&gt;&lt;DocSecurity&gt;0&lt;/DocSecurity&gt;&lt;Lines&gt;1&lt;/Lines&gt;&lt;Paragraphs&gt;1&lt;/Paragraphs&gt;&lt;ScaleCrop&gt;false&lt;/ScaleCrop&gt;&lt;HeadingPairs&gt;&lt;vt:vector size=&quot;2&quot; baseType=&quot;variant&quot;&gt;&lt;vt:variant&gt;&lt;vt:lpstr&gt;Titel&lt;/vt:lpstr&gt;&lt;/vt:variant&gt;&lt;vt:variant&gt;&lt;vt:i4&gt;1&lt;/vt:i4&gt;&lt;/vt:variant&gt;&lt;/vt:vector&gt;&lt;/HeadingPairs&gt;&lt;TitlesOfParts&gt;&lt;vt:vector size=&quot;1&quot; baseType=&quot;lpstr&quot;&gt;&lt;vt:lpstr&gt;Basisformular_Hoch&lt;/vt:lpstr&gt;&lt;/vt:vector&gt;&lt;/TitlesOfParts&gt;&lt;Company&gt;BURAUT VBS&lt;/Company&gt;&lt;LinksUpToDate&gt;false&lt;/LinksUpToDate&gt;&lt;CharactersWithSpaces&gt;40&lt;/CharactersWithSpaces&gt;&lt;SharedDoc&gt;false&lt;/SharedDoc&gt;&lt;HyperlinksChanged&gt;false&lt;/HyperlinksChanged&gt;&lt;AppVersion&gt;16.0000&lt;/AppVersion&gt;&lt;/Properties&gt;&lt;/pkg:xmlData&gt;&lt;/pkg:part&gt;&lt;pkg:part pkg:name=&quot;/customXml/_rels/item1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1&quot; Type=&quot;http://schemas.openxmlformats.org/officeDocument/2006/relationships/customXmlProps&quot; Target=&quot;itemProps1.xml&quot; /&gt;&lt;/Relationships&gt;&lt;/pkg:xmlData&gt;&lt;/pkg:part&gt;&lt;pkg:part pkg:name=&quot;/customXml/item1.xml&quot; pkg:contentType=&quot;application/xml&quot; pkg:padding=&quot;32&quot;&gt;&lt;pkg:xmlData pkg:originalXmlStandalone=&quot;no&quot;&gt;&lt;b:Sources SelectedStyle=&quot;\APA.XSL&quot; StyleName=&quot;APA&quot; xmlns:b=&quot;http://schemas.openxmlformats.org/officeDocument/2006/bibliography&quot; xmlns=&quot;http://schemas.openxmlformats.org/officeDocument/2006/bibliography&quot; /&gt;&lt;/pkg:xmlData&gt;&lt;/pkg:part&gt;&lt;pkg:part pkg:name=&quot;/word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/w:fonts&gt;&lt;/pkg:xmlData&gt;&lt;/pkg:part&gt;&lt;pkg:part pkg:name=&quot;/word/glossary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w:font w:name=&quot;Calibri Light&quot;&gt;&lt;w:panose1 w:val=&quot;020F0302020204030204&quot; /&gt;&lt;w:charset w:val=&quot;00&quot; /&gt;&lt;w:family w:val=&quot;swiss&quot; /&gt;&lt;w:pitch w:val=&quot;variable&quot; /&gt;&lt;w:sig w:usb0=&quot;A00002EF&quot; w:usb1=&quot;4000207B&quot; w:usb2=&quot;00000000&quot; w:usb3=&quot;00000000&quot; w:csb0=&quot;0000019F&quot; w:csb1=&quot;00000000&quot; /&gt;&lt;/w:font&gt;&lt;/w:fonts&gt;&lt;/pkg:xmlData&gt;&lt;/pkg:part&gt;&lt;pkg:part pkg:name=&quot;/word/numbering.xml&quot; pkg:contentType=&quot;application/vnd.openxmlformats-officedocument.wordprocessingml.numbering+xml&quot;&gt;&lt;pkg:xmlData&gt;&lt;w:numbering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abstractNum w:abstractNumId=&quot;0&quot; w15:restartNumberingAfterBreak=&quot;0&quot;&gt;&lt;w:nsid w:val=&quot;FFFFFF7C&quot; /&gt;&lt;w:multiLevelType w:val=&quot;singleLevel&quot; /&gt;&lt;w:tmpl w:val=&quot;9CA03A22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492&quot; /&gt;&lt;/w:tabs&gt;&lt;w:ind w:left=&quot;1492&quot; w:hanging=&quot;360&quot; /&gt;&lt;/w:pPr&gt;&lt;/w:lvl&gt;&lt;/w:abstractNum&gt;&lt;w:abstractNum w:abstractNumId=&quot;1&quot; w15:restartNumberingAfterBreak=&quot;0&quot;&gt;&lt;w:nsid w:val=&quot;FFFFFF7D&quot; /&gt;&lt;w:multiLevelType w:val=&quot;singleLevel&quot; /&gt;&lt;w:tmpl w:val=&quot;BC245DF4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209&quot; /&gt;&lt;/w:tabs&gt;&lt;w:ind w:left=&quot;1209&quot; w:hanging=&quot;360&quot; /&gt;&lt;/w:pPr&gt;&lt;/w:lvl&gt;&lt;/w:abstractNum&gt;&lt;w:abstractNum w:abstractNumId=&quot;2&quot; w15:restartNumberingAfterBreak=&quot;0&quot;&gt;&lt;w:nsid w:val=&quot;FFFFFF7E&quot; /&gt;&lt;w:multiLevelType w:val=&quot;singleLevel&quot; /&gt;&lt;w:tmpl w:val=&quot;EC88B79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926&quot; /&gt;&lt;/w:tabs&gt;&lt;w:ind w:left=&quot;926&quot; w:hanging=&quot;360&quot; /&gt;&lt;/w:pPr&gt;&lt;/w:lvl&gt;&lt;/w:abstractNum&gt;&lt;w:abstractNum w:abstractNumId=&quot;3&quot; w15:restartNumberingAfterBreak=&quot;0&quot;&gt;&lt;w:nsid w:val=&quot;FFFFFF7F&quot; /&gt;&lt;w:multiLevelType w:val=&quot;singleLevel&quot; /&gt;&lt;w:tmpl w:val=&quot;2A5423F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643&quot; /&gt;&lt;/w:tabs&gt;&lt;w:ind w:left=&quot;643&quot; w:hanging=&quot;360&quot; /&gt;&lt;/w:pPr&gt;&lt;/w:lvl&gt;&lt;/w:abstractNum&gt;&lt;w:abstractNum w:abstractNumId=&quot;4&quot; w15:restartNumberingAfterBreak=&quot;0&quot;&gt;&lt;w:nsid w:val=&quot;FFFFFF80&quot; /&gt;&lt;w:multiLevelType w:val=&quot;singleLevel&quot; /&gt;&lt;w:tmpl w:val=&quot;092E6646&quot; /&gt;&lt;w:lvl w:ilvl=&quot;0&quot;&gt;&lt;w:start w:val=&quot;1&quot; /&gt;&lt;w:numFmt w:val=&quot;bullet&quot; /&gt;&lt;w:lvlText w:val=&quot;&quot; /&gt;&lt;w:lvlJc w:val=&quot;left&quot; /&gt;&lt;w:pPr&gt;&lt;w:tabs&gt;&lt;w:tab w:val=&quot;num&quot; w:pos=&quot;1492&quot; /&gt;&lt;/w:tabs&gt;&lt;w:ind w:left=&quot;1492&quot; w:hanging=&quot;360&quot; /&gt;&lt;/w:pPr&gt;&lt;w:rPr&gt;&lt;w:rFonts w:ascii=&quot;Symbol&quot; w:hAnsi=&quot;Symbol&quot; w:hint=&quot;default&quot; /&gt;&lt;/w:rPr&gt;&lt;/w:lvl&gt;&lt;/w:abstractNum&gt;&lt;w:abstractNum w:abstractNumId=&quot;5&quot; w15:restartNumberingAfterBreak=&quot;0&quot;&gt;&lt;w:nsid w:val=&quot;FFFFFF81&quot; /&gt;&lt;w:multiLevelType w:val=&quot;singleLevel&quot; /&gt;&lt;w:tmpl w:val=&quot;B478DBF0&quot; /&gt;&lt;w:lvl w:ilvl=&quot;0&quot;&gt;&lt;w:start w:val=&quot;1&quot; /&gt;&lt;w:numFmt w:val=&quot;bullet&quot; /&gt;&lt;w:lvlText w:val=&quot;&quot; /&gt;&lt;w:lvlJc w:val=&quot;left&quot; /&gt;&lt;w:pPr&gt;&lt;w:tabs&gt;&lt;w:tab w:val=&quot;num&quot; w:pos=&quot;1209&quot; /&gt;&lt;/w:tabs&gt;&lt;w:ind w:left=&quot;1209&quot; w:hanging=&quot;360&quot; /&gt;&lt;/w:pPr&gt;&lt;w:rPr&gt;&lt;w:rFonts w:ascii=&quot;Symbol&quot; w:hAnsi=&quot;Symbol&quot; w:hint=&quot;default&quot; /&gt;&lt;/w:rPr&gt;&lt;/w:lvl&gt;&lt;/w:abstractNum&gt;&lt;w:abstractNum w:abstractNumId=&quot;6&quot; w15:restartNumberingAfterBreak=&quot;0&quot;&gt;&lt;w:nsid w:val=&quot;FFFFFF82&quot; /&gt;&lt;w:multiLevelType w:val=&quot;singleLevel&quot; /&gt;&lt;w:tmpl w:val=&quot;09A678BE&quot; /&gt;&lt;w:lvl w:ilvl=&quot;0&quot;&gt;&lt;w:start w:val=&quot;1&quot; /&gt;&lt;w:numFmt w:val=&quot;bullet&quot; /&gt;&lt;w:lvlText w:val=&quot;&quot; /&gt;&lt;w:lvlJc w:val=&quot;left&quot; /&gt;&lt;w:pPr&gt;&lt;w:tabs&gt;&lt;w:tab w:val=&quot;num&quot; w:pos=&quot;926&quot; /&gt;&lt;/w:tabs&gt;&lt;w:ind w:left=&quot;926&quot; w:hanging=&quot;360&quot; /&gt;&lt;/w:pPr&gt;&lt;w:rPr&gt;&lt;w:rFonts w:ascii=&quot;Symbol&quot; w:hAnsi=&quot;Symbol&quot; w:hint=&quot;default&quot; /&gt;&lt;/w:rPr&gt;&lt;/w:lvl&gt;&lt;/w:abstractNum&gt;&lt;w:abstractNum w:abstractNumId=&quot;7&quot; w15:restartNumberingAfterBreak=&quot;0&quot;&gt;&lt;w:nsid w:val=&quot;FFFFFF83&quot; /&gt;&lt;w:multiLevelType w:val=&quot;singleLevel&quot; /&gt;&lt;w:tmpl w:val=&quot;D63EB5D4&quot; /&gt;&lt;w:lvl w:ilvl=&quot;0&quot;&gt;&lt;w:start w:val=&quot;1&quot; /&gt;&lt;w:numFmt w:val=&quot;bullet&quot; /&gt;&lt;w:lvlText w:val=&quot;&quot; /&gt;&lt;w:lvlJc w:val=&quot;left&quot; /&gt;&lt;w:pPr&gt;&lt;w:tabs&gt;&lt;w:tab w:val=&quot;num&quot; w:pos=&quot;643&quot; /&gt;&lt;/w:tabs&gt;&lt;w:ind w:left=&quot;643&quot; w:hanging=&quot;360&quot; /&gt;&lt;/w:pPr&gt;&lt;w:rPr&gt;&lt;w:rFonts w:ascii=&quot;Symbol&quot; w:hAnsi=&quot;Symbol&quot; w:hint=&quot;default&quot; /&gt;&lt;/w:rPr&gt;&lt;/w:lvl&gt;&lt;/w:abstractNum&gt;&lt;w:abstractNum w:abstractNumId=&quot;8&quot; w15:restartNumberingAfterBreak=&quot;0&quot;&gt;&lt;w:nsid w:val=&quot;FFFFFF88&quot; /&gt;&lt;w:multiLevelType w:val=&quot;singleLevel&quot; /&gt;&lt;w:tmpl w:val=&quot;E4ECE456&quot; /&gt;&lt;w:lvl w:ilvl=&quot;0&quot;&gt;&lt;w:start w:val=&quot;1&quot; /&gt;&lt;w:numFmt w:val=&quot;decimal&quot; /&gt;&lt;w:lvlText w:val=&quot;%1.&quot; /&gt;&lt;w:lvlJc w:val=&quot;left&quot; /&gt;&lt;w:pPr&gt;&lt;w:tabs&gt;&lt;w:tab w:val=&quot;num&quot; w:pos=&quot;360&quot; /&gt;&lt;/w:tabs&gt;&lt;w:ind w:left=&quot;360&quot; w:hanging=&quot;360&quot; /&gt;&lt;/w:pPr&gt;&lt;/w:lvl&gt;&lt;/w:abstractNum&gt;&lt;w:abstractNum w:abstractNumId=&quot;9&quot; w15:restartNumberingAfterBreak=&quot;0&quot;&gt;&lt;w:nsid w:val=&quot;FFFFFF89&quot; /&gt;&lt;w:multiLevelType w:val=&quot;singleLevel&quot; /&gt;&lt;w:tmpl w:val=&quot;4E9AF5C2&quot; /&gt;&lt;w:lvl w:ilvl=&quot;0&quot;&gt;&lt;w:start w:val=&quot;1&quot; /&gt;&lt;w:numFmt w:val=&quot;bullet&quot; /&gt;&lt;w:lvlText w:val=&quot;&quot; /&gt;&lt;w:lvlJc w:val=&quot;left&quot; /&gt;&lt;w:pPr&gt;&lt;w:tabs&gt;&lt;w:tab w:val=&quot;num&quot; w:pos=&quot;360&quot; /&gt;&lt;/w:tabs&gt;&lt;w:ind w:left=&quot;360&quot; w:hanging=&quot;360&quot; /&gt;&lt;/w:pPr&gt;&lt;w:rPr&gt;&lt;w:rFonts w:ascii=&quot;Symbol&quot; w:hAnsi=&quot;Symbol&quot; w:hint=&quot;default&quot; /&gt;&lt;/w:rPr&gt;&lt;/w:lvl&gt;&lt;/w:abstractNum&gt;&lt;w:abstractNum w:abstractNumId=&quot;10&quot; w15:restartNumberingAfterBreak=&quot;0&quot;&gt;&lt;w:nsid w:val=&quot;09E0080F&quot; /&gt;&lt;w:multiLevelType w:val=&quot;hybridMultilevel&quot; /&gt;&lt;w:tmpl w:val=&quot;47ECB094&quot; /&gt;&lt;w:lvl w:ilvl=&quot;0&quot; w:tplc=&quot;C762A78C&quot;&gt;&lt;w:start w:val=&quot;1&quot; /&gt;&lt;w:numFmt w:val=&quot;bullet&quot; /&gt;&lt;w:pStyle w:val=&quot;VBS-EingercktBullet2&quot; /&gt;&lt;w:lvlText w:val=&quot;-&quot; /&gt;&lt;w:lvlJc w:val=&quot;left&quot; /&gt;&lt;w:pPr&gt;&lt;w:ind w:left=&quot;1353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2&quot; w:hanging=&quot;360&quot; /&gt;&lt;/w:pPr&gt;&lt;w:rPr&gt;&lt;w:rFonts w:ascii=&quot;Wingdings&quot; w:hAnsi=&quot;Wingdings&quot; w:hint=&quot;default&quot; /&gt;&lt;/w:rPr&gt;&lt;/w:lvl&gt;&lt;/w:abstractNum&gt;&lt;w:abstractNum w:abstractNumId=&quot;11&quot; w15:restartNumberingAfterBreak=&quot;0&quot;&gt;&lt;w:nsid w:val=&quot;17AA109A&quot; /&gt;&lt;w:multiLevelType w:val=&quot;multilevel&quot; /&gt;&lt;w:tmpl w:val=&quot;1ADE288E&quot; /&gt;&lt;w:lvl w:ilvl=&quot;0&quot;&gt;&lt;w:start w:val=&quot;1&quot; /&gt;&lt;w:numFmt w:val=&quot;decimal&quot; /&gt;&lt;w:pStyle w:val=&quot;Heading1&quot; /&gt;&lt;w:lvlText w:val=&quot;%1&quot; /&gt;&lt;w:lvlJc w:val=&quot;left&quot; /&gt;&lt;w:pPr&gt;&lt;w:tabs&gt;&lt;w:tab w:val=&quot;num&quot; w:pos=&quot;432&quot; /&gt;&lt;/w:tabs&gt;&lt;w:ind w:left=&quot;432&quot; w:hanging=&quot;432&quot; /&gt;&lt;/w:pPr&gt;&lt;/w:lvl&gt;&lt;w:lvl w:ilvl=&quot;1&quot;&gt;&lt;w:start w:val=&quot;1&quot; /&gt;&lt;w:numFmt w:val=&quot;decimal&quot; /&gt;&lt;w:pStyle w:val=&quot;Heading2&quot; /&gt;&lt;w:lvlText w:val=&quot;%1.%2&quot; /&gt;&lt;w:lvlJc w:val=&quot;left&quot; /&gt;&lt;w:pPr&gt;&lt;w:tabs&gt;&lt;w:tab w:val=&quot;num&quot; w:pos=&quot;576&quot; /&gt;&lt;/w:tabs&gt;&lt;w:ind w:left=&quot;576&quot; w:hanging=&quot;576&quot; /&gt;&lt;/w:pPr&gt;&lt;w:rPr&gt;&lt;w:sz w:val=&quot;22&quot; /&gt;&lt;w:szCs w:val=&quot;22&quot; /&gt;&lt;/w:rPr&gt;&lt;/w:lvl&gt;&lt;w:lvl w:ilvl=&quot;2&quot;&gt;&lt;w:start w:val=&quot;1&quot; /&gt;&lt;w:numFmt w:val=&quot;decimal&quot; /&gt;&lt;w:pStyle w:val=&quot;Heading3&quot; /&gt;&lt;w:lvlText w:val=&quot;%1.%2.%3&quot; /&gt;&lt;w:lvlJc w:val=&quot;left&quot; /&gt;&lt;w:pPr&gt;&lt;w:tabs&gt;&lt;w:tab w:val=&quot;num&quot; w:pos=&quot;720&quot; /&gt;&lt;/w:tabs&gt;&lt;w:ind w:left=&quot;720&quot; w:hanging=&quot;720&quot; /&gt;&lt;/w:pPr&gt;&lt;/w:lvl&gt;&lt;w:lvl w:ilvl=&quot;3&quot;&gt;&lt;w:start w:val=&quot;1&quot; /&gt;&lt;w:numFmt w:val=&quot;decimal&quot; /&gt;&lt;w:lvlText w:val=&quot;%1.%2.%3.%4&quot; /&gt;&lt;w:lvlJc w:val=&quot;left&quot; /&gt;&lt;w:pPr&gt;&lt;w:tabs&gt;&lt;w:tab w:val=&quot;num&quot; w:pos=&quot;864&quot; /&gt;&lt;/w:tabs&gt;&lt;w:ind w:left=&quot;864&quot; w:hanging=&quot;864&quot; /&gt;&lt;/w:pPr&gt;&lt;/w:lvl&gt;&lt;w:lvl w:ilvl=&quot;4&quot;&gt;&lt;w:start w:val=&quot;1&quot; /&gt;&lt;w:numFmt w:val=&quot;decimal&quot; /&gt;&lt;w:lvlText w:val=&quot;%1.%2.%3.%4.%5&quot; /&gt;&lt;w:lvlJc w:val=&quot;left&quot; /&gt;&lt;w:pPr&gt;&lt;w:tabs&gt;&lt;w:tab w:val=&quot;num&quot; w:pos=&quot;1008&quot; /&gt;&lt;/w:tabs&gt;&lt;w:ind w:left=&quot;1008&quot; w:hanging=&quot;1008&quot; /&gt;&lt;/w:pPr&gt;&lt;/w:lvl&gt;&lt;w:lvl w:ilvl=&quot;5&quot;&gt;&lt;w:start w:val=&quot;1&quot; /&gt;&lt;w:numFmt w:val=&quot;decimal&quot; /&gt;&lt;w:lvlText w:val=&quot;%1.%2.%3.%4.%5.%6&quot; /&gt;&lt;w:lvlJc w:val=&quot;left&quot; /&gt;&lt;w:pPr&gt;&lt;w:tabs&gt;&lt;w:tab w:val=&quot;num&quot; w:pos=&quot;1152&quot; /&gt;&lt;/w:tabs&gt;&lt;w:ind w:left=&quot;1152&quot; w:hanging=&quot;1152&quot; /&gt;&lt;/w:pPr&gt;&lt;/w:lvl&gt;&lt;w:lvl w:ilvl=&quot;6&quot;&gt;&lt;w:start w:val=&quot;1&quot; /&gt;&lt;w:numFmt w:val=&quot;decimal&quot; /&gt;&lt;w:lvlText w:val=&quot;%1.%2.%3.%4.%5.%6.%7&quot; /&gt;&lt;w:lvlJc w:val=&quot;left&quot; /&gt;&lt;w:pPr&gt;&lt;w:tabs&gt;&lt;w:tab w:val=&quot;num&quot; w:pos=&quot;1296&quot; /&gt;&lt;/w:tabs&gt;&lt;w:ind w:left=&quot;1296&quot; w:hanging=&quot;1296&quot; /&gt;&lt;/w:pPr&gt;&lt;/w:lvl&gt;&lt;w:lvl w:ilvl=&quot;7&quot;&gt;&lt;w:start w:val=&quot;1&quot; /&gt;&lt;w:numFmt w:val=&quot;decimal&quot; /&gt;&lt;w:lvlText w:val=&quot;%1.%2.%3.%4.%5.%6.%7.%8&quot; /&gt;&lt;w:lvlJc w:val=&quot;left&quot; /&gt;&lt;w:pPr&gt;&lt;w:tabs&gt;&lt;w:tab w:val=&quot;num&quot; w:pos=&quot;1440&quot; /&gt;&lt;/w:tabs&gt;&lt;w:ind w:left=&quot;1440&quot; w:hanging=&quot;1440&quot; /&gt;&lt;/w:pPr&gt;&lt;/w:lvl&gt;&lt;w:lvl w:ilvl=&quot;8&quot;&gt;&lt;w:start w:val=&quot;1&quot; /&gt;&lt;w:numFmt w:val=&quot;decimal&quot; /&gt;&lt;w:lvlText w:val=&quot;%1.%2.%3.%4.%5.%6.%7.%8.%9&quot; /&gt;&lt;w:lvlJc w:val=&quot;left&quot; /&gt;&lt;w:pPr&gt;&lt;w:tabs&gt;&lt;w:tab w:val=&quot;num&quot; w:pos=&quot;1584&quot; /&gt;&lt;/w:tabs&gt;&lt;w:ind w:left=&quot;1584&quot; w:hanging=&quot;1584&quot; /&gt;&lt;/w:pPr&gt;&lt;/w:lvl&gt;&lt;/w:abstractNum&gt;&lt;w:abstractNum w:abstractNumId=&quot;12&quot; w15:restartNumberingAfterBreak=&quot;0&quot;&gt;&lt;w:nsid w:val=&quot;26640EB9&quot; /&gt;&lt;w:multiLevelType w:val=&quot;hybridMultilevel&quot; /&gt;&lt;w:tmpl w:val=&quot;19EA9EA2&quot; /&gt;&lt;w:lvl w:ilvl=&quot;0&quot; w:tplc=&quot;65BA0F46&quot;&gt;&lt;w:start w:val=&quot;1&quot; /&gt;&lt;w:numFmt w:val=&quot;bullet&quot; /&gt;&lt;w:pStyle w:val=&quot;VBS-TabelleBullet1&quot; /&gt;&lt;w:lvlText w:val=&quot;&quot; /&gt;&lt;w:lvlJc w:val=&quot;left&quot; /&gt;&lt;w:pPr&gt;&lt;w:ind w:left=&quot;720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3&quot; w15:restartNumberingAfterBreak=&quot;0&quot;&gt;&lt;w:nsid w:val=&quot;27C4355F&quot; /&gt;&lt;w:multiLevelType w:val=&quot;hybridMultilevel&quot; /&gt;&lt;w:tmpl w:val=&quot;33A8F9DA&quot; /&gt;&lt;w:lvl w:ilvl=&quot;0&quot; w:tplc=&quot;B54CBC60&quot;&gt;&lt;w:start w:val=&quot;1&quot; /&gt;&lt;w:numFmt w:val=&quot;lowerLetter&quot; /&gt;&lt;w:pStyle w:val=&quot;VBS-EingercktBullet4&quot; /&gt;&lt;w:lvlText w:val=&quot;%1.&quot; /&gt;&lt;w:lvlJc w:val=&quot;left&quot; /&gt;&lt;w:pPr&gt;&lt;w:ind w:left=&quot;1713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2433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3153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3873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4593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5313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6033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6753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7473&quot; w:hanging=&quot;180&quot; /&gt;&lt;/w:pPr&gt;&lt;/w:lvl&gt;&lt;/w:abstractNum&gt;&lt;w:abstractNum w:abstractNumId=&quot;14&quot; w15:restartNumberingAfterBreak=&quot;0&quot;&gt;&lt;w:nsid w:val=&quot;27D138BC&quot; /&gt;&lt;w:multiLevelType w:val=&quot;hybridMultilevel&quot; /&gt;&lt;w:tmpl w:val=&quot;F78EA4CC&quot; /&gt;&lt;w:lvl w:ilvl=&quot;0&quot; w:tplc=&quot;5E02E576&quot;&gt;&lt;w:numFmt w:val=&quot;bullet&quot; /&gt;&lt;w:pStyle w:val=&quot;VBS-EingercktBullet3&quot; /&gt;&lt;w:lvlText w:val=&quot;+&quot; /&gt;&lt;w:lvlJc w:val=&quot;left&quot; /&gt;&lt;w:pPr&gt;&lt;w:ind w:left=&quot;1713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3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3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3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3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3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3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3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3&quot; w:hanging=&quot;360&quot; /&gt;&lt;/w:pPr&gt;&lt;w:rPr&gt;&lt;w:rFonts w:ascii=&quot;Wingdings&quot; w:hAnsi=&quot;Wingdings&quot; w:hint=&quot;default&quot; /&gt;&lt;/w:rPr&gt;&lt;/w:lvl&gt;&lt;/w:abstractNum&gt;&lt;w:abstractNum w:abstractNumId=&quot;15&quot; w15:restartNumberingAfterBreak=&quot;0&quot;&gt;&lt;w:nsid w:val=&quot;2C381E27&quot; /&gt;&lt;w:multiLevelType w:val=&quot;hybridMultilevel&quot; /&gt;&lt;w:tmpl w:val=&quot;81726B26&quot; /&gt;&lt;w:lvl w:ilvl=&quot;0&quot; w:tplc=&quot;8A8487BE&quot;&gt;&lt;w:start w:val=&quot;1&quot; /&gt;&lt;w:numFmt w:val=&quot;bullet&quot; /&gt;&lt;w:pStyle w:val=&quot;VBS-EingercktBullet1&quot; /&gt;&lt;w:lvlText w:val=&quot;&quot; /&gt;&lt;w:lvlJc w:val=&quot;left&quot; /&gt;&lt;w:pPr&gt;&lt;w:ind w:left=&quot;1352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"/>
    <w:docVar w:name="de-CH2_LanguageVersion" w:val="&lt;w:ind w:left=&quot;207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79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51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23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95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67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39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112&quot; w:hanging=&quot;360&quot; /&gt;&lt;/w:pPr&gt;&lt;w:rPr&gt;&lt;w:rFonts w:ascii=&quot;Wingdings&quot; w:hAnsi=&quot;Wingdings&quot; w:hint=&quot;default&quot; /&gt;&lt;/w:rPr&gt;&lt;/w:lvl&gt;&lt;/w:abstractNum&gt;&lt;w:abstractNum w:abstractNumId=&quot;16&quot; w15:restartNumberingAfterBreak=&quot;0&quot;&gt;&lt;w:nsid w:val=&quot;4F984677&quot; /&gt;&lt;w:multiLevelType w:val=&quot;hybridMultilevel&quot; /&gt;&lt;w:tmpl w:val=&quot;2B0CB038&quot; /&gt;&lt;w:lvl w:ilvl=&quot;0&quot; w:tplc=&quot;CD7CA954&quot;&gt;&lt;w:start w:val=&quot;1&quot; /&gt;&lt;w:numFmt w:val=&quot;lowerLetter&quot; /&gt;&lt;w:pStyle w:val=&quot;VBS-TabelleBullet4&quot; /&gt;&lt;w:lvlText w:val=&quot;%1.&quot; /&gt;&lt;w:lvlJc w:val=&quot;left&quot; /&gt;&lt;w:pPr&gt;&lt;w:ind w:left=&quot;720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1440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2160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2880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3600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4320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5040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5760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6480&quot; w:hanging=&quot;180&quot; /&gt;&lt;/w:pPr&gt;&lt;/w:lvl&gt;&lt;/w:abstractNum&gt;&lt;w:abstractNum w:abstractNumId=&quot;17&quot; w15:restartNumberingAfterBreak=&quot;0&quot;&gt;&lt;w:nsid w:val=&quot;66447DE2&quot; /&gt;&lt;w:multiLevelType w:val=&quot;hybridMultilevel&quot; /&gt;&lt;w:tmpl w:val=&quot;26FAADBE&quot; /&gt;&lt;w:lvl w:ilvl=&quot;0&quot; w:tplc=&quot;15108B34&quot;&gt;&lt;w:start w:val=&quot;1&quot; /&gt;&lt;w:numFmt w:val=&quot;bullet&quot; /&gt;&lt;w:pStyle w:val=&quot;VBS-TabelleBullet2&quot; /&gt;&lt;w:lvlText w:val=&quot;-&quot; /&gt;&lt;w:lvlJc w:val=&quot;left&quot; /&gt;&lt;w:pPr&gt;&lt;w:ind w:left=&quot;720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8&quot; w15:restartNumberingAfterBreak=&quot;0&quot;&gt;&lt;w:nsid w:val=&quot;6A797F48&quot; /&gt;&lt;w:multiLevelType w:val=&quot;hybridMultilevel&quot; /&gt;&lt;w:tmpl w:val=&quot;99F25B1E&quot; /&gt;&lt;w:lvl w:ilvl=&quot;0&quot; w:tplc=&quot;7506DA28&quot;&gt;&lt;w:numFmt w:val=&quot;bullet&quot; /&gt;&lt;w:pStyle w:val=&quot;VBS-TabelleBullet3&quot; /&gt;&lt;w:lvlText w:val=&quot;+&quot; /&gt;&lt;w:lvlJc w:val=&quot;left&quot; /&gt;&lt;w:pPr&gt;&lt;w:ind w:left=&quot;720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num w:numId=&quot;1&quot;&gt;&lt;w:abstractNumId w:val=&quot;11&quot; /&gt;&lt;/w:num&gt;&lt;w:num w:numId=&quot;2&quot;&gt;&lt;w:abstractNumId w:val=&quot;15&quot; /&gt;&lt;/w:num&gt;&lt;w:num w:numId=&quot;3&quot;&gt;&lt;w:abstractNumId w:val=&quot;10&quot; /&gt;&lt;/w:num&gt;&lt;w:num w:numId=&quot;4&quot;&gt;&lt;w:abstractNumId w:val=&quot;14&quot; /&gt;&lt;/w:num&gt;&lt;w:num w:numId=&quot;5&quot;&gt;&lt;w:abstractNumId w:val=&quot;13&quot; /&gt;&lt;/w:num&gt;&lt;w:num w:numId=&quot;6&quot;&gt;&lt;w:abstractNumId w:val=&quot;12&quot; /&gt;&lt;/w:num&gt;&lt;w:num w:numId=&quot;7&quot;&gt;&lt;w:abstractNumId w:val=&quot;17&quot; /&gt;&lt;/w:num&gt;&lt;w:num w:numId=&quot;8&quot;&gt;&lt;w:abstractNumId w:val=&quot;18&quot; /&gt;&lt;/w:num&gt;&lt;w:num w:numId=&quot;9&quot;&gt;&lt;w:abstractNumId w:val=&quot;16&quot; /&gt;&lt;/w:num&gt;&lt;w:num w:numId=&quot;10&quot;&gt;&lt;w:abstractNumId w:val=&quot;9&quot; /&gt;&lt;/w:num&gt;&lt;w:num w:numId=&quot;11&quot;&gt;&lt;w:abstractNumId w:val=&quot;7&quot; /&gt;&lt;/w:num&gt;&lt;w:num w:numId=&quot;12&quot;&gt;&lt;w:abstractNumId w:val=&quot;6&quot; /&gt;&lt;/w:num&gt;&lt;w:num w:numId=&quot;13&quot;&gt;&lt;w:abstractNumId w:val=&quot;5&quot; /&gt;&lt;/w:num&gt;&lt;w:num w:numId=&quot;14&quot;&gt;&lt;w:abstractNumId w:val=&quot;4&quot; /&gt;&lt;/w:num&gt;&lt;w:num w:numId=&quot;15&quot;&gt;&lt;w:abstractNumId w:val=&quot;8&quot; /&gt;&lt;/w:num&gt;&lt;w:num w:numId=&quot;16&quot;&gt;&lt;w:abstractNumId w:val=&quot;3&quot; /&gt;&lt;/w:num&gt;&lt;w:num w:numId=&quot;17&quot;&gt;&lt;w:abstractNumId w:val=&quot;2&quot; /&gt;&lt;/w:num&gt;&lt;w:num w:numId=&quot;18&quot;&gt;&lt;w:abstractNumId w:val=&quot;1&quot; /&gt;&lt;/w:num&gt;&lt;w:num w:numId=&quot;19&quot;&gt;&lt;w:abstractNumId w:val=&quot;0&quot; /&gt;&lt;/w:num&gt;&lt;w:numIdMacAtCleanup w:val=&quot;9&quot; /&gt;&lt;/w:numbering&gt;&lt;/pkg:xmlData&gt;&lt;/pkg:part&gt;&lt;pkg:part pkg:name=&quot;/word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=&quot;Times New Roman&quot; w:eastAsia=&quot;Times New Roman&quot; w:hAnsi=&quot;Times New Roman&quot; w:cs=&quot;Times New Roman&quot; /&gt;&lt;w:lang w:val=&quot;de-CH&quot; w:eastAsia=&quot;de-CH&quot; w:bidi=&quot;ar-SA&quot; /&gt;&lt;/w:rPr&gt;&lt;/w:rPrDefault&gt;&lt;w:pPrDefault /&gt;&lt;/w:docDefaults&gt;&lt;w:latentStyles w:defLockedState=&quot;0&quot; w:defUIPriority=&quot;0&quot; w:defSemiHidden=&quot;0&quot; w:defUnhideWhenUsed=&quot;0&quot; w:defQFormat=&quot;0&quot; w:count=&quot;374&quot;&gt;&lt;w:lsdException w:name=&quot;Normal&quot; w:qFormat=&quot;1&quot; /&gt;&lt;w:lsdException w:name=&quot;heading 1&quot; w:qFormat=&quot;1&quot; /&gt;&lt;w:lsdException w:name=&quot;heading 2&quot; w:semiHidden=&quot;1&quot; w:unhideWhenUsed=&quot;1&quot; w:qFormat=&quot;1&quot; /&gt;&lt;w:lsdException w:name=&quot;heading 3&quot; w:semiHidden=&quot;1&quot; w:unhideWhenUsed=&quot;1&quot; w:qFormat=&quot;1&quot; /&gt;&lt;w:lsdException w:name=&quot;heading 4&quot; w:semiHidden=&quot;1&quot; w:unhideWhenUsed=&quot;1&quot; w:qFormat=&quot;1&quot; /&gt;&lt;w:lsdException w:name=&quot;heading 5&quot; w:semiHidden=&quot;1&quot; w:unhideWhenUsed=&quot;1&quot; w:qFormat=&quot;1&quot; /&gt;&lt;w:lsdException w:name=&quot;heading 6&quot; w:semiHidden=&quot;1&quot; w:unhideWhenUsed=&quot;1&quot; w:qFormat=&quot;1&quot; /&gt;&lt;w:lsdException w:name=&quot;heading 7&quot; w:semiHidden=&quot;1&quot; w:unhideWhenUsed=&quot;1&quot; w:qFormat=&quot;1&quot; /&gt;&lt;w:lsdException w:name=&quot;heading 8&quot; w:semiHidden=&quot;1&quot; w:unhideWhenUsed=&quot;1&quot; w:qFormat=&quot;1&quot; /&gt;&lt;w:lsdException w:name=&quot;heading 9&quot; w:semiHidden=&quot;1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nhideWhenUsed=&quot;1&quot; /&gt;&lt;w:lsdException w:name=&quot;toc 2&quot; w:semiHidden=&quot;1&quot; w:unhideWhenUsed=&quot;1&quot; /&gt;&lt;w:lsdException w:name=&quot;toc 3&quot; w:semiHidden=&quot;1&quot; w:unhideWhenUsed=&quot;1&quot; /&gt;&lt;w:lsdException w:name=&quot;toc 4&quot; w:semiHidden=&quot;1&quot; w:unhideWhenUsed=&quot;1&quot; /&gt;&lt;w:lsdException w:name=&quot;toc 5&quot; w:semiHidden=&quot;1&quot; w:unhideWhenUsed=&quot;1&quot; /&gt;&lt;w:lsdException w:name=&quot;toc 6&quot; w:semiHidden=&quot;1&quot; w:unhideWhenUsed=&quot;1&quot; /&gt;&lt;w:lsdException w:name=&quot;toc 7&quot; w:semiHidden=&quot;1&quot; w:unhideWhenUsed=&quot;1&quot; /&gt;&lt;w:lsdException w:name=&quot;toc 8&quot; w:semiHidden=&quot;1&quot; w:unhideWhenUsed=&quot;1&quot; /&gt;&lt;w:lsdException w:name=&quot;toc 9&quot; w:semiHidden=&quot;1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/&gt;&lt;w:lsdException w:name=&quot;List 2&quot; w:semiHidden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semiHidden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/&gt;&lt;w:lsdException w:name=&quot;List Continue 5&quot; w:semiHidden=&quot;1&quot; /&gt;&lt;w:lsdException w:name=&quot;Message Header&quot; w:semiHidden=&quot;1&quot; /&gt;&lt;w:lsdException w:name=&quot;Subtitle&quot; w:semiHidden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semiHidden=&quot;1&quot; w:qFormat=&quot;1&quot; /&gt;&lt;w:lsdException w:name=&quot;Emphasis&quot; w:semiHidden=&quot;1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Placeholder Text&quot; w:semiHidden=&quot;1&quot; w:uiPriority=&quot;99&quot; /&gt;&lt;w:lsdException w:name=&quot;No Spacing&quot; w:semiHidden=&quot;1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w:uiPriority=&quot;99&quot; /&gt;&lt;w:lsdException w:name=&quot;List Paragraph&quot; w:semiHidden=&quot;1&quot; w:uiPriority=&quot;34&quot; w:qFormat=&quot;1&quot; /&gt;&lt;w:lsdException w:name=&quot;Quote&quot; w:semiHidden=&quot;1&quot; w:uiPriority=&quot;29&quot; w:qFormat=&quot;1&quot; /&gt;&lt;w:lsdException w:name=&quot;Intense Quote&quot; w:semiHidden=&quot;1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semiHidden=&quot;1&quot; w:uiPriority=&quot;19&quot; w:qFormat=&quot;1&quot; /&gt;&lt;w:lsdException w:name=&quot;Intense Emphasis&quot; w:semiHidden=&quot;1&quot; w:uiPriority=&quot;21&quot; w:qFormat=&quot;1&quot; /&gt;&lt;w:lsdException w:name=&quot;Subtle Reference&quot; w:semiHidden=&quot;1&quot; w:uiPriority=&quot;31&quot; w:qFormat=&quot;1&quot; /&gt;&lt;w:lsdException w:name=&quot;Intense Reference&quot; w:semiHidden=&quot;1&quot; w:uiPriority=&quot;32&quot; w:qFormat=&quot;1&quot; /&gt;&lt;w:lsdException w:name=&quot;Book Title&quot; w:semiHidden=&quot;1&quot; w:uiPriority=&quot;33&quot; w:qFormat=&quot;1&quot; /&gt;&lt;w:lsdException w:name=&quot;Bibliography&quot; w:semiHidden=&quot;1&quot; w:uiPriority=&quot;37&quot; /&gt;&lt;w:lsdException w:name=&quot;TOC Heading&quot; w:semiHidden=&quot;1&quot; w:uiPriority=&quot;39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iPriority=&quot;99&quot; w:unhideWhenUsed=&quot;1&quot; /&gt;&lt;w:lsdException w:name=&quot;Smart Hyperlink&quot; w:semiHidden=&quot;1&quot; w:uiPriority=&quot;99&quot; w:unhideWhenUsed=&quot;1&quot; /&gt;&lt;w:lsdException w:name=&quot;Hashtag&quot; w:semiHidden=&quot;1&quot; w:uiPriority=&quot;99&quot; w:unhideWhenUsed=&quot;1&quot; /&gt;&lt;/w:latentStyles&gt;&lt;w:style w:type=&quot;paragraph&quot; w:default=&quot;1&quot; w:styleId=&quot;Normal&quot;&gt;&lt;w:name w:val=&quot;Normal&quot; /&gt;&lt;w:aliases w:val=&quot;VBS-Normal&quot; /&gt;&lt;w:qFormat /&gt;&lt;w:rsid w:val=&quot;004E77A0&quot; /&gt;&lt;w:rPr&gt;&lt;w:rFonts w:ascii=&quot;Arial&quot; w:eastAsia=&quot;Calibri&quot; w:hAnsi=&quot;Arial&quot; /&gt;&lt;w:sz w:val=&quot;22&quot; /&gt;&lt;w:szCs w:val=&quot;22&quot; /&gt;&lt;w:lang w:eastAsia=&quot;en-US&quot; /&gt;&lt;/w:rPr&gt;&lt;/w:style&gt;&lt;w:style w:type=&quot;paragraph&quot; w:styleId=&quot;Heading1&quot;&gt;&lt;w:name w:val=&quot;heading 1&quot; /&gt;&lt;w:aliases w:val=&quot;VBS-Hauptitel&quot; /&gt;&lt;w:basedOn w:val=&quot;Normal&quot; /&gt;&lt;w:next w:val=&quot;Normal&quot; /&gt;&lt;w:link w:val=&quot;Heading1Char&quot; /&gt;&lt;w:qFormat /&gt;&lt;w:rsid w:val=&quot;0090257B&quot; /&gt;&lt;w:pPr&gt;&lt;w:keepNext /&gt;&lt;w:keepLines /&gt;&lt;w:numPr&gt;&lt;w:numId w:val=&quot;1&quot; /&gt;&lt;/w:numPr&gt;&lt;w:tabs&gt;&lt;w:tab w:val=&quot;clear&quot; w:pos=&quot;432&quot; /&gt;&lt;w:tab w:val=&quot;left&quot; w:pos=&quot;992&quot; /&gt;&lt;/w:tabs&gt;&lt;w:ind w:left=&quot;992&quot; w:hanging=&quot;992&quot; /&gt;&lt;w:outlineLvl w:val=&quot;0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paragraph&quot; w:styleId=&quot;Heading2&quot;&gt;&lt;w:name w:val=&quot;heading 2&quot; /&gt;&lt;w:aliases w:val=&quot;VBS-Titel&quot; /&gt;&lt;w:basedOn w:val=&quot;Normal&quot; /&gt;&lt;w:next w:val=&quot;Normal&quot; /&gt;&lt;w:link w:val=&quot;Heading2Char&quot; /&gt;&lt;w:qFormat /&gt;&lt;w:rsid w:val=&quot;0090257B&quot; /&gt;&lt;w:pPr&gt;&lt;w:keepNext /&gt;&lt;w:keepLines /&gt;&lt;w:numPr&gt;&lt;w:ilvl w:val=&quot;1&quot; /&gt;&lt;w:numId w:val=&quot;1&quot; /&gt;&lt;/w:numPr&gt;&lt;w:tabs&gt;&lt;w:tab w:val=&quot;clear&quot; w:pos=&quot;576&quot; /&gt;&lt;w:tab w:val=&quot;left&quot; w:pos=&quot;992&quot; /&gt;&lt;/w:tabs&gt;&lt;w:ind w:left=&quot;992&quot; w:hanging=&quot;992&quot; /&gt;&lt;w:outlineLvl w:val=&quot;1&quot; /&gt;&lt;/w:pPr&gt;&lt;w:rPr&gt;&lt;w:rFonts w:eastAsia=&quot;Times New Roman&quot; /&gt;&lt;w:b /&gt;&lt;w:bCs /&gt;&lt;w:szCs w:val=&quot;24&quot; /&gt;&lt;w:lang w:eastAsia=&quot;de-DE&quot; /&gt;&lt;/w:rPr&gt;&lt;/w:style&gt;&lt;w:style w:type=&quot;paragraph&quot; w:styleId=&quot;Heading3&quot;&gt;&lt;w:name w:val=&quot;heading 3&quot; /&gt;&lt;w:aliases w:val=&quot;VBS-Untertitel&quot; /&gt;&lt;w:basedOn w:val=&quot;Normal&quot; /&gt;&lt;w:next w:val=&quot;Normal&quot; /&gt;&lt;w:link w:val=&quot;Heading3Char&quot; /&gt;&lt;w:qFormat /&gt;&lt;w:rsid w:val=&quot;0090257B&quot; /&gt;&lt;w:pPr&gt;&lt;w:keepNext /&gt;&lt;w:keepLines /&gt;&lt;w:numPr&gt;&lt;w:ilvl w:val=&quot;2&quot; /&gt;&lt;w:numId w:val=&quot;1&quot; /&gt;&lt;/w:numPr&gt;&lt;w:tabs&gt;&lt;w:tab w:val=&quot;clear&quot; w:pos=&quot;720&quot; /&gt;&lt;w:tab w:val=&quot;left&quot; w:pos=&quot;992&quot; /&gt;&lt;/w:tabs&gt;&lt;w:ind w:left=&quot;992&quot; w:hanging=&quot;992&quot; /&gt;&lt;w:outlineLvl w:val=&quot;2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paragraph&quot; w:styleId=&quot;Header&quot;&gt;&lt;w:name w:val=&quot;header&quot; /&gt;&lt;w:basedOn w:val=&quot;Normal&quot; /&gt;&lt;w:semiHidden /&gt;&lt;w:rsid w:val=&quot;00D056FA&quot; /&gt;&lt;w:pPr&gt;&lt;w:suppressAutoHyphens /&gt;&lt;w:spacing w:line=&quot;200&quot; w:lineRule=&quot;exact&quot; /&gt;&lt;/w:pPr&gt;&lt;w:rPr&gt;&lt;w:noProof /&gt;&lt;w:sz w:val=&quot;15&quot; /&gt;&lt;/w:rPr&gt;&lt;/w:style&gt;&lt;w:style w:type=&quot;paragraph&quot; w:styleId=&quot;Footer&quot;&gt;&lt;w:name w:val=&quot;footer&quot; /&gt;&lt;w:basedOn w:val=&quot;Normal&quot; /&gt;&lt;w:semiHidden /&gt;&lt;w:rsid w:val=&quot;00093CA0&quot; /&gt;&lt;w:pPr&gt;&lt;w:tabs&gt;&lt;w:tab w:val=&quot;center&quot; w:pos=&quot;4536&quot; /&gt;&lt;w:tab w:val=&quot;right&quot; w:pos=&quot;9072&quot; /&gt;&lt;/w:tabs&gt;&lt;/w:pPr&gt;&lt;/w:style&gt;&lt;w:style w:type=&quot;paragraph&quot; w:customStyle=&quot;1&quot; w:styleId=&quot;Logo&quot;&gt;&lt;w:name w:val=&quot;Logo&quot; /&gt;&lt;w:semiHidden /&gt;&lt;w:rsid w:val=&quot;00D056FA&quot; /&gt;&lt;w:rPr&gt;&lt;w:rFonts w:ascii=&quot;Arial&quot; w:hAnsi=&quot;Arial&quot; /&gt;&lt;w:noProof /&gt;&lt;w:sz w:val=&quot;15&quot; /&gt;&lt;/w:rPr&gt;&lt;/w:style&gt;&lt;w:style w:type=&quot;paragraph&quot; w:customStyle=&quot;1&quot; w:styleId=&quot;Pfad&quot;&gt;&lt;w:name w:val=&quot;Pfad&quot; /&gt;&lt;w:next w:val=&quot;Normal&quot; /&gt;&lt;w:semiHidden /&gt;&lt;w:rsid w:val=&quot;00D056FA&quot; /&gt;&lt;w:pPr&gt;&lt;w:spacing w:line=&quot;160&quot; w:lineRule=&quot;exact&quot; /&gt;&lt;/w:pPr&gt;&lt;w:rPr&gt;&lt;w:rFonts w:ascii=&quot;Arial&quot; w:hAnsi=&quot;Arial&quot; /&gt;&lt;w:noProof /&gt;&lt;w:sz w:val=&quot;12&quot; /&gt;&lt;w:szCs w:val=&quot;12&quot; /&gt;&lt;/w:rPr&gt;&lt;/w:style&gt;&lt;w:style w:type=&quot;paragraph&quot; w:customStyle=&quot;1&quot; w:styleId=&quot;VBS-Eingerckt&quot;&gt;&lt;w:name w:val=&quot;VBS-Eingerückt&quot; /&gt;&lt;w:basedOn w:val=&quot;Normal&quot; /&gt;&lt;w:qFormat /&gt;&lt;w:rsid w:val=&quot;001866A0&quot; /&gt;&lt;w:pPr&gt;&lt;w:ind w:left=&quot;992&quot; /&gt;&lt;/w:pPr&gt;&lt;w:rPr&gt;&lt;w:lang w:eastAsia=&quot;de-DE&quot; /&gt;&lt;/w:rPr&gt;&lt;/w:style&gt;&lt;w:style w:type=&quot;paragraph&quot; w:customStyle=&quot;1&quot; w:styleId=&quot;Seite&quot;&gt;&lt;w:name w:val=&quot;Seite&quot; /&gt;&lt;w:basedOn w:val=&quot;Normal&quot; /&gt;&lt;w:semiHidden /&gt;&lt;w:rsid w:val=&quot;00FA2E16&quot; /&gt;&lt;w:pPr&gt;&lt;w:suppressAutoHyphens /&gt;&lt;w:spacing w:line=&quot;200&quot; w:lineRule=&quot;atLeast&quot; /&gt;&lt;w:jc w:val=&quot;right&quot; /&gt;&lt;/w:pPr&gt;&lt;w:rPr&gt;&lt;w:sz w:val=&quot;14&quot; /&gt;&lt;w:szCs w:val=&quot;14&quot; /&gt;&lt;/w:rPr&gt;&lt;/w:style&gt;&lt;w:style w:type=&quot;paragraph&quot; w:customStyle=&quot;1&quot; w:styleId=&quot;VBS-EingercktBullet1&quot;&gt;&lt;w:name w:val=&quot;VBS-EingerücktBullet1&quot; /&gt;&lt;w:basedOn w:val=&quot;VBS-Eingerckt&quot; /&gt;&lt;w:qFormat /&gt;&lt;w:rsid w:val=&quot;00D8402E&quot; /&gt;&lt;w:pPr&gt;&lt;w:numPr&gt;&lt;w:numId w:val=&quot;2&quot; /&gt;&lt;/w:numPr&gt;&lt;w:ind w:left=&quot;1276&quot; w:hanging=&quot;284&quot; /&gt;&lt;/w:pPr&gt;&lt;/w:style&gt;&lt;w:style w:type=&quot;paragraph&quot; w:customStyle=&quot;1&quot; w:styleId=&quot;Platzhalter&quot;&gt;&lt;w:name w:val=&quot;Platzhalter&quot; /&gt;&lt;w:basedOn w:val=&quot;Normal&quot; /&gt;&lt;w:semiHidden /&gt;&lt;w:rsid w:val=&quot;00D056FA&quot; /&gt;&lt;w:rPr&gt;&lt;w:sz w:val=&quot;2&quot; /&gt;&lt;w:szCs w:val=&quot;2&quot; /&gt;&lt;/w:rPr&gt;&lt;/w:style&gt;&lt;w:style w:type=&quot;paragraph&quot; w:customStyle=&quot;1&quot; w:styleId=&quot;KopfFett&quot;&gt;&lt;w:name w:val=&quot;KopfFett&quot; /&gt;&lt;w:basedOn w:val=&quot;Header&quot; /&gt;&lt;w:next w:val=&quot;Header&quot; /&gt;&lt;w:semiHidden /&gt;&lt;w:rsid w:val=&quot;00A71938&quot; /&gt;&lt;w:rPr&gt;&lt;w:b /&gt;&lt;/w:rPr&gt;&lt;/w:style&gt;&lt;w:style w:type=&quot;paragraph&quot; w:customStyle=&quot;1&quot; w:styleId=&quot;KopfDept&quot;&gt;&lt;w:name w:val=&quot;KopfDept&quot; /&gt;&lt;w:basedOn w:val=&quot;Header&quot; /&gt;&lt;w:next w:val=&quot;KopfFett&quot; /&gt;&lt;w:semiHidden /&gt;&lt;w:rsid w:val=&quot;00A71938&quot; /&gt;&lt;w:pPr&gt;&lt;w:spacing w:after=&quot;100&quot; /&gt;&lt;w:contextualSpacing /&gt;&lt;/w:pPr&gt;&lt;/w:style&gt;&lt;w:style w:type=&quot;paragraph&quot; w:customStyle=&quot;1&quot; w:styleId=&quot;FuzeilePlatzhalter&quot;&gt;&lt;w:name w:val=&quot;FußzeilePlatzhalter&quot; /&gt;&lt;w:basedOn w:val=&quot;Seite&quot; /&gt;&lt;w:semiHidden /&gt;&lt;w:rsid w:val=&quot;00093CA0&quot; /&gt;&lt;w:pPr&gt;&lt;w:jc w:val=&quot;left&quot; /&gt;&lt;/w:pPr&gt;&lt;/w:style&gt;&lt;w:style w:type=&quot;paragraph&quot; w:customStyle=&quot;1&quot; w:styleId=&quot;KopfzeilePlatzhalterFS&quot;&gt;&lt;w:name w:val=&quot;KopfzeilePlatzhalterFS&quot; /&gt;&lt;w:basedOn w:val=&quot;Header&quot; /&gt;&lt;w:semiHidden /&gt;&lt;w:rsid w:val=&quot;003E4D67&quot; /&gt;&lt;w:pPr&gt;&lt;w:spacing w:after=&quot;284&quot; /&gt;&lt;/w:pPr&gt;&lt;/w:style&gt;&lt;w:style w:type=&quot;paragraph&quot; w:customStyle=&quot;1&quot; w:styleId=&quot;Klassifizierung&quot;&gt;&lt;w:name w:val=&quot;Klassifizierung&quot; /&gt;&lt;w:basedOn w:val=&quot;Normal&quot; /&gt;&lt;w:semiHidden /&gt;&lt;w:qFormat /&gt;&lt;w:rsid w:val=&quot;00E93133&quot; /&gt;&lt;w:pPr&gt;&lt;w:jc w:val=&quot;right&quot; /&gt;&lt;/w:pPr&gt;&lt;w:rPr&gt;&lt;w:b /&gt;&lt;/w:rPr&gt;&lt;/w:style&gt;&lt;w:style w:type=&quot;paragraph&quot; w:customStyle=&quot;1&quot; w:styleId=&quot;MapperEnd&quot;&gt;&lt;w:name w:val=&quot;MapperEnd&quot; /&gt;&lt;w:basedOn w:val=&quot;Klassifizierung&quot; /&gt;&lt;w:semiHidden /&gt;&lt;w:qFormat /&gt;&lt;w:rsid w:val=&quot;00E93133&quot; /&gt;&lt;w:rPr&gt;&lt;w:sz w:val=&quot;4&quot; /&gt;&lt;/w:rPr&gt;&lt;/w:style&gt;&lt;w:style w:type=&quot;paragraph&quot; w:styleId=&quot;BalloonText&quot;&gt;&lt;w:name w:val=&quot;Balloon Text&quot; /&gt;&lt;w:basedOn w:val=&quot;Normal&quot; /&gt;&lt;w:link w:val=&quot;BalloonTextChar&quot; /&gt;&lt;w:semiHidden /&gt;&lt;w:rsid w:val=&quot;00426979&quot; /&gt;&lt;w:rPr&gt;&lt;w:rFonts w:ascii=&quot;Tahoma&quot; w:hAnsi=&quot;Tahoma&quot; w:cs=&quot;Tahoma&quot; /&gt;&lt;w:sz w:val=&quot;16&quot; /&gt;&lt;w:szCs w:val=&quot;16&quot; /&gt;&lt;/w:rPr&gt;&lt;/w:style&gt;&lt;w:style w:type=&quot;character&quot; w:customStyle=&quot;1&quot; w:styleId=&quot;BalloonTextChar&quot;&gt;&lt;w:name w:val=&quot;Balloon Text Char&quot; /&gt;&lt;w:basedOn w:val=&quot;DefaultParagraphFont&quot; /&gt;&lt;w:link w:val=&quot;BalloonText&quot; /&gt;&lt;w:semiHidden /&gt;&lt;w:rsid w:val=&quot;00F9785A&quot; /&gt;&lt;w:rPr&gt;&lt;w:rFonts w:ascii=&quot;Tahoma&quot; w:hAnsi=&quot;Tahoma&quot; w:cs=&quot;Tahoma&quot; /&gt;&lt;w:sz w:val=&quot;16&quot; /&gt;&lt;w:szCs w:val=&quot;16&quot; /&gt;&lt;/w:rPr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426979&quot; /&gt;&lt;w:rPr&gt;&lt;w:color w:val=&quot;808080&quot; /&gt;&lt;/w:rPr&gt;&lt;/w:style&gt;&lt;w:style w:type=&quot;paragraph&quot; w:customStyle=&quot;1&quot; w:styleId=&quot;VBS-EingercktBullet2&quot;&gt;&lt;w:name w:val=&quot;VBS-EingerücktBullet2&quot; /&gt;&lt;w:basedOn w:val=&quot;VBS-Eingerckt&quot; /&gt;&lt;w:qFormat /&gt;&lt;w:rsid w:val=&quot;00D8402E&quot; /&gt;&lt;w:pPr&gt;&lt;w:numPr&gt;&lt;w:numId w:val=&quot;3&quot; /&gt;&lt;/w:numPr&gt;&lt;w:ind w:left=&quot;1276&quot; w:hanging=&quot;284&quot; /&gt;&lt;/w:pPr&gt;&lt;/w:style&gt;&lt;w:style w:type=&quot;paragraph&quot; w:customStyle=&quot;1&quot; w:styleId=&quot;VBS-EingercktBullet3&quot;&gt;&lt;w:name w:val=&quot;VBS-EingerücktBullet3&quot; /&gt;&lt;w:basedOn w:val=&quot;VBS-Eingerckt&quot; /&gt;&lt;w:qFormat /&gt;&lt;w:rsid w:val=&quot;00D8402E&quot; /&gt;&lt;w:pPr&gt;&lt;w:numPr&gt;&lt;w:numId w:val=&quot;4&quot; /&gt;&lt;/w:numPr&gt;&lt;w:ind w:left=&quot;1276&quot; w:hanging=&quot;284&quot; /&gt;&lt;/w:pPr&gt;&lt;/w:style&gt;&lt;w:style w:type=&quot;paragraph&quot; w:customStyle=&quot;1&quot; w:styleId=&quot;VBS-EingercktBullet4&quot;&gt;&lt;w:name w:val=&quot;VBS-EingerücktBullet4&quot; /&gt;&lt;w:basedOn w:val=&quot;VBS-Eingerckt&quot; /&gt;&lt;w:qFormat /&gt;&lt;w:rsid w:val=&quot;00A94F7A&quot; /&gt;&lt;w:pPr&gt;&lt;w:numPr&gt;&lt;w:numId w:val=&quot;5&quot; /&gt;&lt;/w:numPr&gt;&lt;w:ind w:left=&quot;1276&quot; w:hanging=&quot;284&quot; /&gt;&lt;/w:pPr&gt;&lt;/w:style&gt;&lt;w:style w:type=&quot;paragraph&quot; w:customStyle=&quot;1&quot; w:styleId=&quot;VBS-TabelleBullet1&quot;&gt;&lt;w:name w:val=&quot;VBS-TabelleBullet1&quot; /&gt;&lt;w:basedOn w:val=&quot;Normal&quot; /&gt;&lt;w:qFormat /&gt;&lt;w:rsid w:val=&quot;00D8402E&quot; /&gt;&lt;w:pPr&gt;&lt;w:numPr&gt;&lt;w:numId w:val=&quot;6&quot; /&gt;&lt;/w:numPr&gt;&lt;w:spacing w:before=&quot;40&quot; w:after=&quot;40&quot; /&gt;&lt;w:ind w:left=&quot;284&quot; w:hanging=&quot;284&quot; /&gt;&lt;w:contextualSpacing /&gt;&lt;/w:pPr&gt;&lt;w:rPr&gt;&lt;w:lang w:eastAsia=&quot;de-DE&quot; /&gt;&lt;/w:rPr&gt;&lt;/w:style&gt;&lt;w:style w:type=&quot;paragraph&quot; w:customStyle=&quot;1&quot; w:styleId=&quot;VBS-TabelleBullet2&quot;&gt;&lt;w:name w:val=&quot;VBS-TabelleBullet2&quot; /&gt;&lt;w:basedOn w:val=&quot;VBS-EingercktBullet2&quot; /&gt;&lt;w:qFormat /&gt;&lt;w:rsid w:val=&quot;00D8402E&quot; /&gt;&lt;w:pPr&gt;&lt;w:numPr&gt;&lt;w:numId w:val=&quot;7&quot; /&gt;&lt;/w:numPr&gt;&lt;w:spacing w:before=&quot;40&quot; w:after=&quot;40&quot; /&gt;&lt;w:ind w:left=&quot;284&quot; w:hanging=&quot;284&quot; /&gt;&lt;w:contextualSpacing /&gt;&lt;/w:pPr&gt;&lt;/w:style&gt;&lt;w:style w:type=&quot;character&quot; w:customStyle=&quot;1&quot; w:styleId=&quot;Heading1Char&quot;&gt;&lt;w:name w:val=&quot;Heading 1 Char&quot; /&gt;&lt;w:aliases w:val=&quot;VBS-Hauptitel Char&quot; /&gt;&lt;w:basedOn w:val=&quot;DefaultParagraphFont&quot; /&gt;&lt;w:link w:val=&quot;Heading1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2Char&quot;&gt;&lt;w:name w:val=&quot;Heading 2 Char&quot; /&gt;&lt;w:aliases w:val=&quot;VBS-Titel Char&quot; /&gt;&lt;w:basedOn w:val=&quot;DefaultParagraphFont&quot; /&gt;&lt;w:link w:val=&quot;Heading2&quot; /&gt;&lt;w:rsid w:val=&quot;0090257B&quot; /&gt;&lt;w:rPr&gt;&lt;w:rFonts w:ascii=&quot;Arial&quot; w:hAnsi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3Char&quot;&gt;&lt;w:name w:val=&quot;Heading 3 Char&quot; /&gt;&lt;w:aliases w:val=&quot;VBS-Untertitel Char&quot; /&gt;&lt;w:basedOn w:val=&quot;DefaultParagraphFont&quot; /&gt;&lt;w:link w:val=&quot;Heading3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paragraph&quot; w:customStyle=&quot;1&quot; w:styleId=&quot;VBS-TabelleBullet3&quot;&gt;&lt;w:name w:val=&quot;VBS-TabelleBullet3&quot; /&gt;&lt;w:basedOn w:val=&quot;VBS-EingercktBullet3&quot; /&gt;&lt;w:qFormat /&gt;&lt;w:rsid w:val=&quot;00D8402E&quot; /&gt;&lt;w:pPr&gt;&lt;w:numPr&gt;&lt;w:numId w:val=&quot;8&quot; /&gt;&lt;/w:numPr&gt;&lt;w:spacing w:before=&quot;40&quot; w:after=&quot;40&quot; /&gt;&lt;w:ind w:left=&quot;284&quot; w:hanging=&quot;28"/>
    <w:docVar w:name="de-CH3_LanguageVersion" w:val="4&quot; /&gt;&lt;w:contextualSpacing /&gt;&lt;/w:pPr&gt;&lt;/w:style&gt;&lt;w:style w:type=&quot;paragraph&quot; w:customStyle=&quot;1&quot; w:styleId=&quot;VBS-TabelleBullet4&quot;&gt;&lt;w:name w:val=&quot;VBS-TabelleBullet4&quot; /&gt;&lt;w:basedOn w:val=&quot;VBS-EingercktBullet4&quot; /&gt;&lt;w:qFormat /&gt;&lt;w:rsid w:val=&quot;00D8402E&quot; /&gt;&lt;w:pPr&gt;&lt;w:numPr&gt;&lt;w:numId w:val=&quot;9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n&quot;&gt;&lt;w:name w:val=&quot;VBS-Tabellen&quot; /&gt;&lt;w:basedOn w:val=&quot;Normal&quot; /&gt;&lt;w:qFormat /&gt;&lt;w:rsid w:val=&quot;001866A0&quot; /&gt;&lt;w:pPr&gt;&lt;w:spacing w:before=&quot;40&quot; w:after=&quot;40&quot; /&gt;&lt;w:contextualSpacing /&gt;&lt;/w:pPr&gt;&lt;/w:style&gt;&lt;w:style w:type=&quot;paragraph&quot; w:styleId=&quot;TOC1&quot;&gt;&lt;w:name w:val=&quot;toc 1&quot; /&gt;&lt;w:basedOn w:val=&quot;Normal&quot; /&gt;&lt;w:next w:val=&quot;Normal&quot; /&gt;&lt;w:autoRedefine /&gt;&lt;w:semiHidden /&gt;&lt;w:rsid w:val=&quot;00F461AE&quot; /&gt;&lt;w:pPr&gt;&lt;w:spacing w:before=&quot;120&quot; /&gt;&lt;w:ind w:left=&quot;992&quot; w:hanging=&quot;992&quot; /&gt;&lt;/w:pPr&gt;&lt;w:rPr&gt;&lt;w:b /&gt;&lt;/w:rPr&gt;&lt;/w:style&gt;&lt;w:style w:type=&quot;paragraph&quot; w:styleId=&quot;TOC2&quot;&gt;&lt;w:name w:val=&quot;toc 2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3&quot;&gt;&lt;w:name w:val=&quot;toc 3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4&quot;&gt;&lt;w:name w:val=&quot;toc 4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5&quot;&gt;&lt;w:name w:val=&quot;toc 5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Heading&quot;&gt;&lt;w:name w:val=&quot;TOC Heading&quot; /&gt;&lt;w:basedOn w:val=&quot;Heading1&quot; /&gt;&lt;w:next w:val=&quot;Normal&quot; /&gt;&lt;w:uiPriority w:val=&quot;39&quot; /&gt;&lt;w:semiHidden /&gt;&lt;w:qFormat /&gt;&lt;w:rsid w:val=&quot;004431C9&quot; /&gt;&lt;w:pPr&gt;&lt;w:numPr&gt;&lt;w:numId w:val=&quot;0&quot; /&gt;&lt;/w:numPr&gt;&lt;w:tabs&gt;&lt;w:tab w:val=&quot;clear&quot; w:pos=&quot;992&quot; /&gt;&lt;/w:tabs&gt;&lt;w:spacing w:before=&quot;480&quot; /&gt;&lt;w:outlineLvl w:val=&quot;9&quot; /&gt;&lt;/w:pPr&gt;&lt;w:rPr&gt;&lt;w:rFonts w:eastAsiaTheme=&quot;majorEastAsia&quot; w:cstheme=&quot;majorBidi&quot; /&gt;&lt;w:szCs w:val=&quot;28&quot; /&gt;&lt;w:lang w:eastAsia=&quot;en-US&quot; /&gt;&lt;/w:rPr&gt;&lt;/w:style&gt;&lt;w:style w:type=&quot;paragraph&quot; w:styleId=&quot;Title&quot;&gt;&lt;w:name w:val=&quot;Title&quot; /&gt;&lt;w:basedOn w:val=&quot;Normal&quot; /&gt;&lt;w:next w:val=&quot;Normal&quot; /&gt;&lt;w:link w:val=&quot;TitleChar&quot; /&gt;&lt;w:semiHidden /&gt;&lt;w:rsid w:val=&quot;004431C9&quot; /&gt;&lt;w:pPr&gt;&lt;w:pBdr&gt;&lt;w:bottom w:val=&quot;single&quot; w:sz=&quot;8&quot; w:space=&quot;4&quot; w:color=&quot;4F81BD&quot; w:themeColor=&quot;accent1&quot; /&gt;&lt;/w:pBdr&gt;&lt;w:spacing w:after=&quot;300&quot; /&gt;&lt;w:contextualSpacing /&gt;&lt;/w:pPr&gt;&lt;w:rPr&gt;&lt;w:rFonts w:eastAsiaTheme=&quot;majorEastAsia&quot; w:cstheme=&quot;majorBidi&quot; /&gt;&lt;w:spacing w:val=&quot;5&quot; /&gt;&lt;w:kern w:val=&quot;28&quot; /&gt;&lt;w:sz w:val=&quot;52&quot; /&gt;&lt;w:szCs w:val=&quot;52&quot; /&gt;&lt;/w:rPr&gt;&lt;/w:style&gt;&lt;w:style w:type=&quot;character&quot; w:customStyle=&quot;1&quot; w:styleId=&quot;TitleChar&quot;&gt;&lt;w:name w:val=&quot;Title Char&quot; /&gt;&lt;w:basedOn w:val=&quot;DefaultParagraphFont&quot; /&gt;&lt;w:link w:val=&quot;Title&quot; /&gt;&lt;w:semiHidden /&gt;&lt;w:rsid w:val=&quot;004431C9&quot; /&gt;&lt;w:rPr&gt;&lt;w:rFonts w:ascii=&quot;Arial&quot; w:eastAsiaTheme=&quot;majorEastAsia&quot; w:hAnsi=&quot;Arial&quot; w:cstheme=&quot;majorBidi&quot; /&gt;&lt;w:spacing w:val=&quot;5&quot; /&gt;&lt;w:kern w:val=&quot;28&quot; /&gt;&lt;w:sz w:val=&quot;52&quot; /&gt;&lt;w:szCs w:val=&quot;52&quot; /&gt;&lt;w:lang w:eastAsia=&quot;en-US&quot; /&gt;&lt;/w:rPr&gt;&lt;/w:style&gt;&lt;w:style w:type=&quot;paragraph&quot; w:styleId=&quot;Subtitle&quot;&gt;&lt;w:name w:val=&quot;Subtitle&quot; /&gt;&lt;w:basedOn w:val=&quot;Normal&quot; /&gt;&lt;w:next w:val=&quot;Normal&quot; /&gt;&lt;w:link w:val=&quot;SubtitleChar&quot; /&gt;&lt;w:semiHidden /&gt;&lt;w:rsid w:val=&quot;004431C9&quot; /&gt;&lt;w:pPr&gt;&lt;w:numPr&gt;&lt;w:ilvl w:val=&quot;1&quot; /&gt;&lt;/w:numPr&gt;&lt;/w:pPr&gt;&lt;w:rPr&gt;&lt;w:rFonts w:eastAsiaTheme=&quot;majorEastAsia&quot; w:cstheme=&quot;majorBidi&quot; /&gt;&lt;w:iCs /&gt;&lt;w:spacing w:val=&quot;15&quot; /&gt;&lt;w:sz w:val=&quot;24&quot; /&gt;&lt;w:szCs w:val=&quot;24&quot; /&gt;&lt;/w:rPr&gt;&lt;/w:style&gt;&lt;w:style w:type=&quot;character&quot; w:customStyle=&quot;1&quot; w:styleId=&quot;SubtitleChar&quot;&gt;&lt;w:name w:val=&quot;Subtitle Char&quot; /&gt;&lt;w:basedOn w:val=&quot;DefaultParagraphFont&quot; /&gt;&lt;w:link w:val=&quot;Subtitle&quot; /&gt;&lt;w:semiHidden /&gt;&lt;w:rsid w:val=&quot;004431C9&quot; /&gt;&lt;w:rPr&gt;&lt;w:rFonts w:ascii=&quot;Arial&quot; w:eastAsiaTheme=&quot;majorEastAsia&quot; w:hAnsi=&quot;Arial&quot; w:cstheme=&quot;majorBidi&quot; /&gt;&lt;w:iCs /&gt;&lt;w:spacing w:val=&quot;15&quot; /&gt;&lt;w:sz w:val=&quot;24&quot; /&gt;&lt;w:szCs w:val=&quot;24&quot; /&gt;&lt;w:lang w:eastAsia=&quot;en-US&quot; /&gt;&lt;/w:rPr&gt;&lt;/w:style&gt;&lt;w:style w:type=&quot;table&quot; w:styleId=&quot;TableGrid&quot;&gt;&lt;w:name w:val=&quot;Table Grid&quot; /&gt;&lt;w:basedOn w:val=&quot;TableNormal&quot; /&gt;&lt;w:rsid w:val=&quot;00A060C1&quot; /&gt;&lt;w:tblPr&gt;&lt;w:tblInd w:w=&quot;-108&quot; w:type=&quot;dxa&quot; /&gt;&lt;/w:tblPr&gt;&lt;/w:style&gt;&lt;w:style w:type=&quot;table&quot; w:styleId=&quot;TableTheme&quot;&gt;&lt;w:name w:val=&quot;Table Theme&quot; /&gt;&lt;w:basedOn w:val=&quot;TableNormal&quot; /&gt;&lt;w:rsid w:val=&quot;00A060C1&quot; /&gt;&lt;w:tblPr&gt;&lt;w:tblBorders&gt;&lt;w:top w:val=&quot;single&quot; w:sz=&quot;4&quot; w:space=&quot;0&quot; w:color=&quot;auto&quot; /&gt;&lt;w:left w:val=&quot;single&quot; w:sz=&quot;4&quot; w:space=&quot;0&quot; w:color=&quot;auto&quot; /&gt;&lt;w:bottom w:val=&quot;single&quot; w:sz=&quot;4&quot; w:space=&quot;0&quot; w:color=&quot;auto&quot; /&gt;&lt;w:right w:val=&quot;single&quot; w:sz=&quot;4&quot; w:space=&quot;0&quot; w:color=&quot;auto&quot; /&gt;&lt;w:insideH w:val=&quot;single&quot; w:sz=&quot;4&quot; w:space=&quot;0&quot; w:color=&quot;auto&quot; /&gt;&lt;w:insideV w:val=&quot;single&quot; w:sz=&quot;4&quot; w:space=&quot;0&quot; w:color=&quot;auto&quot; /&gt;&lt;/w:tblBorders&gt;&lt;/w:tblPr&gt;&lt;/w:style&gt;&lt;/w:styles&gt;&lt;/pkg:xmlData&gt;&lt;/pkg:part&gt;&lt;pkg:part pkg:name=&quot;/word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relyOnVML /&gt;&lt;w:allowPNG /&gt;&lt;/w:webSettings&gt;&lt;/pkg:xmlData&gt;&lt;/pkg:part&gt;&lt;pkg:part pkg:name=&quot;/word/glossary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Theme=&quot;minorHAnsi&quot; w:eastAsiaTheme=&quot;minorEastAsia&quot; w:hAnsiTheme=&quot;minorHAnsi&quot; w:cstheme=&quot;minorBidi&quot; /&gt;&lt;w:sz w:val=&quot;22&quot; /&gt;&lt;w:szCs w:val=&quot;22&quot; /&gt;&lt;w:lang w:val=&quot;en-US&quot; w:eastAsia=&quot;en-US&quot; w:bidi=&quot;ar-SA&quot; /&gt;&lt;/w:rPr&gt;&lt;/w:rPrDefault&gt;&lt;w:pPrDefault&gt;&lt;w:pPr&gt;&lt;w:spacing w:after=&quot;200&quot; w:line=&quot;276&quot; w:lineRule=&quot;auto&quot; /&gt;&lt;/w:pPr&gt;&lt;/w:pPrDefault&gt;&lt;/w:docDefaults&gt;&lt;w:latentStyles w:defLockedState=&quot;0&quot; w:defUIPriority=&quot;99&quot; w:defSemiHidden=&quot;0&quot; w:defUnhideWhenUsed=&quot;0&quot; w:defQFormat=&quot;0&quot; w:count=&quot;374&quot;&gt;&lt;w:lsdException w:name=&quot;Normal&quot; w:uiPriority=&quot;0&quot; w:qFormat=&quot;1&quot; /&gt;&lt;w:lsdException w:name=&quot;heading 1&quot; w:uiPriority=&quot;9&quot; w:qFormat=&quot;1&quot; /&gt;&lt;w:lsdException w:name=&quot;heading 2&quot; w:semiHidden=&quot;1&quot; w:uiPriority=&quot;9&quot; w:unhideWhenUsed=&quot;1&quot; w:qFormat=&quot;1&quot; /&gt;&lt;w:lsdException w:name=&quot;heading 3&quot; w:semiHidden=&quot;1&quot; w:uiPriority=&quot;9&quot; w:unhideWhenUsed=&quot;1&quot; w:qFormat=&quot;1&quot; /&gt;&lt;w:lsdException w:name=&quot;heading 4&quot; w:semiHidden=&quot;1&quot; w:uiPriority=&quot;9&quot; w:unhideWhenUsed=&quot;1&quot; w:qFormat=&quot;1&quot; /&gt;&lt;w:lsdException w:name=&quot;heading 5&quot; w:semiHidden=&quot;1&quot; w:uiPriority=&quot;9&quot; w:unhideWhenUsed=&quot;1&quot; w:qFormat=&quot;1&quot; /&gt;&lt;w:lsdException w:name=&quot;heading 6&quot; w:semiHidden=&quot;1&quot; w:uiPriority=&quot;9&quot; w:unhideWhenUsed=&quot;1&quot; w:qFormat=&quot;1&quot; /&gt;&lt;w:lsdException w:name=&quot;heading 7&quot; w:semiHidden=&quot;1&quot; w:uiPriority=&quot;9&quot; w:unhideWhenUsed=&quot;1&quot; w:qFormat=&quot;1&quot; /&gt;&lt;w:lsdException w:name=&quot;heading 8&quot; w:semiHidden=&quot;1&quot; w:uiPriority=&quot;9&quot; w:unhideWhenUsed=&quot;1&quot; w:qFormat=&quot;1&quot; /&gt;&lt;w:lsdException w:name=&quot;heading 9&quot; w:semiHidden=&quot;1&quot; w:uiPriority=&quot;9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iPriority=&quot;39&quot; w:unhideWhenUsed=&quot;1&quot; /&gt;&lt;w:lsdException w:name=&quot;toc 2&quot; w:semiHidden=&quot;1&quot; w:uiPriority=&quot;39&quot; w:unhideWhenUsed=&quot;1&quot; /&gt;&lt;w:lsdException w:name=&quot;toc 3&quot; w:semiHidden=&quot;1&quot; w:uiPriority=&quot;39&quot; w:unhideWhenUsed=&quot;1&quot; /&gt;&lt;w:lsdException w:name=&quot;toc 4&quot; w:semiHidden=&quot;1&quot; w:uiPriority=&quot;39&quot; w:unhideWhenUsed=&quot;1&quot; /&gt;&lt;w:lsdException w:name=&quot;toc 5&quot; w:semiHidden=&quot;1&quot; w:uiPriority=&quot;39&quot; w:unhideWhenUsed=&quot;1&quot; /&gt;&lt;w:lsdException w:name=&quot;toc 6&quot; w:semiHidden=&quot;1&quot; w:uiPriority=&quot;39&quot; w:unhideWhenUsed=&quot;1&quot; /&gt;&lt;w:lsdException w:name=&quot;toc 7&quot; w:semiHidden=&quot;1&quot; w:uiPriority=&quot;39&quot; w:unhideWhenUsed=&quot;1&quot; /&gt;&lt;w:lsdException w:name=&quot;toc 8&quot; w:semiHidden=&quot;1&quot; w:uiPriority=&quot;39&quot; w:unhideWhenUsed=&quot;1&quot; /&gt;&lt;w:lsdException w:name=&quot;toc 9&quot; w:semiHidden=&quot;1&quot; w:uiPriority=&quot;39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iPriority=&quot;35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w:unhideWhenUsed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w:unhideWhenUsed=&quot;1&quot; /&gt;&lt;w:lsdException w:name=&quot;List 2&quot; w:semiHidden=&quot;1&quot; w:unhideWhenUsed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uiPriority=&quot;10&quot; w:qFormat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iPriority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w:unhideWhenUsed=&quot;1&quot; /&gt;&lt;w:lsdException w:name=&quot;List Continue 5&quot; w:semiHidden=&quot;1&quot; w:unhideWhenUsed=&quot;1&quot; /&gt;&lt;w:lsdException w:name=&quot;Message Header&quot; w:semiHidden=&quot;1&quot; w:unhideWhenUsed=&quot;1&quot; /&gt;&lt;w:lsdException w:name=&quot;Subtitle&quot; w:uiPriority=&quot;11&quot; w:qFormat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uiPriority=&quot;22&quot; w:qFormat=&quot;1&quot; /&gt;&lt;w:lsdException w:name=&quot;Emphasis&quot; w:uiPriority=&quot;20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Balloon Text&quot; w:semiHidden=&quot;1&quot; w:unhideWhenUsed=&quot;1&quot; /&gt;&lt;w:lsdException w:name=&quot;Table Grid&quot; w:semiHidden=&quot;1&quot; w:uiPriority=&quot;59&quot; w:unhideWhenUsed=&quot;1&quot; /&gt;&lt;w:lsdException w:name=&quot;Table Theme&quot; w:semiHidden=&quot;1&quot; w:unhideWhenUsed=&quot;1&quot; /&gt;&lt;w:lsdException w:name=&quot;Placeholder Text&quot; w:semiHidden=&quot;1&quot; /&gt;&lt;w:lsdException w:name=&quot;No Spacing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/&gt;&lt;w:lsdException w:name=&quot;List Paragraph&quot; w:uiPriority=&quot;34&quot; w:qFormat=&quot;1&quot; /&gt;&lt;w:lsdException w:name=&quot;Quote&quot; w:uiPriority=&quot;29&quot; w:qFormat=&quot;1&quot; /&gt;&lt;w:lsdException w:name=&quot;Intense Quote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uiPriority=&quot;19&quot; w:qFormat=&quot;1&quot; /&gt;&lt;w:lsdException w:name=&quot;Intense Emphasis&quot; w:uiPriority=&quot;21&quot; w:qFormat=&quot;1&quot; /&gt;&lt;w:lsdException w:name=&quot;Subtle Reference&quot; w:uiPriority=&quot;31&quot; w:qFormat=&quot;1&quot; /&gt;&lt;w:lsdException w:name=&quot;Intense Reference&quot; w:uiPriority=&quot;32&quot; w:qFormat=&quot;1&quot; /&gt;&lt;w:lsdException w:name=&quot;Book Title&quot; w:uiPriority=&quot;33&quot; w:qFormat=&quot;1&quot; /&gt;&lt;w:lsdException w:name=&quot;Bibliography&quot; w:semiHidden=&quot;1&quot; w:uiPriority=&quot;37&quot; w:unhideWhenUsed=&quot;1&quot; /&gt;&lt;w:lsdException w:name=&quot;TOC Heading&quot; w:semiHidden=&quot;1&quot; w:uiPriority=&quot;39&quot; w:unhideWhenUsed=&quot;1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nhideWhenUsed=&quot;1&quot; /&gt;&lt;w:lsdException w:name=&quot;Smart Hyperlink&quot; w:semiHidden=&quot;1&quot; w:unhideWhenUsed=&quot;1&quot; /&gt;&lt;w:lsdException w:name=&quot;Hashtag&quot; w:semiHidden=&quot;1&quot; w:unhideWhenUsed=&quot;1&quot; /&gt;&lt;/w:latentStyles&gt;&lt;w:style w:type=&quot;paragraph&quot; w:default=&quot;1&quot; w:styleId=&quot;Normal&quot;&gt;&lt;w:name w:val=&quot;Normal&quot; /&gt;&lt;w:qFormat /&gt;&lt;w:rsid w:val=&quot;00386FA4&quot; /&gt;&lt;w:rPr&gt;&lt;w:rFonts w:cs=&quot;Times New Roman&quot; /&gt;&lt;w:sz w:val=&quot;3276&quot; /&gt;&lt;w:szCs w:val=&quot;3276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AE02AC&quot; /&gt;&lt;w:rPr&gt;&lt;w:color w:val=&quot;808080&quot; /&gt;&lt;/w:rPr&gt;&lt;/w:style&gt;&lt;w:style w:type=&quot;paragraph&quot; w:customStyle=&quot;1&quot; w:styleId=&quot;33786D7D115741E7B2638FA3E0C6E91A&quot;&gt;&lt;w:name w:val=&quot;33786D7D115741E7B2638FA3E0C6E91A&quot; /&gt;&lt;w:rsid w:val=&quot;00C567ED&quot; /&gt;&lt;w:rPr&gt;&lt;w:lang w:val=&quot;de-CH&quot; w:eastAsia=&quot;de-CH&quot; /&gt;&lt;/w:rPr&gt;&lt;/w:style&gt;&lt;w:style w:type=&quot;paragraph&quot; w:customStyle=&quot;1&quot; w:styleId=&quot;F6E35C3A433D419FADD9B6702CBC737B&quot;&gt;&lt;w:name w:val=&quot;F6E35C3A433D419FADD9B6702CBC737B&quot; /&gt;&lt;w:rsid w:val=&quot;00C567ED&quot; /&gt;&lt;w:rPr&gt;&lt;w:lang w:val=&quot;de-CH&quot; w:eastAsia=&quot;de-CH&quot; /&gt;&lt;/w:rPr&gt;&lt;/w:style&gt;&lt;w:style w:type=&quot;paragraph&quot; w:customStyle=&quot;1&quot; w:styleId=&quot;4EAA6B5B11274759947C01373E9BA289&quot;&gt;&lt;w:name w:val=&quot;4EAA6B5B11274759947C01373E9BA289&quot; /&gt;&lt;w:rsid w:val=&quot;00C567ED&quot; /&gt;&lt;w:rPr&gt;&lt;w:lang w:val=&quot;de-CH&quot; w:eastAsia=&quot;de-CH&quot; /&gt;&lt;/w:rPr&gt;&lt;/w:style&gt;&lt;w:style w:type=&quot;paragraph&quot; w:customStyle=&quot;1&quot; w:styleId=&quot;4F2238E76EB64405B600D6BECFF503B2&quot;&gt;&lt;w:name w:val=&quot;4F2238E76EB64405B600D6BECFF503B2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4A8420DF3E514D7E88CA252FC936451E&quot;&gt;&lt;w:name w:val=&quot;4A8420DF3E514D7E88CA252FC936451E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60C3CEF79504BEA97775F183C30EF60&quot;&gt;&lt;w:name w:val=&quot;D60C3CEF79504BEA97775F183C30EF60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/w:styles&gt;&lt;/pkg:xmlData&gt;&lt;/pkg:part&gt;&lt;pkg:part pkg:name=&quot;/word/glossary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optimizeForBrowser /&gt;&lt;/w:webSettings&gt;&lt;/pkg:xmlData&gt;&lt;/pkg:part&gt;&lt;pkg:part pkg:name=&quot;/docProps/core.xml&quot; pkg:contentType=&quot;application/vnd.openxmlformats-package.core-properties+xml&quot; pkg:padding=&quot;256&quot;&gt;&lt;pkg:xmlData&gt;&lt;cp:coreProperties xmlns:cp=&quot;http://schemas.openxmlformats.org/package/2006/metadata/core-properties&quot; xmlns:dc=&quot;http://purl.org/dc/elements/1.1/&quot; xmlns:dcterms=&quot;http://purl.org/dc/terms/&quot; xmlns:dcmitype=&quot;http://purl.org/dc/dcmitype/&quot; xmlns:xsi=&quot;http://www.w3.org/2001/XMLSchema-instance&quot;&gt;&lt;dc:title&gt;Basisformular_Hoch&lt;/dc:title&gt;&lt;dc:creator&gt;Spicher Anton FUB&lt;/dc:creator&gt;&lt;cp:lastModifiedBy&gt;Schaad, Peter&lt;/cp:lastModifiedBy&gt;&lt;cp:revision&gt;4&lt;/cp:revision&gt;&lt;cp:lastPrinted&gt;2006-08-23T11:16:00Z&lt;/cp:lastPrinted&gt;&lt;dcterms:created xsi:type=&quot;dcterms:W3CDTF&quot;&gt;2016-07-19T12:36:00Z&lt;/dcterms:created&gt;&lt;dcterms:modified xsi:type=&quot;dcterms:W3CDTF&quot;&gt;2017-01-20T12:16:00Z&lt;/dcterms:modified&gt;&lt;/cp:coreProperties&gt;&lt;/pkg:xmlData&gt;&lt;/pkg:part&gt;&lt;/pkg:package&gt;"/>
    <w:docVar w:name="Dept" w:val="Eidgenössisches Justiz- und Polizeidepartement"/>
    <w:docVar w:name="Deptkurz" w:val="EJPD"/>
    <w:docVar w:name="en-US0_LanguageVersion" w:val="&lt;?xml version=&quot;1.0&quot; standalone=&quot;yes&quot;?&gt;&lt;?mso-application progid=&quot;Word.Document&quot;?&gt;&lt;pkg:package xmlns:pkg=&quot;http://schemas.microsoft.com/office/2006/xmlPackage&quot;&gt;&lt;pkg:part pkg:name=&quot;/_rels/.rels&quot; pkg:contentType=&quot;application/vnd.openxmlformats-package.relationships+xml&quot; pkg:padding=&quot;512&quot;&gt;&lt;pkg:xmlData&gt;&lt;Relationships xmlns=&quot;http://schemas.openxmlformats.org/package/2006/relationships&quot;&gt;&lt;Relationship Id=&quot;rId3&quot; Type=&quot;http://schemas.openxmlformats.org/officeDocument/2006/relationships/extended-properties&quot; Target=&quot;docProps/app.xml&quot; /&gt;&lt;Relationship Id=&quot;rId2&quot; Type=&quot;http://schemas.openxmlformats.org/package/2006/relationships/metadata/core-properties&quot; Target=&quot;docProps/core.xml&quot; /&gt;&lt;Relationship Id=&quot;rId1&quot; Type=&quot;http://schemas.openxmlformats.org/officeDocument/2006/relationships/officeDocument&quot; Target=&quot;word/document.xml&quot; /&gt;&lt;/Relationships&gt;&lt;/pkg:xmlData&gt;&lt;/pkg:part&gt;&lt;pkg:part pkg:name=&quot;/word/_rels/document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8&quot; Type=&quot;http://schemas.openxmlformats.org/officeDocument/2006/relationships/endnotes&quot; Target=&quot;endnotes.xml&quot; /&gt;&lt;Relationship Id=&quot;rId13&quot; Type=&quot;http://schemas.openxmlformats.org/officeDocument/2006/relationships/fontTable&quot; Target=&quot;fontTable.xml&quot; /&gt;&lt;Relationship Id=&quot;rId3&quot; Type=&quot;http://schemas.openxmlformats.org/officeDocument/2006/relationships/numbering&quot; Target=&quot;numbering.xml&quot; /&gt;&lt;Relationship Id=&quot;rId7&quot; Type=&quot;http://schemas.openxmlformats.org/officeDocument/2006/relationships/footnotes&quot; Target=&quot;footnotes.xml&quot; /&gt;&lt;Relationship Id=&quot;rId12&quot; Type=&quot;http://schemas.openxmlformats.org/officeDocument/2006/relationships/footer&quot; Target=&quot;footer2.xml&quot; /&gt;&lt;Relationship Id=&quot;rId2&quot; Type=&quot;http://schemas.openxmlformats.org/officeDocument/2006/relationships/customXml&quot; Target=&quot;../customXml/item1.xml&quot; /&gt;&lt;Relationship Id=&quot;rId1&quot; Type=&quot;http://schemas.microsoft.com/office/2006/relationships/keyMapCustomizations&quot; Target=&quot;customizations.xml&quot; /&gt;&lt;Relationship Id=&quot;rId6&quot; Type=&quot;http://schemas.openxmlformats.org/officeDocument/2006/relationships/webSettings&quot; Target=&quot;webSettings.xml&quot; /&gt;&lt;Relationship Id=&quot;rId11&quot; Type=&quot;http://schemas.openxmlformats.org/officeDocument/2006/relationships/header&quot; Target=&quot;header2.xml&quot; /&gt;&lt;Relationship Id=&quot;rId5&quot; Type=&quot;http://schemas.openxmlformats.org/officeDocument/2006/relationships/settings&quot; Target=&quot;settings.xml&quot; /&gt;&lt;Relationship Id=&quot;rId15&quot; Type=&quot;http://schemas.openxmlformats.org/officeDocument/2006/relationships/theme&quot; Target=&quot;theme/theme1.xml&quot; /&gt;&lt;Relationship Id=&quot;rId10&quot; Type=&quot;http://schemas.openxmlformats.org/officeDocument/2006/relationships/footer&quot; Target=&quot;footer1.xml&quot; /&gt;&lt;Relationship Id=&quot;rId4&quot; Type=&quot;http://schemas.openxmlformats.org/officeDocument/2006/relationships/styles&quot; Target=&quot;styles.xml&quot; /&gt;&lt;Relationship Id=&quot;rId9&quot; Type=&quot;http://schemas.openxmlformats.org/officeDocument/2006/relationships/header&quot; Target=&quot;header1.xml&quot; /&gt;&lt;Relationship Id=&quot;rId14&quot; Type=&quot;http://schemas.openxmlformats.org/officeDocument/2006/relationships/glossaryDocument&quot; Target=&quot;glossary/document.xml&quot; /&gt;&lt;/Relationships&gt;&lt;/pkg:xmlData&gt;&lt;/pkg:part&gt;&lt;pkg:part pkg:name=&quot;/word/document.xml&quot; pkg:contentType=&quot;application/vnd.openxmlformats-officedocument.wordprocessingml.document.main+xml&quot;&gt;&lt;pkg:xmlData&gt;&lt;w: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body&gt;&lt;w:p w:rsidR=&quot;00A060C1&quot; w:rsidRDefault=&quot;00A060C1&quot; w:rsidP=&quot;005602F7&quot;&gt;&lt;w:pPr&gt;&lt;w:pStyle w:val=&quot;Klassifizierung&quot; /&gt;&lt;/w:pPr&gt;&lt;w:sdt&gt;&lt;w:sdtPr&gt;&lt;w:alias w:val=&quot;Klassifizierung_Mapper&quot; /&gt;&lt;w:tag w:val=&quot;Klassifizierung_Mapper&quot; /&gt;&lt;w:id w:val=&quot;10285943&quot; /&gt;&lt;w:lock w:val=&quot;sdtContentLocked&quot; /&gt;&lt;w:placeholder&gt;&lt;w:docPart w:val=&quot;4F2238E76EB64405B600D6BECFF503B2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B005BC&quot;&gt;&lt;w:pPr&gt;&lt;w:pStyle w:val=&quot;Klassifizierung&quot; /&gt;&lt;/w:pPr&gt;&lt;/w:p&gt;&lt;w:p w:rsidR=&quot;00A060C1&quot; w:rsidRDefault=&quot;00A060C1&quot; w:rsidP=&quot;00B55821&quot;&gt;&lt;w:r w:rsidRPr=&quot;00B55821&quot;&gt;&lt;w:t&gt;[TextStart]&lt;/w:t&gt;&lt;/w:r&gt;&lt;/w:p&gt;&lt;w:p w:rsidR=&quot;00A060C1&quot; w:rsidRDefault=&quot;00A060C1&quot; w:rsidP=&quot;00B55821&quot; /&gt;&lt;w:p w:rsidR=&quot;00A060C1&quot; w:rsidRDefault=&quot;00A060C1&quot; w:rsidP=&quot;002E11F6&quot; /&gt;&lt;w:p w:rsidR=&quot;00A060C1&quot; w:rsidRDefault=&quot;00A060C1&quot; w:rsidP=&quot;002E11F6&quot; /&gt;&lt;w:sectPr w:rsidR=&quot;00A060C1&quot; w:rsidSect=&quot;00EC038D&quot;&gt;&lt;w:headerReference w:type=&quot;default&quot; r:id=&quot;rId9&quot; /&gt;&lt;w:footerReference w:type=&quot;default&quot; r:id=&quot;rId10&quot; /&gt;&lt;w:headerReference w:type=&quot;first&quot; r:id=&quot;rId11&quot; /&gt;&lt;w:footerReference w:type=&quot;first&quot; r:id=&quot;rId12&quot; /&gt;&lt;w:pgSz w:w=&quot;11906&quot; w:h=&quot;16838&quot; w:code=&quot;9&quot; /&gt;&lt;w:pgMar w:top=&quot;1191&quot; w:right=&quot;1134&quot; w:bottom=&quot;907&quot; w:left=&quot;1701&quot; w:header=&quot;624&quot; w:footer=&quot;340&quot; w:gutter=&quot;0&quot; /&gt;&lt;w:cols w:space=&quot;708&quot; /&gt;&lt;w:titlePg /&gt;&lt;w:docGrid w:linePitch=&quot;360&quot; /&gt;&lt;/w:sectPr&gt;&lt;/w:body&gt;&lt;/w:document&gt;&lt;/pkg:xmlData&gt;&lt;/pkg:part&gt;&lt;pkg:part pkg:name=&quot;/word/footer1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781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351730&quot;&gt;&lt;w:trPr&gt;&lt;w:cantSplit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/w:p&gt;&lt;/w:tc&gt;&lt;/w:tr&gt;&lt;w:tr w:rsidR=&quot;00A060C1&quot; w:rsidTr=&quot;00351730&quot;&gt;&lt;w:trPr&gt;&lt;w:cantSplit /&gt;&lt;w:trHeight w:hRule=&quot;exact&quot; w:val=&quot;397&quot;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A060C1&quot; w:rsidRDefault=&quot;00A060C1&quot; w:rsidP=&quot;00A060C1&quot;&gt;&lt;w:pPr&gt;&lt;w:pStyle w:val=&quot;Pfad&quot; /&gt;&lt;w:rPr&gt;&lt;w:noProof w:val=&quot;0&quot; /&gt;&lt;/w:rPr&gt;&lt;/w:pPr&gt;&lt;/w:p&gt;&lt;/w:ftr&gt;&lt;/pkg:xmlData&gt;&lt;/pkg:part&gt;&lt;pkg:part pkg:name=&quot;/word/footnotes.xml&quot; pkg:contentType=&quot;application/vnd.openxmlformats-officedocument.wordprocessingml.footnotes+xml&quot;&gt;&lt;pkg:xmlData&gt;&lt;w:foot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footnote w:type=&quot;separator&quot; w:id=&quot;-1&quot;&gt;&lt;w:p w:rsidR=&quot;008E4B98&quot; w:rsidRDefault=&quot;008E4B98&quot;&gt;&lt;w:r&gt;&lt;w:separator /&gt;&lt;/w:r&gt;&lt;/w:p&gt;&lt;w:p w:rsidR=&quot;008E4B98&quot; w:rsidRDefault=&quot;008E4B98&quot; /&gt;&lt;/w:footnote&gt;&lt;w:footnote w:type=&quot;continuationSeparator&quot; w:id=&quot;0&quot;&gt;&lt;w:p w:rsidR=&quot;008E4B98&quot; w:rsidRDefault=&quot;008E4B98&quot;&gt;&lt;w:r&gt;&lt;w:continuationSeparator /&gt;&lt;/w:r&gt;&lt;/w:p&gt;&lt;w:p w:rsidR=&quot;008E4B98&quot; w:rsidRDefault=&quot;008E4B98&quot; /&gt;&lt;/w:footnote&gt;&lt;/w:footnotes&gt;&lt;/pkg:xmlData&gt;&lt;/pkg:part&gt;&lt;pkg:part pkg:name=&quot;/word/header2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703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A060C1&quot;&gt;&lt;w:trPr&gt;&lt;w:cantSplit /&gt;&lt;w:trHeight w:hRule=&quot;exact&quot; w:val=&quot;2041&quot; /&gt;&lt;/w:trPr&gt;&lt;w:sdt&gt;&lt;w:sdtPr&gt;&lt;w:alias w:val=&quot;Logo&quot; /&gt;&lt;w:tag w:val=&quot;varLogo&quot; /&gt;&lt;w:id w:val=&quot;10285911&quot; /&gt;&lt;w:lock w:val=&quot;sdtLocked&quot; /&gt;&lt;w:showingPlcHdr /&gt;&lt;w:picture /&gt;&lt;/w:sdtPr&gt;&lt;w:sdtContent&gt;&lt;w:tc&gt;&lt;w:tcPr&gt;&lt;w:tcW w:w=&quot;4848&quot; w:type=&quot;dxa&quot; /&gt;&lt;/w:tcPr&gt;&lt;w:p w:rsidR=&quot;00A060C1&quot; w:rsidRDefault=&quot;00A060C1&quot; w:rsidP=&quot;00A060C1&quot;&gt;&lt;w:pPr&gt;&lt;w:pStyle w:val=&quot;Logo&quot; /&gt;&lt;/w:pPr&gt;&lt;w:r&gt;&lt;w:drawing&gt;&lt;wp:inline distT=&quot;0&quot; distB=&quot;0&quot; distL=&quot;0&quot; distR=&quot;0&quot; wp14:anchorId=&quot;0C04BFE7&quot; wp14:editId=&quot;2D42B718&quot;&gt;&lt;wp:extent cx=&quot;2114550&quot; cy=&quot;895350&quot; /&gt;&lt;wp:effectExtent l=&quot;19050&quot; t=&quot;0&quot; r=&quot;0&quot; b=&quot;0&quot; /&gt;&lt;wp:docPr id=&quot;1&quot; name=&quot;Bild 1&quot; /&gt;&lt;wp:cNvGraphicFramePr&gt;&lt;a:graphicFrameLocks xmlns:a=&quot;http://schemas.openxmlformats.org/drawingml/2006/main&quot; noChangeAspect=&quot;1&quot; /&gt;&lt;/wp:cNvGraphicFramePr&gt;&lt;a:graphic xmlns:a=&quot;http://schemas.openxmlformats.org/drawingml/2006/main&quot;&gt;&lt;a:graphicData uri=&quot;http://schemas.openxmlformats.org/drawingml/2006/picture&quot;&gt;&lt;pic:pic xmlns:pic=&quot;http://schemas.openxmlformats.org/drawingml/2006/picture&quot;&gt;&lt;pic:nvPicPr&gt;&lt;pic:cNvPr id=&quot;0&quot; name=&quot;Picture 1&quot; /&gt;&lt;pic:cNvPicPr&gt;&lt;a:picLocks noChangeAspect=&quot;1&quot; noChangeArrowheads=&quot;1&quot; /&gt;&lt;/pic:cNvPicPr&gt;&lt;/pic:nvPicPr&gt;&lt;pic:blipFill&gt;&lt;a:blip r:embed=&quot;rId1&quot; /&gt;&lt;a:srcRect /&gt;&lt;a:stretch&gt;&lt;a:fillRect /&gt;&lt;/a:stretch&gt;&lt;/pic:blipFill&gt;&lt;pic:spPr bwMode=&quot;auto&quot;&gt;&lt;a:xfrm&gt;&lt;a:off x=&quot;0&quot; y=&quot;0&quot; /&gt;&lt;a:ext cx=&quot;2114550&quot; cy=&quot;895350&quot; /&gt;&lt;/a:xfrm&gt;&lt;a:prstGeom prst=&quot;rect&quot;&gt;&lt;a:avLst /&gt;&lt;/a:prstGeom&gt;&lt;a:noFill /&gt;&lt;a:ln w=&quot;9525&quot;&gt;&lt;a:noFill /&gt;&lt;a:miter lim=&quot;800000&quot; /&gt;&lt;a:headEnd /&gt;&lt;a:tailEnd /&gt;&lt;/a:ln&gt;&lt;/pic:spPr&gt;&lt;/pic:pic&gt;&lt;/a:graphicData&gt;&lt;/a:graphic&gt;&lt;/wp:inline&gt;&lt;/w:drawing&gt;&lt;/w:r&gt;&lt;/w:p&gt;&lt;/w:tc&gt;&lt;/w:sdtContent&gt;&lt;/w:sdt&gt;&lt;w:tc&gt;&lt;w:tcPr&gt;&lt;w:tcW w:w=&quot;4961&quot; w:type=&quot;dxa&quot; /&gt;&lt;/w:tcPr&gt;&lt;w:p w:rsidR=&quot;00A060C1&quot; w:rsidRPr=&quot;007B7A0D&quot; w:rsidRDefault=&quot;00A060C1&quot; w:rsidP=&quot;00A060C1&quot;&gt;&lt;w:pPr&gt;&lt;w:pStyle w:val=&quot;KopfDept&quot; /&gt;&lt;/w:pPr&gt;&lt;w:sdt&gt;&lt;w:sdtPr&gt;&lt;w:alias w:val=&quot;varlookup1&quot; /&gt;&lt;w:tag w:val=&quot;varlookup1&quot; /&gt;&lt;w:id w:val=&quot;10285912&quot; /&gt;&lt;w:lock w:val=&quot;sdtContentLocked&quot; /&gt;&lt;w:placeholder&gt;&lt;w:docPart w:val=&quot;4A8420DF3E514D7E88CA252FC936451E&quot; /&gt;&lt;/w:placeholder&gt;&lt;w:text /&gt;&lt;/w:sdtPr&gt;&lt;w:sdtContent&gt;&lt;w:r&gt;&lt;w:t&gt;varlookup1&lt;/w:t&gt;&lt;/w:r&gt;&lt;/w:sdtContent&gt;&lt;/w:sdt&gt;&lt;/w:p&gt;&lt;w:p w:rsidR=&quot;00A060C1&quot; w:rsidRPr=&quot;001D4E59&quot; w:rsidRDefault=&quot;00A060C1&quot; w:rsidP=&quot;00A060C1&quot;&gt;&lt;w:pPr&gt;&lt;w:pStyle w:val=&quot;KopfFett&quot; /&gt;&lt;/w:pPr&gt;&lt;w:sdt&gt;&lt;w:sdtPr&gt;&lt;w:alias w:val=&quot;varlookup2&quot; /&gt;&lt;w:tag w:val=&quot;varlookup2&quot; /&gt;&lt;w:id w:val=&quot;10285914&quot; /&gt;&lt;w:lock w:val=&quot;sdtContentLocked&quot; /&gt;&lt;w:placeholder&gt;&lt;w:docPart w:val=&quot;4A8420DF3E514D7E88CA252FC936451E&quot; /&gt;&lt;/w:placeholder&gt;&lt;w:text /&gt;&lt;/w:sdtPr&gt;&lt;w:sdtContent&gt;&lt;w:r&gt;&lt;w:t&gt;varlookup2&lt;/w:t&gt;&lt;/w:r&gt;&lt;/w:sdtContent&gt;&lt;/w:sdt&gt;&lt;/w:p&gt;&lt;w:p w:rsidR=&quot;00A060C1&quot; w:rsidRDefault=&quot;00A060C1&quot; w:rsidP=&quot;00A060C1&quot;&gt;&lt;w:pPr&gt;&lt;w:pStyle w:val=&quot;Header&quot; /&gt;&lt;/w:pPr&gt;&lt;w:sdt&gt;&lt;w:sdtPr&gt;&lt;w:alias w:val=&quot;varlookup3&quot; /&gt;&lt;w:tag w:val=&quot;varlookup3&quot; /&gt;&lt;w:id w:val=&quot;10285915&quot; /&gt;&lt;w:lock w:val=&quot;sdtContentLocked&quot; /&gt;&lt;w:placeholder&gt;&lt;w:docPart w:val=&quot;4A8420DF3E514D7E88CA252FC936451E&quot; /&gt;&lt;/w:placeholder&gt;&lt;w:text /&gt;&lt;/w:sdtPr&gt;&lt;w:sdtContent&gt;&lt;w:r&gt;&lt;w:t&gt;varlookup3&lt;/w:t&gt;&lt;/w:r&gt;&lt;/w:sdtContent&gt;&lt;/w:sdt&gt;&lt;/w:p&gt;&lt;/w:tc&gt;&lt;/w:tr&gt;&lt;/w:tbl&gt;&lt;w:p w:rsidR=&quot;00A060C1&quot; w:rsidRDefault=&quot;00A060C1&quot; w:rsidP=&quot;00A060C1&quot;&gt;&lt;w:pPr&gt;&lt;w:pStyle w:val=&quot;Platzhalter&quot; /&gt;&lt;/w:pPr&gt;&lt;/w:p&gt;&lt;w:p w:rsidR=&quot;00A060C1&quot; w:rsidRDefault=&quot;00A060C1&quot; w:rsidP=&quot;00A060C1&quot;&gt;&lt;w:pPr&gt;&lt;w:pStyle w:val=&quot;Platzhalter&quot; /&gt;&lt;/w:pPr&gt;&lt;/w:p&gt;&lt;/w:hdr&gt;&lt;/pkg:xmlData&gt;&lt;/pkg:part&gt;&lt;pkg:part pkg:name=&quot;/word/header1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595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351730&quot;&gt;&lt;w:trPr&gt;&lt;w:cantSplit /&gt;&lt;w:trHeight w:hRule=&quot;exact&quot; w:val=&quot;20&quot; /&gt;&lt;/w:trPr&gt;&lt;w:tc&gt;&lt;w:tcPr&gt;&lt;w:tcW w:w=&quot;4848&quot; w:type=&quot;dxa&quot; /&gt;&lt;/w:tcPr&gt;&lt;w:p w:rsidR=&quot;00A060C1&quot; w:rsidRPr=&quot;00E534A0&quot; w:rsidRDefault=&quot;00A060C1&quot; w:rsidP=&quot;00A060C1&quot;&gt;&lt;w:pPr&gt;&lt;w:pStyle w:val=&quot;Logo&quot; /&gt;&lt;/w:pPr&gt;&lt;/w:p&gt;&lt;/w:tc&gt;&lt;w:tc&gt;&lt;w:tcPr&gt;&lt;w:tcW w:w=&quot;4961&quot; w:type=&quot;dxa&quot; /&gt;&lt;/w:tcPr&gt;&lt;w:p w:rsidR=&quot;00A060C1&quot; w:rsidRPr=&quot;00D33E17&quot; w:rsidRDefault=&quot;00A060C1&quot; w:rsidP=&quot;00A060C1&quot;&gt;&lt;w:pPr&gt;&lt;w:pStyle w:val=&quot;Header&quot; /&gt;&lt;w:keepNext /&gt;&lt;/w:pPr&gt;&lt;/w:p&gt;&lt;/w:tc&gt;&lt;/w:tr&gt;&lt;/w:tbl&gt;&lt;w:p w:rsidR=&quot;00A060C1&quot; w:rsidRDefault=&quot;00A060C1&quot; w:rsidP=&quot;00A060C1&quot;&gt;&lt;w:pPr&gt;&lt;w:pStyle w:val=&quot;Klassifizierung&quot; /&gt;&lt;/w:pPr&gt;&lt;w:sdt&gt;&lt;w:sdtPr&gt;&lt;w:alias w:val=&quot;Klassifizierung_Mapper&quot; /&gt;&lt;w:tag w:val=&quot;Klassifizierung_Mapper&quot; /&gt;&lt;w:id w:val=&quot;10551581&quot; /&gt;&lt;w:lock w:val=&quot;sdtContentLocked&quot; /&gt;&lt;w:placeholder&gt;&lt;w:docPart w:val=&quot;D60C3CEF79504BEA97775F183C30EF60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A060C1&quot;&gt;&lt;w:pPr&gt;&lt;w:pStyle w:val=&quot;Klassifizierung&quot; /&gt;&lt;/w:pPr&gt;&lt;/w:p&gt;&lt;/w:hdr&gt;&lt;/pkg:xmlData&gt;&lt;/pkg:part&gt;&lt;pkg:part pkg:name=&quot;/word/footer2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Style w:val=&quot;TableGrid&quot; /&gt;&lt;w:tblW w:w=&quot;9781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A060C1&quot;&gt;&lt;w:tc&gt;&lt;w:tcPr&gt;&lt;w:tcW w:w=&quot;9781&quot; w:type=&quot;dxa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/w:p&gt;&lt;/w:tc&gt;&lt;/w:tr&gt;&lt;w:tr w:rsidR=&quot;00A060C1&quot; w:rsidTr=&quot;00A060C1&quot;&gt;&lt;w:trPr&gt;&lt;w:trHeight w:hRule=&quot;exact&quot; w:val=&quot;397&quot; /&gt;&lt;/w:trPr&gt;&lt;w:tc&gt;&lt;w:tcPr&gt;&lt;w:tcW w:w=&quot;9781&quot; w:type=&quot;dxa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482A04&quot; w:rsidRDefault=&quot;00A060C1&quot; w:rsidP=&quot;00A060C1&quot;&gt;&lt;w:pPr&gt;&lt;w:pStyle w:val=&quot;Pfad&quot; /&gt;&lt;/w:pPr&gt;&lt;/w:p&gt;&lt;/w:ftr&gt;&lt;/pkg:xmlData&gt;&lt;/pkg:part&gt;&lt;pkg:part pkg:name=&quot;/word/_rels/header2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image&quot; Target=&quot;media/image1.png&quot; /&gt;&lt;/Relationships&gt;&lt;/pkg:xmlData&gt;&lt;/pkg:part&gt;&lt;pkg:part pkg:name=&quot;/word/endnotes.xml&quot; pkg:contentType=&quot;application/vnd.openxmlformats-officedocument.wordprocessingml.endnotes+xml&quot;&gt;&lt;pkg:xmlData&gt;&lt;w:end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endnote w:type=&quot;separator&quot; w:id=&quot;-1&quot;&gt;&lt;w:p w:rsidR=&quot;008E4B98&quot; w:rsidRDefault=&quot;008E4B98&quot;&gt;&lt;w:r&gt;&lt;w:separator /&gt;&lt;/w:r&gt;&lt;/w:p&gt;&lt;w:p w:rsidR=&quot;008E4B98&quot; w:rsidRDefault=&quot;008E4B98&quot; /&gt;&lt;/w:endnote&gt;&lt;w:endnote w:type=&quot;continuationSeparator&quot; w:id=&quot;0&quot;&gt;&lt;w:p w:rsidR=&quot;008E4B98&quot; w:rsidRDefault=&quot;008E4B98&quot;&gt;&lt;w:r&gt;&lt;w:continuationSeparator /&gt;&lt;/w:r&gt;&lt;/w:p&gt;&lt;w:p w:rsidR=&quot;008E4B98&quot; w:rsidRDefault=&quot;008E4B98&quot; /&gt;&lt;/w:endnote&gt;&lt;/w:endnotes&gt;&lt;/pkg:xmlData&gt;&lt;/pkg:part&gt;&lt;pkg:part pkg:name=&quot;/word/theme/theme1.xml&quot; pkg:contentType=&quot;application/vnd.openxmlformats-officedocument.theme+xml&quot;&gt;&lt;pkg:xmlData&gt;&lt;a:theme xmlns:a=&quot;http://schemas.openxmlformats.org/drawingml/2006/main&quot; name=&quot;Larissa-Design&quot;&gt;&lt;a:themeElements&gt;&lt;a:clrScheme name=&quot;Larissa&quot;&gt;&lt;a:dk1&gt;&lt;a:sysClr val=&quot;windowText&quot; lastClr=&quot;000000&quot; /&gt;&lt;/a:dk1&gt;&lt;a:lt1&gt;&lt;a:sysClr val=&quot;window&quot; lastClr=&quot;FFFFFF&quot; /&gt;&lt;/a:lt1&gt;&lt;a:dk2&gt;&lt;a:srgbClr val=&quot;1F497D&quot; /&gt;&lt;/a:dk2&gt;&lt;a:lt2&gt;&lt;a:srgbClr val=&quot;EEECE1&quot; /&gt;&lt;/a:lt2&gt;&lt;a:accent1&gt;&lt;a:srgbClr val=&quot;4F81BD&quot; /&gt;&lt;/a:accent1&gt;&lt;a:accent2&gt;&lt;a:srgbClr val=&quot;C0504D&quot; /&gt;&lt;/a:accent2&gt;&lt;a:accent3&gt;&lt;a:srgbClr val=&quot;9BBB59&quot; /&gt;&lt;/a:accent3&gt;&lt;a:accent4&gt;&lt;a:srgbClr val=&quot;8064A2&quot; /&gt;&lt;/a:accent4&gt;&lt;a:accent5&gt;&lt;a:srgbClr val=&quot;4BACC6&quot; /&gt;&lt;/a:accent5&gt;&lt;a:accent6&gt;&lt;a:srgbClr val=&quot;F79646&quot; /&gt;&lt;/a:accent6&gt;&lt;a:hlink&gt;&lt;a:srgbClr val=&quot;0000FF&quot; /&gt;&lt;/a:hlink&gt;&lt;a:folHlink&gt;&lt;a:srgbClr val=&quot;800080&quot; /&gt;&lt;/a:folHlink&gt;&lt;/a:clrScheme&gt;&lt;a:fontScheme name=&quot;Larissa&quot;&gt;&lt;a:majorFont&gt;&lt;a:latin typeface=&quot;Cambria&quot; /&gt;&lt;a:ea typeface=&quot;&quot; /&gt;&lt;a:cs typeface=&quot;&quot; /&gt;&lt;a:font script=&quot;Jpan&quot; typeface=&quot;ＭＳ ゴシック&quot; /&gt;&lt;a:font script=&quot;Hang&quot; typeface=&quot;맑은 고딕&quot; /&gt;&lt;a:font script=&quot;Hans&quot; typeface=&quot;宋体&quot; /&gt;&lt;a:font script=&quot;Hant&quot; typeface=&quot;新細明體&quot; /&gt;&lt;a:font script=&quot;Arab&quot; typeface=&quot;Times New Roman&quot; /&gt;&lt;a:font script=&quot;Hebr&quot; typeface=&quot;Times New Roman&quot; /&gt;&lt;a:font script=&quot;Thai&quot; typeface=&quot;Angsana New&quot; /&gt;&lt;a:font script=&quot;Ethi&quot; typeface=&quot;Nyala&quot; /&gt;&lt;a:font script=&quot;Beng&quot; typeface=&quot;Vrinda&quot; /&gt;&lt;a:font script=&quot;Gujr&quot; typeface=&quot;Shruti&quot; /&gt;&lt;a:font script=&quot;Khmr&quot; typeface=&quot;MoolBoran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Times New Roman&quot; /&gt;&lt;a:font script=&quot;Uigh&quot; typeface=&quot;Microsoft Uighur&quot; /&gt;&lt;/a:majorFont&gt;&lt;a:minorFont&gt;&lt;a:latin typeface=&quot;Calibri&quot; /&gt;&lt;a:ea typeface=&quot;&quot; /&gt;&lt;a:cs typeface=&quot;&quot; /&gt;&lt;a:font script=&quot;Jpan&quot; typeface=&quot;ＭＳ 明朝&quot; /&gt;&lt;a:font script=&quot;Hang&quot; typeface=&quot;맑은 고딕&quot; /&gt;&lt;a:font script=&quot;Hans&quot; typeface=&quot;宋体&quot; /&gt;&lt;a:font script=&quot;Hant&quot; typeface=&quot;新細明體&quot; /&gt;&lt;a:font script=&quot;Arab&quot; typeface=&quot;Arial&quot; /&gt;&lt;a:font script=&quot;Hebr&quot; typeface=&quot;Arial&quot; /&gt;&lt;a:font script=&quot;Thai&quot; typeface=&quot;Cordia New&quot; /&gt;&lt;a:font script=&quot;Ethi&quot; typeface=&quot;Nyala&quot; /&gt;&lt;a:font script=&quot;Beng&quot; typeface=&quot;Vrinda&quot; /&gt;&lt;a:font script=&quot;Gujr&quot; typeface=&quot;Shruti&quot; /&gt;&lt;a:font script=&quot;Khmr&quot; typeface=&quot;DaunPenh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Arial&quot; /&gt;&lt;a:font script=&quot;Uigh&quot; typeface=&quot;Microsoft Uighur&quot; /&gt;&lt;/a:minorFont&gt;&lt;/a:fontScheme&gt;&lt;a:fmtScheme name=&quot;Larissa&quot;&gt;&lt;a:fillStyleLst&gt;&lt;a:solidFill&gt;&lt;a:schemeClr val=&quot;phClr&quot; /&gt;&lt;/a:solidFill&gt;&lt;a:gradFill rotWithShape=&quot;1&quot;&gt;&lt;a:gsLst&gt;&lt;a:gs pos=&quot;0&quot;&gt;&lt;a:schemeClr val=&quot;phClr&quot;&gt;&lt;a:tint val=&quot;50000&quot; /&gt;&lt;a:satMod val=&quot;300000&quot; /&gt;&lt;/a:schemeClr&gt;&lt;/a:gs&gt;&lt;a:gs pos=&quot;35000&quot;&gt;&lt;a:schemeClr val=&quot;phClr&quot;&gt;&lt;a:tint val=&quot;37000&quot; /&gt;&lt;a:satMod val=&quot;300000&quot; /&gt;&lt;/a:schemeClr&gt;&lt;/a:gs&gt;&lt;a:gs pos=&quot;100000&quot;&gt;&lt;a:schemeClr val=&quot;phClr&quot;&gt;&lt;a:tint val=&quot;15000&quot; /&gt;&lt;a:satMod val=&quot;350000&quot; /&gt;&lt;/a:schemeClr&gt;&lt;/a:gs&gt;&lt;/a:gsLst&gt;&lt;a:lin ang=&quot;16200000&quot; scaled=&quot;1&quot; /&gt;&lt;/a:gradFill&gt;&lt;a:gradFill rotWithShape=&quot;1&quot;&gt;&lt;a:gsLst&gt;&lt;a:gs pos=&quot;0&quot;&gt;&lt;a:schemeClr val=&quot;phClr&quot;&gt;&lt;a:shade val=&quot;51000&quot; /&gt;&lt;a:satMod val=&quot;130000&quot; /&gt;&lt;/a:schemeClr&gt;&lt;/a:gs&gt;&lt;a:gs pos=&quot;80000&quot;&gt;&lt;a:schemeClr val=&quot;phClr&quot;&gt;&lt;a:shade val=&quot;93000&quot; /&gt;&lt;a:satMod val=&quot;130000&quot; /&gt;&lt;/a:schemeClr&gt;&lt;/a:gs&gt;&lt;a:gs pos=&quot;100000&quot;&gt;&lt;a:schemeClr val=&quot;phClr&quot;&gt;&lt;a:shade val=&quot;94000&quot; /&gt;&lt;a:satMod val=&quot;135000&quot; /&gt;&lt;/a:schemeClr&gt;&lt;/a:gs&gt;&lt;/a:gsLst&gt;&lt;a:lin ang=&quot;16200000&quot; scaled=&quot;0&quot; /&gt;&lt;/a:gradFill&gt;&lt;/a:fillStyleLst&gt;&lt;a:lnStyleLst&gt;&lt;a:ln w=&quot;9525&quot; cap=&quot;flat&quot; cmpd=&quot;sng&quot; algn=&quot;ctr&quot;&gt;&lt;a:solidFill&gt;&lt;a:schemeClr val=&quot;phClr&quot;&gt;&lt;a:shade val=&quot;95000&quot; /&gt;&lt;a:satMod val=&quot;105000&quot; /&gt;&lt;/a:schemeClr&gt;&lt;/a:solidFill&gt;&lt;a:prstDash val=&quot;solid&quot; /&gt;&lt;/a:ln&gt;&lt;a:ln w=&quot;25400&quot; cap=&quot;flat&quot; cmpd=&quot;sng&quot; algn=&quot;ctr&quot;&gt;&lt;a:solidFill&gt;&lt;a:schemeClr val=&quot;phClr&quot; /&gt;&lt;/a:solidFill&gt;&lt;a:prstDash val=&quot;solid&quot; /&gt;&lt;/a:ln&gt;&lt;a:ln w=&quot;38100&quot; cap=&quot;flat&quot; cmpd=&quot;sng&quot; algn=&quot;ctr&quot;&gt;&lt;a:solidFill&gt;&lt;a:schemeClr val=&quot;phClr&quot; /&gt;&lt;/a:solidFill&gt;&lt;a:prstDash val=&quot;solid&quot; /&gt;&lt;/a:ln&gt;&lt;/a:lnStyleLst&gt;&lt;a:effectStyleLst&gt;&lt;a:effectStyle&gt;&lt;a:effectLst&gt;&lt;a:outerShdw blurRad=&quot;40000&quot; dist=&quot;20000&quot; dir=&quot;5400000&quot; rotWithShape=&quot;0&quot;&gt;&lt;a:srgbClr val=&quot;000000&quot;&gt;&lt;a:alpha val=&quot;38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a:scene3d&gt;&lt;a:camera prst=&quot;orthographicFront&quot;&gt;&lt;a:rot lat=&quot;0&quot; lon=&quot;0&quot; rev=&quot;0&quot; /&gt;&lt;/a:camera&gt;&lt;a:lightRig rig=&quot;threePt&quot; dir=&quot;t&quot;&gt;&lt;a:rot lat=&quot;0&quot; lon=&quot;0&quot; rev=&quot;1200000&quot; /&gt;&lt;/a:lightRig&gt;&lt;/a:scene3d&gt;&lt;a:sp3d&gt;&lt;a:bevelT w=&quot;63500&quot; h=&quot;25400&quot; /&gt;&lt;/a:sp3d&gt;&lt;/a:effectStyle&gt;&lt;/a:effectStyleLst&gt;&lt;a:bgFillStyleLst&gt;&lt;a:solidFill&gt;&lt;a:schemeClr val=&quot;phClr&quot; /&gt;&lt;/a:solidFill&gt;&lt;a:gradFill rotWithShape=&quot;1&quot;&gt;&lt;a:gsLst&gt;&lt;a:gs pos=&quot;0&quot;&gt;&lt;a:schemeClr val=&quot;phClr&quot;&gt;&lt;a:tint val=&quot;40000&quot; /&gt;&lt;a:satMod val=&quot;350000&quot; /&gt;&lt;/a:schemeClr&gt;&lt;/a:gs&gt;&lt;a:gs pos=&quot;40000&quot;&gt;&lt;a:schemeClr val=&quot;phClr&quot;&gt;&lt;a:tint val=&quot;45000&quot; /&gt;&lt;a:shade val=&quot;99000&quot; /&gt;&lt;a:satMod val=&quot;350000&quot; /&gt;&lt;/a:schemeClr&gt;&lt;/a:gs&gt;&lt;a:gs pos=&quot;100000&quot;&gt;&lt;a:schemeClr val=&quot;phClr&quot;&gt;&lt;a:shade val=&quot;20000&quot; /&gt;&lt;a:satMod val=&quot;255000&quot; /&gt;&lt;/a:schemeClr&gt;&lt;/a:gs&gt;&lt;/a:gsLst&gt;&lt;a:path path=&quot;circle&quot;&gt;&lt;a:fillToRect l=&quot;50000&quot; t=&quot;-80000&quot; r=&quot;50000&quot; b=&quot;180000&quot; /&gt;&lt;/a:path&gt;&lt;/a:gradFill&gt;&lt;a:gradFill rotWithShape=&quot;1&quot;&gt;&lt;a:gsLst&gt;&lt;a:gs pos=&quot;0&quot;&gt;&lt;a:schemeClr val=&quot;phClr&quot;&gt;&lt;a:tint val=&quot;80000&quot; /&gt;&lt;a:satMod val=&quot;300000&quot; /&gt;&lt;/a:schemeClr&gt;&lt;/a:gs&gt;&lt;a:gs pos=&quot;100000&quot;&gt;&lt;a:schemeClr val=&quot;phClr&quot;&gt;&lt;a:shade val=&quot;30000&quot; /&gt;&lt;a:satMod val=&quot;200000&quot; /&gt;&lt;/a:schemeClr&gt;&lt;/a:gs&gt;&lt;/a:gsLst&gt;&lt;a:path path=&quot;circle&quot;&gt;&lt;a:fillToRect l=&quot;50000&quot; t=&quot;50000&quot; r=&quot;50000&quot; b=&quot;50000&quot; /&gt;&lt;/a:path&gt;&lt;/a:gradFill&gt;&lt;/a:bgFillStyleLst&gt;&lt;/a:fmtScheme&gt;&lt;/a:themeElements&gt;&lt;a:objectDefaults /&gt;&lt;a:extraClrSchemeLst /&gt;&lt;/a:theme&gt;&lt;/pkg:xmlData&gt;&lt;/pkg:part&gt;&lt;pkg:part pkg:name=&quot;/word/media/image1.png&quot; pkg:contentType=&quot;image/png&quot; pkg:compression=&quot;store&quot;&gt;&lt;pkg:binaryData&gt;iVBORw0KGgoAAAANSUhEUgAAAMgAAADICAIAAAAiOjnJAAAAAXNSR0IArs4c6QAAAAlwSFlzAAAO_x000d__x000a_xAAADsQBlSsOGwAAA5dJREFUeF7t0rEVgkAAREG4BgjpvzvJsAA9DSiBHzFbwAb/zTrnPN7fxRS4_x000d__x000a_r8C+jfV1fu479KTAVWAooUBRAKyiqs8FLAiSAmAlWZ2CxUBSAKwkq1OwGEgKgJVkdQoWA0kBsJKs_x000d__x000a_TsFiICkAVpLVKVgMJAXASrI6BYuBpABYSVanYDGQFAAryeoULAaSAmAlWZ2CxUBSAKwkq1OwGEgK_x000d__x000a_gJVkdQoWA0kBsJKsTsFiICkAVpLVKVgMJAXASrI6BYuBpABYSVanYDGQFAAryeoULAaSAmAlWZ2C_x000d__x000a_xUBSAKwkq1OwGEgKgJVkdQoWA0kBsJKsTsFiICkAVpLVKVgMJAXASrI6BYuBpABYSVanYDGQFAAr_x000d__x000a_yeoULAaSAmAlWZ2CxUBSAKwkq1OwGEgKgJVkdQoWA0kBsJKsTsFiICkAVpLVKVgMJAXASrI6BYuB_x000d__x000a_pABYSVanYDGQFAAryeoULAaSAmAlWZ2CxUBSAKwkq1OwGEgKgJVkdQoWA0kBsJKsTsFiICkAVpLV_x000d__x000a_KVgMJAXASrI6BYuBpABYSVanYDGQFAAryeoULAaSAmAlWZ2CxUBSAKwkq1OwGEgKgJVkdQoWA0kB_x000d__x000a_sJKsTsFiICkAVpLVKVgMJAXASrI6BYuBpABYSVanYDGQFAAryeoULAaSAmAlWZ2CxUBSAKwkq1Ow_x000d__x000a_GEgKgJVkdQoWA0kBsJKsTsFiICkAVpLVKVgMJAXASrI6BYuBpABYSVanYDGQFAAryeoULAaSAmAl_x000d__x000a_WZ2CxUBSAKwkq1OwGEgKgJVkdQoWA0kBsJKsTsFiICkAVpLVKVgMJAXASrI6BYuBpABYSVanYDGQ_x000d__x000a_FAAryeoULAaSAmAlWZ2CxUBSAKwkq1OwGEgKgJVkdQoWA0kBsJKsTsFiICkAVpLVKVgMJAXASrI6_x000d__x000a_BYuBpABYSVanYDGQFAAryeoULAaSAmAlWZ2CxUBSAKwkq1OwGEgKgJVkdQoWA0kBsJKsTsFiICkA_x000d__x000a_VpLVKVgMJAXASrI6BYuBpABYSVanYDGQFAAryeoULAaSAmAlWZ2CxUBSAKwkq1OwGEgKgJVkdQoW_x000d__x000a_A0kBsJKsTsFiICkAVpLVKVgMJAXASrI6BYuBpABYSVanYDGQFAAryeoULAaSAmAlWZ2CxUBSAKwk_x000d__x000a_q1OwGEgKgJVkdQoWA0kBsJKsTsFiICkAVpLVKVgMJAXASrI6BYuBpABYSVanYDGQFAAryeoULAaS_x000d__x000a_AmAlWZ2CxUBSYOwbW0nZJ5/+Uf0Ahm8Ksdfm760AAAAASUVORK5CYII=&lt;/pkg:binaryData&gt;&lt;/pkg:part&gt;&lt;pkg:part pkg:name=&quot;/word/glossary/_rels/document.xml.rels&quot; pkg:contentType=&quot;application/vnd.openxmlformats-package.relationships+xml&quot;&gt;&lt;pkg:xmlData&gt;&lt;Relationships xmlns=&quot;http://schemas.openxmlformats.org/package/2006/relationships&quot;&gt;&lt;Relationship Id=&quot;rId3&quot; Type=&quot;http://schemas.openxmlformats.org/officeDocument/2006/relationships/webSettings&quot; Target=&quot;webSettings.xml&quot; /&gt;&lt;Relationship Id=&quot;rId2&quot; Type=&quot;http://schemas.openxmlformats.org/officeDocument/2006/relationships/settings&quot; Target=&quot;settings.xml&quot; /&gt;&lt;Relationship Id=&quot;rId1&quot; Type=&quot;http://schemas.openxmlformats.org/officeDocument/2006/relationships/styles&quot; Target=&quot;styles.xml&quot; /&gt;&lt;Relationship Id=&quot;rId4&quot; Type=&quot;http://schemas.openxmlformats.org/officeDocument/2006/relationships/fontTable&quot; Target=&quot;fontTable.xml&quot; /&gt;&lt;/Relationships&gt;&lt;/pkg:xmlData&gt;&lt;/pkg:part&gt;&lt;pkg:part pkg:name=&quot;/word/glossary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view w:val=&quot;normal&quot; /&gt;&lt;w:defaultTabStop w:val=&quot;720&quot; /&gt;&lt;w:hyphenationZone w:val=&quot;425&quot; /&gt;&lt;w:characterSpacingControl w:val=&quot;doNotCompress&quot; /&gt;&lt;w:compat&gt;&lt;w:useFELayout /&gt;&lt;w:compatSetting w:name=&quot;compatibilityMode&quot; w:uri=&quot;http://schemas.microsoft.com/office/word&quot; w:val=&quot;14&quot; /&gt;&lt;/w:compat&gt;&lt;w:rsids&gt;&lt;w:rsidRoot w:val=&quot;005128E0&quot; /&gt;&lt;w:rsid w:val=&quot;002248E8&quot; /&gt;&lt;w:rsid w:val=&quot;00250911&quot; /&gt;&lt;w:rsid w:val=&quot;00323DF0&quot; /&gt;&lt;w:rsid w:val=&quot;00386FA4&quot; /&gt;&lt;w:rsid w:val=&quot;004C116D&quot; /&gt;&lt;w:rsid w:val=&quot;004C2A24&quot; /&gt;&lt;w:rsid w:val=&quot;004F6212&quot; /&gt;&lt;w:rsid w:val=&quot;005128E0&quot; /&gt;&lt;w:rsid w:val=&quot;00513AD9&quot; /&gt;&lt;w:rsid w:val=&quot;00546FF6&quot; /&gt;&lt;w:rsid w:val=&quot;005B3509&quot; /&gt;&lt;w:rsid w:val=&quot;005F2AAB&quot; /&gt;&lt;w:rsid w:val=&quot;00686F19&quot; /&gt;&lt;w:rsid w:val=&quot;00774263&quot; /&gt;&lt;w:rsid w:val=&quot;007D6EEC&quot; /&gt;&lt;w:rsid w:val=&quot;00823BBE&quot; /&gt;&lt;w:rsid w:val=&quot;0083151E&quot; /&gt;&lt;w:rsid w:val=&quot;008632AD&quot; /&gt;&lt;w:rsid w:val=&quot;00A375AC&quot; /&gt;&lt;w:rsid w:val=&quot;00AD4891&quot; /&gt;&lt;w:rsid w:val=&quot;00AE02AC&quot; /&gt;&lt;w:rsid w:val=&quot;00B067D3&quot; /&gt;&lt;w:rsid w:val=&quot;00B13B59&quot; /&gt;&lt;w:rsid w:val=&quot;00B14E64&quot; /&gt;&lt;w:rsid w:val=&quot;00B5215C&quot; /&gt;&lt;w:rsid w:val=&quot;00C567ED&quot; /&gt;&lt;w:rsid w:val=&quot;00D51C0E&quot; /&gt;&lt;w:rsid w:val=&quot;00E92A9B&quot; /&gt;&lt;w:rsid w:val=&quot;00FA6649&quot; /&gt;&lt;w:rsid w:val=&quot;00FA7E70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en-US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ecimalSymbol w:val=&quot;.&quot; /&gt;&lt;w:listSeparator w:val=&quot;;&quot; /&gt;&lt;/w:settings&gt;&lt;/pkg:xmlData&gt;&lt;/pkg:part&gt;&lt;pkg:part pkg:name=&quot;/word/_rels/customizations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microsoft.com/office/2006/relationships/attachedToolbars&quot; Target=&quot;attachedToolbars.bin&quot; /&gt;&lt;/Relationships&gt;&lt;/pkg:xmlData&gt;&lt;/pkg:part&gt;&lt;pkg:part pkg:name=&quot;/word/attachedToolbars.bin&quot; pkg:contentType=&quot;application/vnd.ms-word.attachedToolbars&quot;&gt;&lt;pkg:binaryData&gt;EgAABwYADAASAAIAQQEAAAMBAAoBAAAAKAADBw1TAGUAbgBkACAAdABvACAATQBDACYATQBTAAAM_x000d__x000a_UwBlAG4AZAAgAHQAbwAgAE0AQwBNAFMAAAAAAAALTQBzAEMAbQBzAE8AYwBNAGUAbgB1AAAAAAMB_x000d__x000a_AAAAFEMAdQBzAHQAbwBtACAAUABvAHAAdQBwACAAMQAwADQANQAzADkAMwADARMEAQAAACgAA+MA_x000d__x000a_AAANIlAAYQByAGEAZABvAGMAcwAtAEQAbwBrAHUAbQBlAG4AdAB2AGEAcgBpAGEAYgBsAGUAIABl_x000d__x000a_AGkAbgBmAPwAZwBlAG4AAAAAAAAAAAABAwEAJDwAUABhAHIAYQBkAG8AYwBzAC0ARABvAGsAdQBt_x000d__x000a_AGUAbgB0AHYAYQByAGkAYQBiAGwAZQAgAGUAaQBuAGYA/ABnAGUAbgA+AP//AAABAOMAACgAAAAA_x000d__x000a_AAEAABL5HgAA+R4AABAAAAABAI4ACQAAAAAAAgACHPkeAAAAAAAAAAAAAAAAAAAFHP/////5HgAA_x000d__x000a_ngAAAAEAswA=&lt;/pkg:binaryData&gt;&lt;/pkg:part&gt;&lt;pkg:part pkg:name=&quot;/word/glossary/document.xml&quot; pkg:contentType=&quot;application/vnd.openxmlformats-officedocument.wordprocessingml.document.glossary+xml&quot;&gt;&lt;pkg:xmlData&gt;&lt;w:glossary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docParts&gt;&lt;w:docPart&gt;&lt;w:docPartPr&gt;&lt;w:name w:val=&quot;4F2238E76EB64405B600D6BECFF503B2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830005EC-A6DF-4D5A-A836-57EF5D0DE17F}&quot; /&gt;&lt;/w:docPartPr&gt;&lt;w:docPartBody&gt;&lt;w:p w:rsidR=&quot;00000000&quot; w:rsidRDefault=&quot;00AE02AC&quot; w:rsidP=&quot;00AE02AC&quot;&gt;&lt;w:pPr&gt;&lt;w:pStyle w:val=&quot;4F2238E76EB64405B600D6BECFF503B2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4A8420DF3E514D7E88CA252FC936451E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574EAD31-D77F-4A57-855A-112786DAAF9F}&quot; /&gt;&lt;/w:docPartPr&gt;&lt;w:docPartBody&gt;&lt;w:p w:rsidR=&quot;00000000&quot; w:rsidRDefault=&quot;00AE02AC&quot; w:rsidP=&quot;00AE02AC&quot;&gt;&lt;w:pPr&gt;&lt;w:pStyle w:val=&quot;4A8420DF3E514D7E88CA252FC936451E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D60C3CEF79504BEA97775F183C30EF60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A5BFC54D-B75E-4A65-A03A-83A56A3359AA}&quot; /&gt;&lt;/w:docPartPr&gt;&lt;w:docPartBody&gt;&lt;w:p w:rsidR=&quot;00000000&quot; w:rsidRDefault=&quot;00AE02AC&quot; w:rsidP=&quot;00AE02AC&quot;&gt;&lt;w:pPr&gt;&lt;w:pStyle w:val=&quot;D60C3CEF79504BEA97775F183C30EF60&quot; /&gt;&lt;/w:pPr&gt;&lt;w:r w:rsidRPr=&quot;00E26835&quot;&gt;&lt;w:rPr&gt;&lt;w:rStyle w:val=&quot;PlaceholderText&quot; /&gt;&lt;/w:rPr&gt;&lt;w:t&gt;Klicken Sie hier, um Text einzugeben.&lt;/w:t&gt;&lt;/w:r&gt;&lt;/w:p&gt;&lt;/w:docPartBody&gt;&lt;/w:docPart&gt;&lt;/w:docParts&gt;&lt;/w:glossaryDocument&gt;&lt;/pkg:xmlData&gt;&lt;/pkg:part&gt;&lt;pkg:part pkg:name=&quot;/word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zoom w:percent=&quot;100&quot; /&gt;&lt;w:proofState w:spelling=&quot;clean&quot; w:grammar=&quot;clean&quot; /&gt;&lt;w:formsDesign /&gt;&lt;w:stylePaneFormatFilter w:val=&quot;3821&quot; w:allStyles=&quot;1&quot; w:customStyles=&quot;0&quot; w:latentStyles=&quot;0&quot; w:stylesInUse=&quot;0&quot; w:headingStyles=&quot;1&quot; w:numberingStyles=&quot;0&quot; w:tableStyles=&quot;0&quot; w:directFormattingOnRuns=&quot;0&quot; w:directFormattingOnParagraphs=&quot;0&quot; w:directFormattingOnNumbering=&quot;0&quot; w:directFormattingOnTables=&quot;1&quot; w:clearFormatting=&quot;1&quot; w:top3HeadingStyles=&quot;1&quot; w:visibleStyles=&quot;0&quot; w:alternateStyleNames=&quot;0&quot; /&gt;&lt;w:defaultTabStop w:val=&quot;709&quot; /&gt;&lt;w:autoHyphenation /&gt;&lt;w:hyphenationZone w:val=&quot;425&quot; /&gt;&lt;w:drawingGridHorizontalSpacing w:val=&quot;142&quot; /&gt;&lt;w:drawingGridVerticalSpacing w:val=&quot;142&quot; /&gt;&lt;w:doNotUseMarginsForDrawingGridOrigin /&gt;&lt;w:drawingGridVerticalOrigin w:val=&quot;2608&quot; /&gt;&lt;w:noPunctuationKerning /&gt;&lt;w:characterSpacingControl w:val=&quot;doNotCompress&quot; /&gt;&lt;w:hdrShapeDefaults&gt;&lt;o:shapedefaults v:ext=&quot;edit&quot; spidmax=&quot;2049&quot; /&gt;&lt;/w:hdrShapeDefaults&gt;&lt;w:footnotePr&gt;&lt;w:footnote w:id=&quot;-1&quot; /&gt;&lt;w:footnote w:id=&quot;0&quot; /&gt;&lt;/w:footnotePr&gt;&lt;w:endnotePr&gt;&lt;w:endnote w:id=&quot;-1&quot; /&gt;&lt;w:endnote w:id=&quot;0&quot; /&gt;&lt;/w:endnotePr&gt;&lt;w:compat&gt;&lt;w:compatSetting w:name=&quot;compatibilityMode&quot; w:uri=&quot;http://schemas.microsoft.com/office/word&quot; w:val=&quot;14&quot; /&gt;&lt;w:compatSetting w:name=&quot;overrideTableStyleFontSizeAndJustification&quot; w:uri=&quot;http://schemas.microsoft.com/office/word&quot; w:val=&quot;1&quot; /&gt;&lt;w:compatSetting w:name=&quot;enableOpenTypeFeatures&quot; w:uri=&quot;http://schemas.microsoft.com/office/word&quot; w:val=&quot;1&quot; /&gt;&lt;w:compatSetting w:name=&quot;doNotFlipMirrorIndents&quot; w:uri=&quot;http://schemas.microsoft.com/office/word&quot; w:val=&quot;1&quot; /&gt;&lt;/w:compat&gt;&lt;w:docVars&gt;&lt;/w:docVars&gt;&lt;w:rsids&gt;&lt;w:rsidRoot w:val=&quot;00396368&quot; /&gt;&lt;w:rsid w:val=&quot;00000A8A&quot; /&gt;&lt;w:rsid w:val=&quot;00003CCD&quot; /&gt;&lt;w:rsid w:val=&quot;0000523F&quot; /&gt;&lt;w:rsid w:val=&quot;000126E2&quot; /&gt;&lt;w:rsid w:val=&quot;00016A47&quot; /&gt;&lt;w:rsid w:val=&quot;0002211E&quot; /&gt;&lt;w:rsid w:val=&quot;00023616&quot; /&gt;&lt;w:rsid w:val=&quot;0002383A&quot; /&gt;&lt;w:rsid w:val=&quot;00024E24&quot; /&gt;&lt;w:rsid w:val=&quot;00025206&quot; /&gt;&lt;w:rsid w:val=&quot;00026181&quot; /&gt;&lt;w:rsid w:val=&quot;00026C83&quot; /&gt;&lt;w:rsid w:val=&quot;00030704&quot; /&gt;&lt;w:rsid w:val=&quot;00035D1F&quot; /&gt;&lt;w:rsid w:val=&quot;00042946&quot; /&gt;&lt;w:rsid w:val=&quot;000518F6&quot; /&gt;&lt;w:rsid w:val=&quot;00055FA6&quot; /&gt;&lt;w:rsid w:val=&quot;00056243&quot; /&gt;&lt;w:rsid w:val=&quot;000625F8&quot; /&gt;&lt;w:rsid w:val=&quot;000643A8&quot; /&gt;&lt;w:rsid w:val=&quot;000643F3&quot; /&gt;&lt;w:rsid w:val=&quot;00064826&quot; /&gt;&lt;w:rsid w:val=&quot;00064A36&quot; /&gt;&lt;w:rsid w:val=&quot;0006600F&quot; /&gt;&lt;w:rsid w:val=&quot;00075B85&quot; /&gt;&lt;w:rsid w:val=&quot;00076FD5&quot; /&gt;&lt;w:rsid w:val=&quot;00083AAC&quot; /&gt;&lt;w:rsid w:val=&quot;000850D6&quot; /&gt;&lt;w:rsid w:val=&quot;00093CA0&quot; /&gt;&lt;w:rsid w:val=&quot;00094D72&quot; /&gt;&lt;w:rsid w:val=&quot;000A127C&quot; /&gt;&lt;w:rsid w:val=&quot;000A196C&quot; /&gt;&lt;w:rsid w:val=&quot;000A1C18&quot; /&gt;&lt;w:rsid w:val=&quot;000B4E19&quot; /&gt;&lt;w:rsid w:val=&quot;000C02BB&quot; /&gt;&lt;w:rsid w:val=&quot;000C0B35&quot; /&gt;&lt;w:rsid w:val=&quot;000C2CE9&quot; /&gt;&lt;w:rsid w:val=&quot;000C3857&quot; /&gt;&lt;w:rsid w:val=&quot;000C3D56&quot; /&gt;&lt;w:rsid w:val=&quot;000C668B&quot; /&gt;&lt;w:rsid w:val=&quot;000C6B71&quot; /&gt;&lt;w:rsid w:val=&quot;000D064F&quot; /&gt;&lt;w:rsid w:val=&quot;000D64E9&quot; /&gt;&lt;w:rsid w:val=&quot;000E132D&quot; /&gt;&lt;w:rsid w:val=&quot;000E4191&quot; /&gt;&lt;w:rsid w:val=&quot;000E5D57&quot; /&gt;&lt;w:rsid w:val=&quot;000E5FE7&quot; /&gt;&lt;w:rsid w:val=&quot;000F1558&quot; /&gt;&lt;w:rsid w:val=&quot;00101339&quot; /&gt;&lt;w:rsid w:val=&quot;00102A71&quot; /&gt;&lt;w:rsid w:val=&quot;0011202D&quot; /&gt;&lt;w:rsid w:val=&quot;001129DF&quot; /&gt;&lt;w:rsid w:val=&quot;001134E9&quot; /&gt;&lt;w:rsid w:val=&quot;001145F7&quot; /&gt;&lt;w:rsid w:val=&quot;00120320&quot; /&gt;&lt;w:rsid w:val=&quot;00121ACA&quot; /&gt;&lt;w:rsid w:val=&quot;00122EB9&quot; /&gt;&lt;w:rsid w:val=&quot;001243FA&quot; /&gt;&lt;w:rsid w:val=&quot;00127277&quot; /&gt;&lt;w:rsid w:val=&quot;00127926&quot; /&gt;&lt;w:rsid w:val=&quot;00131D68&quot; /&gt;&lt;w:rsid w:val=&quot;00133DA5&quot; /&gt;&lt;w:rsid w:val=&quot;00142436&quot; /&gt;&lt;w:rsid w:val=&quot;00146982&quot; /&gt;&lt;w:rsid w:val=&quot;0014759A&quot; /&gt;&lt;w:rsid w:val=&quot;00153451&quot; /&gt;&lt;w:rsid w:val=&quot;001536FE&quot; /&gt;&lt;w:rsid w:val=&quot;001538FE&quot; /&gt;&lt;w:rsid w:val=&quot;001560B2&quot; /&gt;&lt;w:rsid w:val=&quot;00162272&quot; /&gt;&lt;w:rsid w:val=&quot;00174A1D&quot; /&gt;&lt;w:rsid w:val=&quot;0017527F&quot; /&gt;&lt;w:rsid w:val=&quot;00176E29&quot; /&gt;&lt;w:rsid w:val=&quot;001800D0&quot; /&gt;&lt;w:rsid w:val=&quot;00180184&quot; /&gt;&lt;w:rsid w:val=&quot;00184E7E&quot; /&gt;&lt;w:rsid w:val=&quot;0018569F&quot; /&gt;&lt;w:rsid w:val=&quot;001866A0&quot; /&gt;&lt;w:rsid w:val=&quot;001879B9&quot; /&gt;&lt;w:rsid w:val=&quot;00194792&quot; /&gt;&lt;w:rsid w:val=&quot;00195A1A&quot; /&gt;&lt;w:rsid w:val=&quot;00196374&quot; /&gt;&lt;w:rsid w:val=&quot;001975DE&quot; /&gt;&lt;w:rsid w:val=&quot;00197FDD&quot; /&gt;&lt;w:rsid w:val=&quot;001A05F3&quot; /&gt;&lt;w:rsid w:val=&quot;001A0E2C&quot; /&gt;&lt;w:rsid w:val=&quot;001A32E7&quot; /&gt;&lt;w:rsid w:val=&quot;001A3E26&quot; /&gt;&lt;w:rsid w:val=&quot;001A519F&quot; /&gt;&lt;w:rsid w:val=&quot;001A7525&quot; /&gt;&lt;w:rsid w:val=&quot;001B13B0&quot; /&gt;&lt;w:rsid w:val=&quot;001B219A&quot; /&gt;&lt;w:rsid w:val=&quot;001B2430&quot; /&gt;&lt;w:rsid w:val=&quot;001C4BDA&quot; /&gt;&lt;w:rsid w:val=&quot;001C5823&quot; /&gt;&lt;w:rsid w:val=&quot;001D0025&quot; /&gt;&lt;w:rsid w:val=&quot;001D15A1&quot; /&gt;&lt;w:rsid w:val=&quot;001D1737&quot; /&gt;&lt;w:rsid w:val=&quot;001D4D22&quot; /&gt;&lt;w:rsid w:val=&quot;001D4E59&quot; /&gt;&lt;w:rsid w:val=&quot;001E1A29&quot; /&gt;&lt;w:rsid w:val=&quot;001E6660&quot; /&gt;&lt;w:rsid w:val=&quot;001E7A9B&quot; /&gt;&lt;w:rsid w:val=&quot;001E7C79&quot; /&gt;&lt;w:rsid w:val=&quot;001F0A8A&quot; /&gt;&lt;w:rsid w:val=&quot;001F152B&quot; /&gt;&lt;w"/>
    <w:docVar w:name="en-US1_LanguageVersion" w:val=":rsid w:val=&quot;001F786B&quot; /&gt;&lt;w:rsid w:val=&quot;00202B7F&quot; /&gt;&lt;w:rsid w:val=&quot;002068EA&quot; /&gt;&lt;w:rsid w:val=&quot;00211F1B&quot; /&gt;&lt;w:rsid w:val=&quot;00212DA1&quot; /&gt;&lt;w:rsid w:val=&quot;00214F61&quot; /&gt;&lt;w:rsid w:val=&quot;00215BF8&quot; /&gt;&lt;w:rsid w:val=&quot;00221A13&quot; /&gt;&lt;w:rsid w:val=&quot;002373CB&quot; /&gt;&lt;w:rsid w:val=&quot;00242297&quot; /&gt;&lt;w:rsid w:val=&quot;00251029&quot; /&gt;&lt;w:rsid w:val=&quot;00252CB2&quot; /&gt;&lt;w:rsid w:val=&quot;002530C9&quot; /&gt;&lt;w:rsid w:val=&quot;00256B25&quot; /&gt;&lt;w:rsid w:val=&quot;0025739E&quot; /&gt;&lt;w:rsid w:val=&quot;00260D09&quot; /&gt;&lt;w:rsid w:val=&quot;00294E0D&quot; /&gt;&lt;w:rsid w:val=&quot;00294F45&quot; /&gt;&lt;w:rsid w:val=&quot;00295EB2&quot; /&gt;&lt;w:rsid w:val=&quot;002A0FCA&quot; /&gt;&lt;w:rsid w:val=&quot;002A1F2F&quot; /&gt;&lt;w:rsid w:val=&quot;002A26D5&quot; /&gt;&lt;w:rsid w:val=&quot;002B155D&quot; /&gt;&lt;w:rsid w:val=&quot;002B273E&quot; /&gt;&lt;w:rsid w:val=&quot;002B66F6&quot; /&gt;&lt;w:rsid w:val=&quot;002C03F7&quot; /&gt;&lt;w:rsid w:val=&quot;002C0602&quot; /&gt;&lt;w:rsid w:val=&quot;002C24F6&quot; /&gt;&lt;w:rsid w:val=&quot;002C2D21&quot; /&gt;&lt;w:rsid w:val=&quot;002C2ED2&quot; /&gt;&lt;w:rsid w:val=&quot;002C4F4D&quot; /&gt;&lt;w:rsid w:val=&quot;002C7D86&quot; /&gt;&lt;w:rsid w:val=&quot;002D68EC&quot; /&gt;&lt;w:rsid w:val=&quot;002E11F6&quot; /&gt;&lt;w:rsid w:val=&quot;002E64AB&quot; /&gt;&lt;w:rsid w:val=&quot;002F0FD6&quot; /&gt;&lt;w:rsid w:val=&quot;002F1014&quot; /&gt;&lt;w:rsid w:val=&quot;002F2484&quot; /&gt;&lt;w:rsid w:val=&quot;002F7F05&quot; /&gt;&lt;w:rsid w:val=&quot;00304B10&quot; /&gt;&lt;w:rsid w:val=&quot;00306F24&quot; /&gt;&lt;w:rsid w:val=&quot;00310BBC&quot; /&gt;&lt;w:rsid w:val=&quot;00311602&quot; /&gt;&lt;w:rsid w:val=&quot;0031188B&quot; /&gt;&lt;w:rsid w:val=&quot;003159A4&quot; /&gt;&lt;w:rsid w:val=&quot;00321184&quot; /&gt;&lt;w:rsid w:val=&quot;00322C0E&quot; /&gt;&lt;w:rsid w:val=&quot;00330B4C&quot; /&gt;&lt;w:rsid w:val=&quot;00331545&quot; /&gt;&lt;w:rsid w:val=&quot;003319A1&quot; /&gt;&lt;w:rsid w:val=&quot;003328BA&quot; /&gt;&lt;w:rsid w:val=&quot;003360D1&quot; /&gt;&lt;w:rsid w:val=&quot;0033720D&quot; /&gt;&lt;w:rsid w:val=&quot;00341B97&quot; /&gt;&lt;w:rsid w:val=&quot;003422CA&quot; /&gt;&lt;w:rsid w:val=&quot;003521BB&quot; /&gt;&lt;w:rsid w:val=&quot;003542FA&quot; /&gt;&lt;w:rsid w:val=&quot;003658EA&quot; /&gt;&lt;w:rsid w:val=&quot;0037090A&quot; /&gt;&lt;w:rsid w:val=&quot;00370C4F&quot; /&gt;&lt;w:rsid w:val=&quot;003729F0&quot; /&gt;&lt;w:rsid w:val=&quot;00376C74&quot; /&gt;&lt;w:rsid w:val=&quot;00383910&quot; /&gt;&lt;w:rsid w:val=&quot;00385818&quot; /&gt;&lt;w:rsid w:val=&quot;00385DD4&quot; /&gt;&lt;w:rsid w:val=&quot;00392DB4&quot; /&gt;&lt;w:rsid w:val=&quot;00394DA8&quot; /&gt;&lt;w:rsid w:val=&quot;00396368&quot; /&gt;&lt;w:rsid w:val=&quot;00396A9C&quot; /&gt;&lt;w:rsid w:val=&quot;003A156F&quot; /&gt;&lt;w:rsid w:val=&quot;003A3372&quot; /&gt;&lt;w:rsid w:val=&quot;003A7596&quot; /&gt;&lt;w:rsid w:val=&quot;003B0D96&quot; /&gt;&lt;w:rsid w:val=&quot;003B2348&quot; /&gt;&lt;w:rsid w:val=&quot;003B5A9F&quot; /&gt;&lt;w:rsid w:val=&quot;003B79E5&quot; /&gt;&lt;w:rsid w:val=&quot;003C0684&quot; /&gt;&lt;w:rsid w:val=&quot;003C23C6&quot; /&gt;&lt;w:rsid w:val=&quot;003C26E4&quot; /&gt;&lt;w:rsid w:val=&quot;003D1B35&quot; /&gt;&lt;w:rsid w:val=&quot;003E4D67&quot; /&gt;&lt;w:rsid w:val=&quot;003F4558&quot; /&gt;&lt;w:rsid w:val=&quot;003F73B3&quot; /&gt;&lt;w:rsid w:val=&quot;004024C6&quot; /&gt;&lt;w:rsid w:val=&quot;004032CC&quot; /&gt;&lt;w:rsid w:val=&quot;00405236&quot; /&gt;&lt;w:rsid w:val=&quot;00411041&quot; /&gt;&lt;w:rsid w:val=&quot;0041705B&quot; /&gt;&lt;w:rsid w:val=&quot;004213C0&quot; /&gt;&lt;w:rsid w:val=&quot;00421954&quot; /&gt;&lt;w:rsid w:val=&quot;00422B9C&quot; /&gt;&lt;w:rsid w:val=&quot;00423B2C&quot; /&gt;&lt;w:rsid w:val=&quot;00426979&quot; /&gt;&lt;w:rsid w:val=&quot;00431569&quot; /&gt;&lt;w:rsid w:val=&quot;004324D1&quot; /&gt;&lt;w:rsid w:val=&quot;00437A4B&quot; /&gt;&lt;w:rsid w:val=&quot;00437F2E&quot; /&gt;&lt;w:rsid w:val=&quot;004403B6&quot; /&gt;&lt;w:rsid w:val=&quot;00442EBC&quot; /&gt;&lt;w:rsid w:val=&quot;004431C9&quot; /&gt;&lt;w:rsid w:val=&quot;0045468D&quot; /&gt;&lt;w:rsid w:val=&quot;004562B4&quot; /&gt;&lt;w:rsid w:val=&quot;004563C6&quot; /&gt;&lt;w:rsid w:val=&quot;00456AC1&quot; /&gt;&lt;w:rsid w:val=&quot;00460EFA&quot; /&gt;&lt;w:rsid w:val=&quot;004632CC&quot; /&gt;&lt;w:rsid w:val=&quot;00464B3D&quot; /&gt;&lt;w:rsid w:val=&quot;0047145A&quot; /&gt;&lt;w:rsid w:val=&quot;0047687F&quot; /&gt;&lt;w:rsid w:val=&quot;00482A04&quot; /&gt;&lt;w:rsid w:val=&quot;00483483&quot; /&gt;&lt;w:rsid w:val=&quot;004838BC&quot; /&gt;&lt;w:rsid w:val=&quot;00484F7D&quot; /&gt;&lt;w:rsid w:val=&quot;00487503&quot; /&gt;&lt;w:rsid w:val=&quot;00491FB2&quot; /&gt;&lt;w:rsid w:val=&quot;004A1E62&quot; /&gt;&lt;w:rsid w:val=&quot;004A6B3D&quot; /&gt;&lt;w:rsid w:val=&quot;004A7DC9&quot; /&gt;&lt;w:rsid w:val=&quot;004B0718&quot; /&gt;&lt;w:rsid w:val=&quot;004B3DD3&quot; /&gt;&lt;w:rsid w:val=&quot;004B46DC&quot; /&gt;&lt;w:rsid w:val=&quot;004C1FB1&quot; /&gt;&lt;w:rsid w:val=&quot;004C5DE6&quot; /&gt;&lt;w:rsid w:val=&quot;004C62B9&quot; /&gt;&lt;w:rsid w:val=&quot;004D2594&quot; /&gt;&lt;w:rsid w:val=&quot;004D2A46&quot; /&gt;&lt;w:rsid w:val=&quot;004D4FD3&quot; /&gt;&lt;w:rsid w:val=&quot;004E0195&quot; /&gt;&lt;w:rsid w:val=&quot;004E2F92&quot; /&gt;&lt;w:rsid w:val=&quot;004E77A0&quot; /&gt;&lt;w:rsid w:val=&quot;004F309C&quot; /&gt;&lt;w:rsid w:val=&quot;004F31BA&quot; /&gt;&lt;w:rsid w:val=&quot;00500AB9&quot; /&gt;&lt;w:rsid w:val=&quot;00501BF8&quot; /&gt;&lt;w:rsid w:val=&quot;00502017&quot; /&gt;&lt;w:rsid w:val=&quot;00502D9E&quot; /&gt;&lt;w:rsid w:val=&quot;00520C78&quot; /&gt;&lt;w:rsid w:val=&quot;0052127B&quot; /&gt;&lt;w:rsid w:val=&quot;00530126&quot; /&gt;&lt;w:rsid w:val=&quot;005313AB&quot; /&gt;&lt;w:rsid w:val=&quot;005335A2&quot; /&gt;&lt;w:rsid w:val=&quot;005338C0&quot; /&gt;&lt;w:rsid w:val=&quot;00534329&quot; /&gt;&lt;w:rsid w:val=&quot;00537306&quot; /&gt;&lt;w:rsid w:val=&quot;00537AD4&quot; /&gt;&lt;w:rsid w:val=&quot;0054487D&quot; /&gt;&lt;w:rsid w:val=&quot;005602F7&quot; /&gt;&lt;w:rsid w:val=&quot;00575C0A&quot; /&gt;&lt;w:rsid w:val=&quot;0057611B&quot; /&gt;&lt;w:rsid w:val=&quot;00577BBA&quot; /&gt;&lt;w:rsid w:val=&quot;00583311&quot; /&gt;&lt;w:rsid w:val=&quot;005915E1&quot; /&gt;&lt;w:rsid w:val=&quot;00593F93&quot; /&gt;&lt;w:rsid w:val=&quot;00596A2F&quot; /&gt;&lt;w:rsid w:val=&quot;005A124F&quot; /&gt;&lt;w:rsid w:val=&quot;005A2BDA&quot; /&gt;&lt;w:rsid w:val=&quot;005A4054&quot; /&gt;&lt;w:rsid w:val=&quot;005A46BF&quot; /&gt;&lt;w:rsid w:val=&quot;005B2A06&quot; /&gt;&lt;w:rsid w:val=&quot;005B5413&quot; /&gt;&lt;w:rsid w:val=&quot;005B61EC&quot; /&gt;&lt;w:rsid w:val=&quot;005C404F&quot; /&gt;&lt;w:rsid w:val=&quot;005C551C&quot; /&gt;&lt;w:rsid w:val=&quot;005C5DC1&quot; /&gt;&lt;w:rsid w:val=&quot;005D0845&quot; /&gt;&lt;w:rsid w:val=&quot;005D391E&quot; /&gt;&lt;w:rsid w:val=&quot;005D7D80&quot; /&gt;&lt;w:rsid w:val=&quot;005E283B&quot; /&gt;&lt;w:rsid w:val=&quot;005E403B&quot; /&gt;&lt;w:rsid w:val=&quot;005E5838&quot; /&gt;&lt;w:rsid w:val=&quot;005E628B&quot; /&gt;&lt;w:rsid w:val=&quot;005F2EF5&quot; /&gt;&lt;w:rsid w:val=&quot;005F459D&quot; /&gt;&lt;w:rsid w:val=&quot;005F60EF&quot; /&gt;&lt;w:rsid w:val=&quot;005F6161&quot; /&gt;&lt;w:rsid w:val=&quot;005F7E31&quot; /&gt;&lt;w:rsid w:val=&quot;00601B37&quot; /&gt;&lt;w:rsid w:val=&quot;00603106&quot; /&gt;&lt;w:rsid w:val=&quot;0060513D&quot; /&gt;&lt;w:rsid w:val=&quot;0060764B&quot; /&gt;&lt;w:rsid w:val=&quot;00607CCC&quot; /&gt;&lt;w:rsid w:val=&quot;00621306&quot; /&gt;&lt;w:rsid w:val=&quot;00642AC7&quot; /&gt;&lt;w:rsid w:val=&quot;00645957&quot; /&gt;&lt;w:rsid w:val=&quot;006466E5&quot; /&gt;&lt;w:rsid w:val=&quot;00652EA9&quot; /&gt;&lt;w:rsid w:val=&quot;00664FFD&quot; /&gt;&lt;w:rsid w:val=&quot;006742BB&quot; /&gt;&lt;w:rsid w:val=&quot;00675665&quot; /&gt;&lt;w:rsid w:val=&quot;00677D22&quot; /&gt;&lt;w:rsid w:val=&quot;00680DFF&quot; /&gt;&lt;w:rsid w:val=&quot;00681017&quot; /&gt;&lt;w:rsid w:val=&quot;00683C9A&quot; /&gt;&lt;w:rsid w:val=&quot;00690E7E&quot; /&gt;&lt;w:rsid w:val=&quot;006A0847&quot; /&gt;&lt;w:rsid w:val=&quot;006C7E98&quot; /&gt;&lt;w:rsid w:val=&quot;006D02FF&quot; /&gt;&lt;w:rsid w:val=&quot;006D458C&quot; /&gt;&lt;w:rsid w:val=&quot;006D63B6&quot; /&gt;&lt;w:rsid w:val=&quot;006E1464&quot; /&gt;&lt;w:rsid w:val=&quot;006F203D&quot; /&gt;&lt;w:rsid w:val=&quot;006F557B&quot; /&gt;&lt;w:rsid w:val=&quot;006F6403&quot; /&gt;&lt;w:rsid w:val=&quot;00711A69&quot; /&gt;&lt;w:rsid w:val=&quot;0073209E&quot; /&gt;&lt;w:rsid w:val=&quot;007326ED&quot; /&gt;&lt;w:rsid w:val=&quot;007403BA&quot; /&gt;&lt;w:rsid w:val=&quot;00747C95&quot; /&gt;&lt;w:rsid w:val=&quot;00750247&quot; /&gt;&lt;w:rsid w:val=&quot;007508D2&quot; /&gt;&lt;w:rsid w:val=&quot;0075378A&quot; /&gt;&lt;w:rsid w:val=&quot;00753C42&quot; /&gt;&lt;w:rsid w:val=&quot;00753D10&quot; /&gt;&lt;w:rsid w:val=&quot;00754B2A&quot; /&gt;&lt;w:rsid w:val=&quot;00754B60&quot; /&gt;&lt;w:rsid w:val=&quot;00755BD4&quot; /&gt;&lt;w:rsid w:val=&quot;00756BA3&quot; /&gt;&lt;w:rsid w:val=&quot;0077051F&quot; /&gt;&lt;w:rsid w:val=&quot;00770D01&quot; /&gt;&lt;w:rsid w:val=&quot;00776349&quot; /&gt;&lt;w:rsid w:val=&quot;00780855&quot; /&gt;&lt;w:rsid w:val=&quot;00781BC1&quot; /&gt;&lt;w:rsid w:val=&quot;00784155&quot; /&gt;&lt;w:rsid w:val=&quot;00784244&quot; /&gt;&lt;w:rsid w:val=&quot;00790D8D&quot; /&gt;&lt;w:rsid w:val=&quot;007920C3&quot; /&gt;&lt;w:rsid w:val=&quot;0079582A&quot; /&gt;&lt;w:rsid w:val=&quot;00796A96&quot; /&gt;&lt;w:rsid w:val=&quot;00796DBA&quot; /&gt;&lt;w:rsid w:val=&quot;007A30C6&quot; /&gt;&lt;w:rsid w:val=&quot;007A5119&quot; /&gt;&lt;w:rsid w:val=&quot;007A5168&quot; /&gt;&lt;w:rsid w:val=&quot;007A5993&quot; /&gt;&lt;w:rsid w:val=&quot;007A633D&quot; /&gt;&lt;w:rsid w:val=&quot;007A6824&quot; /&gt;&lt;w:rsid w:val=&quot;007B289D&quot; /&gt;&lt;w:rsid w:val=&quot;007B2C78&quot; /&gt;&lt;w:rsid w:val=&quot;007B678A&quot; /&gt;&lt;w:rsid w:val=&quot;007B7A0D&quot; /&gt;&lt;w:rsid w:val=&quot;007C57BD&quot; /&gt;&lt;w:rsid w:val=&quot;007D2816&quot; /&gt;&lt;w:rsid w:val=&quot;007D2BBB&quot; /&gt;&lt;w:rsid w:val=&quot;007D4B4B&quot; /&gt;&lt;w:rsid w:val=&quot;007D6BBB&quot; /&gt;&lt;w:rsid w:val=&quot;007E6AFB&quot; /&gt;&lt;w:rsid w:val=&quot;007F22AE&quot; /&gt;&lt;w:rsid w:val=&quot;007F4E3E&quot; /&gt;&lt;w:rsid w:val=&quot;007F64CB&quot; /&gt;&lt;w:rsid w:val=&quot;007F6737&quot; /&gt;&lt;w:rsid w:val=&quot;00805079&quot; /&gt;&lt;w:rsid w:val=&quot;00805FDB&quot; /&gt;&lt;w:rsid w:val=&quot;008119EB&quot; /&gt;&lt;w:rsid w:val=&quot;00815985&quot; /&gt;&lt;w:rsid w:val=&quot;008159AF&quot; /&gt;&lt;w:rsid w:val=&quot;00820226&quot; /&gt;&lt;w:rsid w:val=&quot;00821329&quot; /&gt;&lt;w:rsid w:val=&quot;00821D91&quot; /&gt;&lt;w:rsid w:val=&quot;00826A9E&quot; /&gt;&lt;w:rsid w:val=&quot;00831663&quot; /&gt;&lt;w:rsid w:val=&quot;00831EB8&quot; /&gt;&lt;w:rsid w:val=&quot;00841C1C&quot; /&gt;&lt;w:rsid w:val=&quot;0084282A&quot; /&gt;&lt;w:rsid w:val=&quot;00860BD3&quot; /&gt;&lt;w:rsid w:val=&quot;00860F92&quot; /&gt;&lt;w:rsid w:val=&quot;00861FD2&quot; /&gt;&lt;w:rsid w:val=&quot;00863E06&quot; /&gt;&lt;w:rsid w:val=&quot;0086513C&quot; /&gt;&lt;w:rsid w:val=&quot;00867853&quot; /&gt;&lt;w:rsid w:val=&quot;00875F70&quot; /&gt;&lt;w:rsid w:val=&quot;00876544&quot; /&gt;&lt;w:rsid w:val=&quot;008820CD&quot; /&gt;&lt;w:rsid w:val=&quot;008A1868&quot; /&gt;&lt;w:rsid w:val=&quot;008A566D&quot; /&gt;&lt;w:rsid w:val=&quot;008B049D&quot; /&gt;&lt;w:rsid w:val=&quot;008B06D1&quot; /&gt;&lt;w:rsid w:val=&quot;008B66E1&quot; /&gt;&lt;w:rsid w:val=&quot;008B7C7D&quot; /&gt;&lt;w:rsid w:val=&quot;008C04D9&quot; /&gt;&lt;w:rsid w:val=&quot;008C5467&quot; /&gt;&lt;w:rsid w:val=&quot;008D1EE9&quot; /&gt;&lt;w:rsid w:val=&quot;008D37D4&quot; /&gt;&lt;w:rsid w:val=&quot;008D399F&quot; /&gt;&lt;w:rsid w:val=&quot;008E0103&quot; /&gt;&lt;w:rsid w:val=&quot;008E4B98&quot; /&gt;&lt;w:rsid w:val=&quot;008F1AA9&quot; /&gt;&lt;w:rsid w:val=&quot;008F3659&quot; /&gt;&lt;w:rsid w:val=&quot;0090257B&quot; /&gt;&lt;w:rsid w:val=&quot;00904A26&quot; /&gt;&lt;w:rsid w:val=&quot;00915C2F&quot; /&gt;&lt;w:rsid w:val=&quot;009238EC&quot; /&gt;&lt;w:rsid w:val=&quot;0094134F&quot; /&gt;&lt;w:rsid w:val=&quot;00942FC3&quot; /&gt;&lt;w:rsid w:val=&quot;009433B3&quot; /&gt;&lt;w:rsid w:val=&quot;009444EA&quot; /&gt;&lt;w:rsid w:val=&quot;00946790&quot; /&gt;&lt;w:rsid w:val=&quot;00947552&quot; /&gt;&lt;w:rsid w:val=&quot;00953EDC&quot; /&gt;&lt;w:rsid w:val=&quot;009635E0&quot; /&gt;&lt;w:rsid w:val=&quot;00965063&quot; /&gt;&lt;w:rsid w:val=&quot;00973E18&quot; /&gt;&lt;w:rsid w:val=&quot;00977AA0&quot; /&gt;&lt;w:rsid w:val=&quot;00977DD2&quot; /&gt;&lt;w:rsid w:val=&quot;0098155C&quot; /&gt;&lt;w:rsid w:val=&quot;00987908&quot; /&gt;&lt;w:rsid w:val=&quot;00993399&quot; /&gt;&lt;w:rsid w:val=&quot;00995B86&quot; /&gt;&lt;w:rsid w:val=&quot;0099692F&quot; /&gt;&lt;w:rsid w:val=&quot;009A3D4B&quot; /&gt;&lt;w:rsid w:val=&quot;009B1B43&quot; /&gt;&lt;w:rsid w:val=&quot;009B6E90&quot; /&gt;&lt;w:rsid w:val=&quot;009B740A&quot; /&gt;&lt;w:rsid w:val=&quot;009B78F8&quot; /&gt;&lt;w:rsid w:val=&quot;009C106B&quot; /&gt;&lt;w:rsid w:val=&quot;009C218A&quot; /&gt;&lt;w:rsid w:val=&quot;009C3C1A&quot; /&gt;&lt;w:rsid w:val=&quot;009D0507&quot; /&gt;&lt;w:rsid w:val=&quot;009D2745&quot; /&gt;&lt;w:rsid w:val=&quot;009D412B&quot; /&gt;&lt;w:rsid w:val=&quot;009D6A02&quot; /&gt;&lt;w:rsid w:val=&quot;009D6C7A&quot; /&gt;&lt;w:rsid w:val=&quot;009D75B7&quot; /&gt;&lt;w:rsid w:val=&quot;009E4450&quot; /&gt;&lt;w:rsid w:val=&quot;009E5630&quot; /&gt;&lt;w:rsid w:val=&quot;009E668D&quot; /&gt;&lt;w:rsid w:val=&quot;009E7466&quot; /&gt;&lt;w:rsid w:val=&quot;009F5C0F&quot; /&gt;&lt;w:rsid w:val=&quot;009F5F6E&quot; /&gt;&lt;w:rsid w:val=&quot;00A00074&quot; /&gt;&lt;w:rsid w:val=&quot;00A04E9C&quot; /&gt;&lt;w:rsid w:val=&quot;00A0547F&quot; /&gt;&lt;w:rsid w:val=&quot;00A060C1&quot; /&gt;&lt;w:rsid w:val=&quot;00A06D3F&quot; /&gt;&lt;w:rsid w:val=&quot;00A07FCE&quot; /&gt;&lt;w:rsid w:val=&quot;00A141C1&quot; /&gt;&lt;w:rsid w:val=&quot;00A16D60&quot; /&gt;&lt;w:rsid w:val=&quot;00A20324&quot; /&gt;&lt;w:rsid w:val=&quot;00A21722&quot; /&gt;&lt;w:rsid w:val=&quot;00A268EB&quot; /&gt;&lt;w:rsid w:val=&quot;00A36599&quot; /&gt;&lt;w:rsid w:val=&quot;00A424A2&quot; /&gt;&lt;w:rsid w:val=&quot;00A433D8&quot; /&gt;&lt;w:rsid w:val=&quot;00A43D97&quot; /&gt;&lt;w:rsid w:val=&quot;00A44F68&quot; /&gt;&lt;w:rsid w:val=&quot;00A4513A&quot; /&gt;&lt;w:rsid w:val=&quot;00A465F3&quot; /&gt;&lt;w:rsid w:val=&quot;00A4792C&quot; /&gt;&lt;w:rsid w:val=&quot;00A57430&quot; /&gt;&lt;w:rsid w:val=&quot;00A65470&quot; /&gt;&lt;w:rsid w:val=&quot;00A658C5&quot; /&gt;&lt;w:rsid w:val=&quot;00A658DB&quot; /&gt;&lt;w:rsid w:val=&quot;00A66379&quot; /&gt;&lt;w:rsid w:val=&quot;00A66FC6&quot; /&gt;&lt;w:rsid w:val=&quot;00A71938&quot; /&gt;&lt;w:rsid w:val=&quot;00A74BD8&quot; /&gt;&lt;w:rsid w:val=&quot;00A75F98&quot; /&gt;&lt;w:rsid w:val=&quot;00A77597&quot; /&gt;&lt;w:rsid w:val=&quot;00A80C7F&quot; /&gt;&lt;w:rsid w:val=&quot;00A81777&quot; /&gt;&lt;w:rsid w:val=&quot;00A81800&quot; /&gt;&lt;w:rsid w:val=&quot;00A90AA0&quot; /&gt;&lt;w:rsid w:val=&quot;00A93458&quot; /&gt;&lt;w:rsid w:val=&quot;00A94F7A&quot; /&gt;&lt;w:rsid w:val=&quot;00A95C3C&quot; /&gt;&lt;w:rsid w:val=&quot;00AA1DC2&quot; /&gt;&lt;w:rsid w:val=&quot;00AA2B72&quot; /&gt;&lt;w:rsid w:val=&quot;00AA2FCA&quot; /&gt;&lt;w:rsid w:val=&quot;00AA37A4&quot; /&gt;&lt;w:rsid w:val=&quot;00AB1091&quot; /&gt;&lt;w:rsid w:val=&quot;00AB1277&quot; /&gt;&lt;w:rsid w:val=&quot;00AB2C21&quot; /&gt;&lt;w:rsid w:val=&quot;00AB57EC&quot; /&gt;&lt;w:rsid w:val=&quot;00AC6EEE&quot; /&gt;&lt;w:rsid w:val=&quot;00AC71CE&quot; /&gt;&lt;w:rsid w:val=&quot;00AC7887&quot; /&gt;&lt;w:rsid w:val=&quot;00AF373E&quot; /&gt;&lt;w:rsid w:val=&quot;00B001B4&quot; /&gt;&lt;w:rsid w:val=&quot;00B005BC&quot; /&gt;&lt;w:rsid w:val=&quot;00B014CF&quot; /&gt;&lt;w:rsid w:val=&quot;00B019A0&quot; /&gt;&lt;w:rsid w:val=&quot;00B10644&quot; /&gt;&lt;w:rsid w:val=&quot;00B13F03&quot; /&gt;&lt;w:rsid w:val=&quot;00B21676&quot; /&gt;&lt;w:rsid w:val=&quot;00B33014&quot; /&gt;&lt;w:rsid w:val=&quot;00B3488D&quot; /&gt;&lt;w:rsid w:val=&quot;00B35219&quot; /&gt;&lt;w:rsid w:val=&quot;00B41F57&quot; /&gt;&lt;w:rsid w:val=&quot;00B43B6B&quot; /&gt;&lt;w:rsid w:val=&quot;00B510CD&quot; /&gt;&lt;w:rsid w:val=&quot;00B55821&quot; /&gt;&lt;w:rsid w:val=&quot;00B63246&quot; /&gt;&lt;w:rsid w:val=&quot;00B63BE7&quot; /&gt;&lt;w:rsid w:val=&quot;00B675CC&quot; /&gt;&lt;w:rsid w:val=&quot;00B70C82&quot; /&gt;&lt;w:rsid w:val=&quot;00B71E7A&quot; /&gt;&lt;w:rsid w:val=&quot;00B80464&quot; /&gt;&lt;w:rsid w:val=&quot;00B8489C&quot; /&gt;&lt;w:rsid w:val=&quot;00B91715&quot; /&gt;&lt;w:rsid w:val=&quot;00B95B30&quot; /&gt;&lt;w:rsid w:val=&quot;00BA2755&quot; /&gt;&lt;w:rsid w:val=&quot;00BA2F84&quot; /&gt;&lt;w:rsid w:val=&quot;00BC19B7&quot; /&gt;&lt;w:rsid w:val=&quot;00BC4342&quot; /&gt;&lt;w:rsid w:val=&quot;00BD033C&quot; /&gt;&lt;w:rsid w:val=&quot;00BD114E&quot; /&gt;&lt;w:rsid w:val=&quot;00BD124C&quot; /&gt;&lt;w:rsid w:val=&quot;00BD16CD&quot; /&gt;&lt;w:rsid w:val=&quot;00BD1E0D&quot; /&gt;&lt;w:rsid w:val=&quot;00BD1E2B&quot; /&gt;&lt;w:rsid w:val=&quot;00BD4CA2&quot; /&gt;&lt;w:rsid w:val=&quot;00BD5416&quot; /&gt;&lt;w:rsid w:val=&quot;00BE027D&quot; /&gt;&lt;w:rsid w:val=&quot;00BE04FB&quot; /&gt;&lt;w:rsid w:val=&quot;00BE1FB1&quot; /&gt;&lt;w:rsid w:val=&quot;00BE6079&quot; /&gt;&lt;w:rsid w:val=&quot;00BF2651&quot; /&gt;&lt;w:rsid w:val=&quot;00BF2CF8&quot; /&gt;&lt;w:rsid w:val=&quot;00BF4771&quot; /&gt;&lt;w:rsid w:val=&quot;00BF7161&quot; /&gt;&lt;w:rsid w:val=&quot;00C00FD9&quot; /&gt;&lt;w:rsid w:val=&quot;00C02365&quot; /&gt;&lt;w:rsid w:val=&quot;00C07BB2&quot; /&gt;&lt;w:rsid w:val=&quot;00C122B7&quot; /&gt;&lt;w:rsid w:val=&quot;00C168E4&quot; /&gt;&lt;w:rsid w:val=&quot;00C17210&quot; /&gt;&lt;w:rsid w:val=&quot;00C2385D&quot; /&gt;&lt;w:rsid w:val=&quot;00C253C5&quot; /&gt;&lt;w:rsid w:val=&quot;00C32754&quot; /&gt;&lt;w:rsid w:val=&quot;00C328CA&quot; /&gt;&lt;w:rsid w:val=&quot;00C34DCC&quot; /&gt;&lt;w:rsid w:val=&quot;00C35EEB&quot; /&gt;&lt;w:rsid w:val=&quot;00C4164E&quot; /&gt;&lt;w:rsid w:val=&quot;00C42F9D&quot; /&gt;&lt;w:rsid w:val=&quot;00C445F8&quot; /&gt;&lt;w:rsid w:val=&quot;00C51B2F&quot; /&gt;&lt;w:rsid w:val=&quot;00C528F1&quot; /&gt;&lt;w:rsid w:val=&quot;00C52EBC&quot; /&gt;&lt;w:rsid w:val=&quot;00C5383C&quot; /&gt;&lt;w:rsid w:val=&quot;00C54F77&quot; /&gt;&lt;w:rsid w:val=&quot;00C55E31&quot; /&gt;&lt;w:rsid w:val=&quot;00C56EF3&quot; /&gt;&lt;w:rsid w:val=&quot;00C57650&quot; /&gt;&lt;w:rsid w:val=&quot;00C82437&quot; /&gt;&lt;w:rsid w:val=&quot;00C83BC0&quot; /&gt;&lt;w:rsid w:val=&quot;00C901D2&quot; /&gt;&lt;w:rsid w:val=&quot;00C920E2&quot; /&gt;&lt;w:rsid w:val=&quot;00C954D3&quot; /&gt;&lt;w:rsid w:val=&quot;00C95C7B&quot; /&gt;&lt;w:rsid w:val=&quot;00CA14A9&quot; /&gt;&lt;w:rsid w:val=&quot;00CA2D74&quot; /&gt;&lt;w:rsid w:val=&quot;00CA39F2&quot; /&gt;&lt;w:rsid w:val=&quot;00CB1452&quot; /&gt;&lt;w:rsid w:val=&quot;00CB23B0&quot; /&gt;&lt;w:rsid w:val=&quot;00CB4EFE&quot; /&gt;&lt;w:rsid w:val=&quot;00CC2E2A&quot; /&gt;&lt;w:rsid w:val=&quot;00CC3C7A&quot; /&gt;&lt;w:rsid w:val=&quot;00CD3095&quot; /&gt;&lt;w:rsid w:val=&quot;00CE0ACB&quot; /&gt;&lt;w:rsid w:val=&quot;00CE649C&quot; /&gt;&lt;w:rsid w:val=&quot;00CF293F&quot; /&gt;&lt;w:rsid w:val=&quot;00CF60C9&quot; /&gt;&lt;w:rsid w:val=&quot;00CF6730&quot; /&gt;&lt;w:rsid w:val=&quot;00D00D9B&quot; /&gt;&lt;w:rsid w:val=&quot;00D00EF9&quot; /&gt;&lt;w:rsid w:val=&quot;00D02C2E&quot; /&gt;&lt;w:rsid w:val=&quot;00D02E0C&quot; /&gt;&lt;w:rsid w:val=&quot;00D03328&quot; /&gt;&lt;w:rsid w:val=&quot;00D056FA&quot; /&gt;&lt;w:rsid w:val=&quot;00D076FC&quot; /&gt;&lt;w:rsid w:val=&quot;00D12C1F&quot; /&gt;&lt;w:rsid w:val=&quot;00D15848&quot; /&gt;&lt;w:rsid w:val=&quot;00D17B22&quot; /&gt;&lt;w:rsid w:val=&quot;00D17D44&quot; /&gt;&lt;w:rsid w:val=&quot;00D244E6&quot; /&gt;&lt;w:rsid w:val=&quot;00D24F87&quot; /&gt;&lt;w:rsid w:val=&quot;00D27739&quot; /&gt;&lt;w:rsid w:val=&quot;00D278AD&quot; /&gt;&lt;w:rsid w:val=&quot;00D433FC&quot; /&gt;&lt;w:rsid w:val=&quot;00D506EB&quot; /&gt;&lt;w:rsid w:val=&quot;00D556AC&quot; /&gt;&lt;w:rsid w:val=&quot;00D558C0&quot; /&gt;&lt;w:rsid w:val=&quot;00D60822&quot; /&gt;&lt;w:rsid w:val=&quot;00D623BD&quot; /&gt;&lt;w:rsid w:val=&quot;00D63E5C&quot; /&gt;&lt;w:rsid w:val=&quot;00D67A96&quot; /&gt;&lt;w:rsid w:val=&quot;00D70B4C&quot; /&gt;&lt;w:rsid w:val=&quot;00D72C8A&quot; /&gt;&lt;w:rsid w:val=&quot;00D8402E&quot; /&gt;&lt;w:rsid w:val=&quot;00D92052&quot; /&gt;&lt;w:rsid w:val=&quot;00DA3E3D&quot; /&gt;&lt;w:rsid w:val=&quot;00DA5BB1&quot; /&gt;&lt;w:rsid w:val=&quot;00DB409C&quot; /&gt;&lt;w:rsid w:val=&quot;00DB52EE&quot; /&gt;&lt;w:rsid w:val=&quot;00DC1F78&quot; /&gt;&lt;w:rsid w:val=&quot;00DC3B16&quot; /&gt;&lt;w:rsid w:val=&quot;00DC67C0&quot; /&gt;&lt;w:rsid w:val=&quot;00DD0418&quot; /&gt;&lt;w:rsid w:val=&quot;00DD1F8E&quot; /&gt;&lt;w:rsid w:val=&quot;00DD650B&quot; /&gt;&lt;w:rsid w:val=&quot;00DD69A5&quot; /&gt;&lt;w:rsid w:val=&quot;00DD73B1&quot; /&gt;&lt;w:rsid w:val=&quot;00DD745C&quot; /&gt;&lt;w:rsid w:val=&quot;00DD75A2&quot; /&gt;&lt;w:rsid w:val=&quot;00DD7687&quot; /&gt;&lt;w:rsid w:val=&quot;00DE0E63&quot; /&gt;&lt;w:rsid w:val=&quot;00DF0714&quot; /&gt;&lt;w:rsid w:val=&quot;00DF3480&quot; /&gt;&lt;w:rsid w:val=&quot;00DF4393&quot; /&gt;&lt;w:rsid w:val=&quot;00DF45FB&quot; /&gt;&lt;w:rsid w:val=&quot;00E05988&quot; /&gt;&lt;w:rsid w:val=&quot;00E0792C&quot; /&gt;&lt;w:rsid w:val=&quot;00E11D32&quot; /&gt;&lt;w:rsid w:val=&quot;00E12884&quot; /&gt;&lt;w:rsid w:val=&quot;00E15F35&quot; /&gt;&lt;w:rsid w:val=&quot;00E1663E&quot; /&gt;&lt;w:rsid w:val=&quot;00E2136A&quot; /&gt;&lt;w:rsid w:val=&quot;00E27A64&quot; /&gt;&lt;w:rsid w:val=&quot;00E30749&quot; /&gt;&lt;w:rsid w:val=&quot;00E32A3D&quot; /&gt;&lt;w:rsid w:val=&quot;00E445FF&quot; /&gt;&lt;w:rsid w:val=&quot;00E544AD&quot; /&gt;&lt;w:rsid w:val=&quot;00E65B53&quot; /&gt;&lt;w:rsid w:val=&quot;00E66C7B&quot; /&gt;&lt;w:rsid w:val=&quot;00E716F9&quot; /&gt;&lt;w:rsid w:val=&quot;00E733CC&quot; /&gt;&lt;w:rsid w:val=&quot;00E74FC2&quot; /&gt;&lt;w:rsid w:val=&quot;00E77457&quot; /&gt;&lt;w:rsid w:val=&quot;00E82582&quot; /&gt;&lt;w:rsid w:val=&quot;00E83DCC&quot; /&gt;&lt;w:rsid w:val=&quot;00E84ED7&quot; /&gt;&lt;w:rsid w:val=&quot;00E863D2&quot; /&gt;&lt;w:rsid w:val=&quot;00E86D85&quot; /&gt;&lt;w:rsid w:val=&quot;00E93133&quot; /&gt;&lt;w:rsid w:val=&quot;00E94068&quot; /&gt;&lt;w:rsid w:val=&quot;00E958DB&quot; /&gt;&lt;w:rsid w:val=&quot;00E9704D&quot; /&gt;&lt;w:rsid w:val=&quot;00EA0770&quot; /&gt;&lt;w:rsid w:val=&quot;00EA25FC&quot; /&gt;&lt;w:rsid w:val=&quot;00EB11F4&quot; /&gt;&lt;w:rsid w:val=&quot;00EC038D&quot; /&gt;&lt;w:rsid w:val=&quot;00EC425C&quot; /&gt;&lt;w:rsid w:val=&quot;00EC4533&quot; /&gt;&lt;w:rsid w:val=&quot;00ED3A47&quot; /&gt;&lt;w:rsid w:val=&quot;00ED541B&quot; /&gt;&lt;w:rsid w:val=&quot;00EE077A&quot; /&gt;&lt;w:rsid w:val=&quot;00EE2069&quot; /&gt;&lt;w:rsid w:val=&quot;00EF1A4F&quot; /&gt;&lt;w:rsid w:val=&quot;00EF6C38&quot; /&gt;&lt;w:rsid w:val=&quot;00F01543&quot; /&gt;&lt;w:rsid w:val=&quot;00F060B4&quot; /&gt;&lt;w:rsid w:val=&quot;00F11D6D&quot; /&gt;&lt;w:rsid w:val=&quot;00F22E91&quot; /&gt;&lt;w:rsid w:val=&quot;00F266A3&quot; /&gt;&lt;w:rsid w:val=&quot;00F3252E&quot; /&gt;&lt;w:rsid w:val=&quot;00F4337C&quot; /&gt;&lt;w:rsid w:val=&quot;00F44145&quot; /&gt;&lt;w:rsid w:val=&quot;00F446F6&quot; /&gt;&lt;w:rsid w:val=&quot;00F45495&quot; /&gt;&lt;w:rsid w:val=&quot;00F461AE&quot; /&gt;&lt;w:rsid w:val=&quot;00F46A04&quot; /&gt;&lt;w:rsid w:val=&quot;00F51F0A&quot; /&gt;&lt;w:rsid w:val=&quot;00F655D5&quot; /&gt;&lt;w:rsid w:val=&quot;00F66BCC&quot; /&gt;&lt;w:rsid w:val=&quot;00F67D02&quot; /&gt;&lt;w:rsid w:val=&quot;00F7253B&quot; /&gt;&lt;w:rsid w:val=&quot;00F77564&quot; /&gt;&lt;w:rsid w:val=&quot;00F82A43&quot; /&gt;&lt;w:rsid w:val=&quot;00F9039B&quot; /&gt;&lt;w:rsid w:val=&quot;00F91972&quot; /&gt;&lt;w:rsid w:val=&quot;00F93A76&quot; /&gt;&lt;w:rsid w:val=&quot;00F9785A&quot; /&gt;&lt;w:rsid w:val=&quot;00FA0FEA&quot; /&gt;&lt;w:rsid w:val=&quot;00FA1C52&quot; /&gt;&lt;w:rsid w:val=&quot;00FA2E16&quot; /&gt;&lt;w:rsid w:val=&quot;00FC2BC5&quot; /&gt;&lt;w:rsid w:val=&quot;00FD15A7&quot; /&gt;&lt;w:rsid w:val=&quot;00FE02AF&quot; /&gt;&lt;w:rsid w:val=&quot;00FE1A69&quot; /&gt;&lt;w:rsid w:val=&quot;00FF055D&quot; /&gt;&lt;w:rsid w:val=&quot;00FF5AA8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de-CH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oNotIncludeSubdocsInStats /&gt;&lt;w:shapeDefaults&gt;&lt;o:shapedefaults v:ext=&quot;edit&quot; spidmax=&quot;2049&quot; /&gt;&lt;o:shapelayout v:ext=&quot;edit&quot;&gt;&lt;o:idmap v:ext=&quot;edit&quot; data=&quot;1&quot; /&gt;&lt;/o:shapelayout&gt;&lt;/w:shapeDefaults&gt;&lt;w:decimalSymbol w:val=&quot;.&quot; /&gt;&lt;w:listSeparator w:val=&quot;;&quot; /&gt;&lt;/w:settings&gt;&lt;/pkg:xmlData&gt;&lt;/pkg:part&gt;&lt;pkg:part pkg:name=&quot;/word/customizations.xml&quot; pkg:contentType=&quot;application/vnd.ms-word.keyMapCustomizations+xml&quot;&gt;&lt;pkg:xmlData&gt;&lt;wne:tcg xmlns:r=&quot;http://schemas.openxmlformats.org/officeDocument/2006/relationships&quot; xmlns:wne=&quot;http://schemas.microsoft.com/office/word/2006/wordml&quot;&gt;&lt;wne:keymaps&gt;&lt;wne:keymap wne:kcmPrimary=&quot;0445&quot;&gt;&lt;wne:acd wne:acdName=&quot;acd0&quot; /&gt;&lt;/wne:keymap&gt;&lt;/wne:keymaps&gt;&lt;wne:toolbars&gt;&lt;wne:acdManifest&gt;&lt;wne:acdEntry wne:acdName=&quot;acd0&quot; /&gt;&lt;/wne:acdManifest&gt;&lt;wne:toolbarData r:id=&quot;rId1&quot; /&gt;&lt;/wne:toolbars&gt;&lt;wne:acds&gt;&lt;wne:acd wne:argValue=&quot;AgBWAEIAUwAtAEUAaQBuAGcAZQByAPwAYwBrAHQA&quot; wne:acdName=&quot;acd0&quot; wne:fciIndexBasedOn=&quot;0065&quot; /&gt;&lt;/wne:acds&gt;&lt;/wne:tcg&gt;&lt;/pkg:xmlData&gt;&lt;/pkg:part&gt;&lt;pkg:part pkg:name=&quot;/word/glossary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Theme=&quot;minorHAnsi&quot; w:eastAsiaTheme=&quot;minorEastAsia&quot; w:hAnsiTheme=&quot;minorHAnsi&quot; w:cstheme=&quot;minorBidi&quot; /&gt;&lt;w:sz w:val=&quot;22&quot; /&gt;&lt;w:szCs w:val=&quot;22&quot; /&gt;&lt;w:lang w:val=&quot;en-US&quot; w:eastAsia=&quot;en-US&quot; w:bidi=&quot;ar-SA&quot; /&gt;&lt;/w:rPr&gt;&lt;/w:rPrDefault&gt;&lt;w:pPrDefault&gt;&lt;w:pPr&gt;&lt;w:spacing w:after=&quot;200&quot; w:line=&quot;276&quot; w:lineRule=&quot;auto&quot; /&gt;&lt;/w:pPr&gt;&lt;/w:pPrDefault&gt;&lt;/w:docDefaults&gt;&lt;w:latentStyles w:defLockedState=&quot;0&quot; w:defUIPriority=&quot;99&quot; w:defSemiHidden=&quot;0&quot; w:defUnhideWhenUsed=&quot;0&quot; w:defQFormat=&quot;0&quot; w:count=&quot;374&quot;&gt;&lt;w:lsdException w:name=&quot;Normal&quot; w:uiPriority=&quot;0&quot; w:qFormat=&quot;1&quot; /&gt;&lt;w:lsdException w:name=&quot;heading 1&quot; w:uiPriority=&quot;9&quot; w:qFormat=&quot;1&quot; /&gt;&lt;w:lsdException w:name=&quot;heading 2&quot; w:semiHidden=&quot;1&quot; w:uiPriority=&quot;9&quot; w:unhideWhenUsed=&quot;1&quot; w:qFormat=&quot;1&quot; /&gt;&lt;w:lsdException w:name=&quot;heading 3&quot; w:semiHidden=&quot;1&quot; w:uiPriority=&quot;9&quot; w:unhideWhenUsed=&quot;1&quot; w:qFormat=&quot;1&quot; /&gt;&lt;w:lsdException w:name=&quot;heading 4&quot; w:semiHidden=&quot;1&quot; w:uiPriority=&quot;9&quot; w:unhideWhenUsed=&quot;1&quot; w:qFormat=&quot;1&quot; /&gt;&lt;w:lsdException w:name=&quot;heading 5&quot; w:semiHidden=&quot;1&quot; w:uiPriority=&quot;9&quot; w:unhideWhenUsed=&quot;1&quot; w:qFormat=&quot;1&quot; /&gt;&lt;w:lsdException w:name=&quot;heading 6&quot; w:semiHidden=&quot;1&quot; w:uiPriority=&quot;9&quot; w:unhideWhenUsed=&quot;1&quot; w:qFormat=&quot;1&quot; /&gt;&lt;w:lsdException w:name=&quot;heading 7&quot; w:semiHidden=&quot;1&quot; w:uiPriority=&quot;9&quot; w:unhideWhenUsed=&quot;1&quot; w:qFormat=&quot;1&quot; /&gt;&lt;w:lsdException w:name=&quot;heading 8&quot; w:semiHidden=&quot;1&quot; w:uiPriority=&quot;9&quot; w:unhideWhenUsed=&quot;1&quot; w:qFormat=&quot;1&quot; /&gt;&lt;w:lsdException w:name=&quot;heading 9&quot; w:semiHidden=&quot;1&quot; w:uiPriority=&quot;9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iPriority=&quot;39&quot; w:unhideWhenUsed=&quot;1&quot; /&gt;&lt;w:lsdException w:name=&quot;toc 2&quot; w:semiHidden=&quot;1&quot; w:uiPriority=&quot;39&quot; w:unhideWhenUsed=&quot;1&quot; /&gt;&lt;w:lsdException w:name=&quot;toc 3&quot; w:semiHidden=&quot;1&quot; w:uiPriority=&quot;39&quot; w:unhideWhenUsed=&quot;1&quot; /&gt;&lt;w:lsdException w:name=&quot;toc 4&quot; w:semiHidden=&quot;1&quot; w:uiPriority=&quot;39&quot; w:unhideWhenUsed=&quot;1&quot; /&gt;&lt;w:lsdException w:name=&quot;toc 5&quot; w:semiHidden=&quot;1&quot; w:uiPriority=&quot;39&quot; w:unhideWhenUsed=&quot;1&quot; /&gt;&lt;w:lsdException w:name=&quot;toc 6&quot; w:semiHidden=&quot;1&quot; w:uiPriority=&quot;39&quot; w:unhideWhenUsed=&quot;1&quot; /&gt;&lt;w:lsdException w:name=&quot;toc 7&quot; w:semiHidden=&quot;1&quot; w:uiPriority=&quot;39&quot; w:unhideWhenUsed=&quot;1&quot; /&gt;&lt;w:lsdException w:name=&quot;toc 8&quot; w:semiHidden=&quot;1&quot; w:uiPriority=&quot;39&quot; w:unhideWhenUsed=&quot;1&quot; /&gt;&lt;w:lsdException w:name=&quot;toc 9&quot; w:semiHidden=&quot;1&quot; w:uiPriority=&quot;39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iPriority=&quot;35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w:unhideWhenUsed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w:unhideWhenUsed=&quot;1&quot; /&gt;&lt;w:lsdException w:name=&quot;List 2&quot; w:semiHidden=&quot;1&quot; w:unhideWhenUsed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uiPriority=&quot;10&quot; w:qFormat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iPriority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w:unhideWhenUsed=&quot;1&quot; /&gt;&lt;w:lsdException w:name=&quot;List Continue 5&quot; w:semiHidden=&quot;1&quot; w:unhideWhenUsed=&quot;1&quot; /&gt;&lt;w:lsdException w:name=&quot;Message Header&quot; w:semiHidden=&quot;1&quot; w:unhideWhenUsed=&quot;1&quot; /&gt;&lt;w:lsdException w:name=&quot;Subtitle&quot; w:uiPriority=&quot;11&quot; w:qFormat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uiPriority=&quot;22&quot; w:qFormat=&quot;1&quot; /&gt;&lt;w:lsdException w:name=&quot;Emphasis&quot; w:uiPriority=&quot;20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Balloon Text&quot; w:semiHidden=&quot;1&quot; w:unhideWhenUsed=&quot;1&quot; /&gt;&lt;w:lsdException w:name=&quot;Table Grid&quot; w:semiHidden=&quot;1&quot; w:uiPriority=&quot;59&quot; w:unhideWhenUsed=&quot;1&quot; /&gt;&lt;w:lsdException w:name=&quot;Table Theme&quot; w:semiHidden=&quot;1&quot; w:unhideWhenUsed=&quot;1&quot; /&gt;&lt;w:lsdException w:name=&quot;Placeholder Text&quot; w:semiHidden=&quot;1&quot; /&gt;&lt;w:lsdException w:name=&quot;No Spacing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/&gt;&lt;w:lsdException w:name=&quot;List Paragraph&quot; w:uiPriority=&quot;34&quot; w:qFormat=&quot;1&quot; /&gt;&lt;w:lsdException w:name=&quot;Quote&quot; w:uiPriority=&quot;29&quot; w:qFormat=&quot;1&quot; /&gt;&lt;w:lsdException w:name=&quot;Intense Quote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uiPriority=&quot;19&quot; w:qFormat=&quot;1&quot; /&gt;&lt;w:lsdException w:name=&quot;Intense Emphasis&quot; w:uiPriority=&quot;21&quot; w:qFormat=&quot;1&quot; /&gt;&lt;w:lsdException w:name=&quot;Subtle Reference&quot; w:uiPriority=&quot;31&quot; w:qFormat=&quot;1&quot; /&gt;&lt;w:lsdException w:name=&quot;Intense Reference&quot; w:uiPriority=&quot;32&quot; w:qFormat=&quot;1&quot; /&gt;&lt;w:lsdException w:name=&quot;Book Title&quot; w:uiPriority=&quot;33&quot; w:qFormat=&quot;1&quot; /&gt;&lt;w:lsdException w:name=&quot;Bibliography&quot; w:semiHidden=&quot;1&quot; w:uiPriority=&quot;37&quot; w:unhideWhenUsed=&quot;1&quot; /&gt;&lt;w:lsdException w:name=&quot;TOC Heading&quot; w:semiHidden=&quot;1&quot; w:uiPriority=&quot;39&quot; w:unhideWhenUsed=&quot;1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nhideWhenUsed=&quot;1&quot; /&gt;&lt;w:lsdException w:name=&quot;Smart Hyperlink&quot; w:semiHidden=&quot;1&quot; w:unhideWhenUsed=&quot;1&quot; /&gt;&lt;w:lsdException w:name=&quot;Hashtag&quot; w:semiHidden=&quot;1&quot; w:unhideWhenUsed=&quot;1&quot; /&gt;&lt;/w:latentStyles&gt;&lt;w:style w:type=&quot;paragraph&quot; w:default=&quot;1&quot; w:styleId=&quot;Normal&quot;&gt;&lt;w:name w:val=&quot;Normal&quot; /&gt;&lt;w:qFormat /&gt;&lt;w:rsid w:val=&quot;00386FA4&quot; /&gt;&lt;w:rPr&gt;&lt;w:rFonts w:cs=&quot;Times New Roman&quot; /&gt;&lt;w:sz w:val=&quot;3276&quot; /&gt;&lt;w:szCs w:val=&quot;3276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AE02AC&quot; /&gt;&lt;w:rPr&gt;&lt;w:color w:val=&quot;808080&quot; /&gt;&lt;/w:rPr&gt;&lt;/w:style&gt;&lt;w:style w:type=&quot;paragraph&quot; w:customStyle=&quot;1&quot; w:styleId=&quot;33786D7D115741E7B2638FA3E0C6E91A&quot;&gt;&lt;w:name w:val=&quot;33786D7D115741E7B2638FA3E0C6E91A&quot; /&gt;&lt;w:rsid w:val=&quot;00C567ED&quot; /&gt;&lt;w:rPr&gt;&lt;w:lang w:val=&quot;de-CH&quot; w:eastAsia=&quot;de-CH&quot; /&gt;&lt;/w:rPr&gt;&lt;/w:style&gt;&lt;w:style w:type=&quot;paragraph&quot; w:customStyle=&quot;1&quot; w:styleId=&quot;F6E35C3A433D419FADD9B6702CBC737B&quot;&gt;&lt;w:name w:val=&quot;F6E35C3A433D419FADD9B6702CBC737B&quot; /&gt;&lt;w:rsid w:val=&quot;00C567ED&quot; /&gt;&lt;w:rPr&gt;&lt;w:lang w:val=&quot;de-CH&quot; w:eastAsia=&quot;de-CH&quot; /&gt;&lt;/w:rPr&gt;&lt;/w:style&gt;&lt;w:style w:type=&quot;paragraph&quot; w:customStyle=&quot;1&quot; w:styleId=&quot;4EAA6B5B11274759947C01373E9BA289&quot;&gt;&lt;w:name w:val=&quot;4EAA6B5B11274759947C01373E9BA289&quot; /&gt;&lt;w:rsid w:val=&quot;00C567ED&quot; /&gt;&lt;w:rPr&gt;&lt;w:lang w:val=&quot;de-CH&quot; w:eastAsia=&quot;de-CH&quot; /&gt;&lt;/w:rPr&gt;&lt;/w:style&gt;&lt;w:style w:type=&quot;paragraph&quot; w:customStyle=&quot;1&quot; w:styleId=&quot;4F2238E76EB64405B600D6BECFF503B2&quot;&gt;&lt;w:name w:val=&quot;4F2238E76EB64405B600D6BECFF503B2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4A8420DF3E514D7E88CA252FC936451E&quot;&gt;&lt;w:name w:val=&quot;4A8420DF3E514D7E88CA252FC936451E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60C3CEF79504BEA97775F183C30EF60&quot;&gt;&lt;w:name w:val=&quot;D60C3CEF79504BEA97775F183C30EF60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/w:styles&gt;&lt;/pkg:xmlData&gt;&lt;/pkg:part&gt;&lt;pkg:part pkg:name=&quot;/word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=&quot;Times New Roman&quot; w:eastAsia=&quot;Times New Roman&quot; w:hAnsi=&quot;Times New Roman&quot; w:cs=&quot;Times New Roman&quot; /&gt;&lt;w:lang w:val=&quot;de-CH&quot; w:eastAsia=&quot;de-CH&quot; w:bidi=&quot;ar-SA&quot; /&gt;&lt;/w:rPr&gt;&lt;/w:rPrDefault&gt;&lt;w:pPrDefault /&gt;&lt;/w:docDefaults&gt;&lt;w:latentStyles w:defLockedState=&quot;0&quot; w:defUIPriority=&quot;0&quot; w:defSemiHidden=&quot;0&quot; w:defUnhideWhenUsed=&quot;0&quot; w:defQFormat=&quot;0&quot; w:count=&quot;374&quot;&gt;&lt;w:lsdException w:name=&quot;Normal&quot; w:qFormat=&quot;1&quot; /&gt;&lt;w:lsdException w:name=&quot;heading 1&quot; w:qFormat=&quot;1&quot; /&gt;&lt;w:lsdException w:name=&quot;heading 2&quot; w:semiHidden=&quot;1&quot; w:unhideWhenUsed=&quot;1&quot; w:qFormat=&quot;1&quot; /&gt;&lt;w:lsdException w:name=&quot;heading 3&quot; w:semiHid"/>
    <w:docVar w:name="en-US2_LanguageVersion" w:val="den=&quot;1&quot; w:unhideWhenUsed=&quot;1&quot; w:qFormat=&quot;1&quot; /&gt;&lt;w:lsdException w:name=&quot;heading 4&quot; w:semiHidden=&quot;1&quot; w:unhideWhenUsed=&quot;1&quot; w:qFormat=&quot;1&quot; /&gt;&lt;w:lsdException w:name=&quot;heading 5&quot; w:semiHidden=&quot;1&quot; w:unhideWhenUsed=&quot;1&quot; w:qFormat=&quot;1&quot; /&gt;&lt;w:lsdException w:name=&quot;heading 6&quot; w:semiHidden=&quot;1&quot; w:unhideWhenUsed=&quot;1&quot; w:qFormat=&quot;1&quot; /&gt;&lt;w:lsdException w:name=&quot;heading 7&quot; w:semiHidden=&quot;1&quot; w:unhideWhenUsed=&quot;1&quot; w:qFormat=&quot;1&quot; /&gt;&lt;w:lsdException w:name=&quot;heading 8&quot; w:semiHidden=&quot;1&quot; w:unhideWhenUsed=&quot;1&quot; w:qFormat=&quot;1&quot; /&gt;&lt;w:lsdException w:name=&quot;heading 9&quot; w:semiHidden=&quot;1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nhideWhenUsed=&quot;1&quot; /&gt;&lt;w:lsdException w:name=&quot;toc 2&quot; w:semiHidden=&quot;1&quot; w:unhideWhenUsed=&quot;1&quot; /&gt;&lt;w:lsdException w:name=&quot;toc 3&quot; w:semiHidden=&quot;1&quot; w:unhideWhenUsed=&quot;1&quot; /&gt;&lt;w:lsdException w:name=&quot;toc 4&quot; w:semiHidden=&quot;1&quot; w:unhideWhenUsed=&quot;1&quot; /&gt;&lt;w:lsdException w:name=&quot;toc 5&quot; w:semiHidden=&quot;1&quot; w:unhideWhenUsed=&quot;1&quot; /&gt;&lt;w:lsdException w:name=&quot;toc 6&quot; w:semiHidden=&quot;1&quot; w:unhideWhenUsed=&quot;1&quot; /&gt;&lt;w:lsdException w:name=&quot;toc 7&quot; w:semiHidden=&quot;1&quot; w:unhideWhenUsed=&quot;1&quot; /&gt;&lt;w:lsdException w:name=&quot;toc 8&quot; w:semiHidden=&quot;1&quot; w:unhideWhenUsed=&quot;1&quot; /&gt;&lt;w:lsdException w:name=&quot;toc 9&quot; w:semiHidden=&quot;1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/&gt;&lt;w:lsdException w:name=&quot;List 2&quot; w:semiHidden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semiHidden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/&gt;&lt;w:lsdException w:name=&quot;List Continue 5&quot; w:semiHidden=&quot;1&quot; /&gt;&lt;w:lsdException w:name=&quot;Message Header&quot; w:semiHidden=&quot;1&quot; /&gt;&lt;w:lsdException w:name=&quot;Subtitle&quot; w:semiHidden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semiHidden=&quot;1&quot; w:qFormat=&quot;1&quot; /&gt;&lt;w:lsdException w:name=&quot;Emphasis&quot; w:semiHidden=&quot;1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Placeholder Text&quot; w:semiHidden=&quot;1&quot; w:uiPriority=&quot;99&quot; /&gt;&lt;w:lsdException w:name=&quot;No Spacing&quot; w:semiHidden=&quot;1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w:uiPriority=&quot;99&quot; /&gt;&lt;w:lsdException w:name=&quot;List Paragraph&quot; w:semiHidden=&quot;1&quot; w:uiPriority=&quot;34&quot; w:qFormat=&quot;1&quot; /&gt;&lt;w:lsdException w:name=&quot;Quote&quot; w:semiHidden=&quot;1&quot; w:uiPriority=&quot;29&quot; w:qFormat=&quot;1&quot; /&gt;&lt;w:lsdException w:name=&quot;Intense Quote&quot; w:semiHidden=&quot;1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semiHidden=&quot;1&quot; w:uiPriority=&quot;19&quot; w:qFormat=&quot;1&quot; /&gt;&lt;w:lsdException w:name=&quot;Intense Emphasis&quot; w:semiHidden=&quot;1&quot; w:uiPriority=&quot;21&quot; w:qFormat=&quot;1&quot; /&gt;&lt;w:lsdException w:name=&quot;Subtle Reference&quot; w:semiHidden=&quot;1&quot; w:uiPriority=&quot;31&quot; w:qFormat=&quot;1&quot; /&gt;&lt;w:lsdException w:name=&quot;Intense Reference&quot; w:semiHidden=&quot;1&quot; w:uiPriority=&quot;32&quot; w:qFormat=&quot;1&quot; /&gt;&lt;w:lsdException w:name=&quot;Book Title&quot; w:semiHidden=&quot;1&quot; w:uiPriority=&quot;33&quot; w:qFormat=&quot;1&quot; /&gt;&lt;w:lsdException w:name=&quot;Bibliography&quot; w:semiHidden=&quot;1&quot; w:uiPriority=&quot;37&quot; /&gt;&lt;w:lsdException w:name=&quot;TOC Heading&quot; w:semiHidden=&quot;1&quot; w:uiPriority=&quot;39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iPriority=&quot;99&quot; w:unhideWhenUsed=&quot;1&quot; /&gt;&lt;w:lsdException w:name=&quot;Smart Hyperlink&quot; w:semiHidden=&quot;1&quot; w:uiPriority=&quot;99&quot; w:unhideWhenUsed=&quot;1&quot; /&gt;&lt;w:lsdException w:name=&quot;Hashtag&quot; w:semiHidden=&quot;1&quot; w:uiPriority=&quot;99&quot; w:unhideWhenUsed=&quot;1&quot; /&gt;&lt;/w:latentStyles&gt;&lt;w:style w:type=&quot;paragraph&quot; w:default=&quot;1&quot; w:styleId=&quot;Normal&quot;&gt;&lt;w:name w:val=&quot;Normal&quot; /&gt;&lt;w:aliases w:val=&quot;VBS-Normal&quot; /&gt;&lt;w:qFormat /&gt;&lt;w:rsid w:val=&quot;004E77A0&quot; /&gt;&lt;w:rPr&gt;&lt;w:rFonts w:ascii=&quot;Arial&quot; w:eastAsia=&quot;Calibri&quot; w:hAnsi=&quot;Arial&quot; /&gt;&lt;w:sz w:val=&quot;22&quot; /&gt;&lt;w:szCs w:val=&quot;22&quot; /&gt;&lt;w:lang w:eastAsia=&quot;en-US&quot; /&gt;&lt;/w:rPr&gt;&lt;/w:style&gt;&lt;w:style w:type=&quot;paragraph&quot; w:styleId=&quot;Heading1&quot;&gt;&lt;w:name w:val=&quot;heading 1&quot; /&gt;&lt;w:aliases w:val=&quot;VBS-Hauptitel&quot; /&gt;&lt;w:basedOn w:val=&quot;Normal&quot; /&gt;&lt;w:next w:val=&quot;Normal&quot; /&gt;&lt;w:link w:val=&quot;Heading1Char&quot; /&gt;&lt;w:qFormat /&gt;&lt;w:rsid w:val=&quot;0090257B&quot; /&gt;&lt;w:pPr&gt;&lt;w:keepNext /&gt;&lt;w:keepLines /&gt;&lt;w:numPr&gt;&lt;w:numId w:val=&quot;1&quot; /&gt;&lt;/w:numPr&gt;&lt;w:tabs&gt;&lt;w:tab w:val=&quot;clear&quot; w:pos=&quot;432&quot; /&gt;&lt;w:tab w:val=&quot;left&quot; w:pos=&quot;992&quot; /&gt;&lt;/w:tabs&gt;&lt;w:ind w:left=&quot;992&quot; w:hanging=&quot;992&quot; /&gt;&lt;w:outlineLvl w:val=&quot;0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paragraph&quot; w:styleId=&quot;Heading2&quot;&gt;&lt;w:name w:val=&quot;heading 2&quot; /&gt;&lt;w:aliases w:val=&quot;VBS-Titel&quot; /&gt;&lt;w:basedOn w:val=&quot;Normal&quot; /&gt;&lt;w:next w:val=&quot;Normal&quot; /&gt;&lt;w:link w:val=&quot;Heading2Char&quot; /&gt;&lt;w:qFormat /&gt;&lt;w:rsid w:val=&quot;0090257B&quot; /&gt;&lt;w:pPr&gt;&lt;w:keepNext /&gt;&lt;w:keepLines /&gt;&lt;w:numPr&gt;&lt;w:ilvl w:val=&quot;1&quot; /&gt;&lt;w:numId w:val=&quot;1&quot; /&gt;&lt;/w:numPr&gt;&lt;w:tabs&gt;&lt;w:tab w:val=&quot;clear&quot; w:pos=&quot;576&quot; /&gt;&lt;w:tab w:val=&quot;left&quot; w:pos=&quot;992&quot; /&gt;&lt;/w:tabs&gt;&lt;w:ind w:left=&quot;992&quot; w:hanging=&quot;992&quot; /&gt;&lt;w:outlineLvl w:val=&quot;1&quot; /&gt;&lt;/w:pPr&gt;&lt;w:rPr&gt;&lt;w:rFonts w:eastAsia=&quot;Times New Roman&quot; /&gt;&lt;w:b /&gt;&lt;w:bCs /&gt;&lt;w:szCs w:val=&quot;24&quot; /&gt;&lt;w:lang w:eastAsia=&quot;de-DE&quot; /&gt;&lt;/w:rPr&gt;&lt;/w:style&gt;&lt;w:style w:type=&quot;paragraph&quot; w:styleId=&quot;Heading3&quot;&gt;&lt;w:name w:val=&quot;heading 3&quot; /&gt;&lt;w:aliases w:val=&quot;VBS-Untertitel&quot; /&gt;&lt;w:basedOn w:val=&quot;Normal&quot; /&gt;&lt;w:next w:val=&quot;Normal&quot; /&gt;&lt;w:link w:val=&quot;Heading3Char&quot; /&gt;&lt;w:qFormat /&gt;&lt;w:rsid w:val=&quot;0090257B&quot; /&gt;&lt;w:pPr&gt;&lt;w:keepNext /&gt;&lt;w:keepLines /&gt;&lt;w:numPr&gt;&lt;w:ilvl w:val=&quot;2&quot; /&gt;&lt;w:numId w:val=&quot;1&quot; /&gt;&lt;/w:numPr&gt;&lt;w:tabs&gt;&lt;w:tab w:val=&quot;clear&quot; w:pos=&quot;720&quot; /&gt;&lt;w:tab w:val=&quot;left&quot; w:pos=&quot;992&quot; /&gt;&lt;/w:tabs&gt;&lt;w:ind w:left=&quot;992&quot; w:hanging=&quot;992&quot; /&gt;&lt;w:outlineLvl w:val=&quot;2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paragraph&quot; w:styleId=&quot;Header&quot;&gt;&lt;w:name w:val=&quot;header&quot; /&gt;&lt;w:basedOn w:val=&quot;Normal&quot; /&gt;&lt;w:semiHidden /&gt;&lt;w:rsid w:val=&quot;00D056FA&quot; /&gt;&lt;w:pPr&gt;&lt;w:suppressAutoHyphens /&gt;&lt;w:spacing w:line=&quot;200&quot; w:lineRule=&quot;exact&quot; /&gt;&lt;/w:pPr&gt;&lt;w:rPr&gt;&lt;w:noProof /&gt;&lt;w:sz w:val=&quot;15&quot; /&gt;&lt;/w:rPr&gt;&lt;/w:style&gt;&lt;w:style w:type=&quot;paragraph&quot; w:styleId=&quot;Footer&quot;&gt;&lt;w:name w:val=&quot;footer&quot; /&gt;&lt;w:basedOn w:val=&quot;Normal&quot; /&gt;&lt;w:semiHidden /&gt;&lt;w:rsid w:val=&quot;00093CA0&quot; /&gt;&lt;w:pPr&gt;&lt;w:tabs&gt;&lt;w:tab w:val=&quot;center&quot; w:pos=&quot;4536&quot; /&gt;&lt;w:tab w:val=&quot;right&quot; w:pos=&quot;9072&quot; /&gt;&lt;/w:tabs&gt;&lt;/w:pPr&gt;&lt;/w:style&gt;&lt;w:style w:type=&quot;paragraph&quot; w:customStyle=&quot;1&quot; w:styleId=&quot;Logo&quot;&gt;&lt;w:name w:val=&quot;Logo&quot; /&gt;&lt;w:semiHidden /&gt;&lt;w:rsid w:val=&quot;00D056FA&quot; /&gt;&lt;w:rPr&gt;&lt;w:rFonts w:ascii=&quot;Arial&quot; w:hAnsi=&quot;Arial&quot; /&gt;&lt;w:noProof /&gt;&lt;w:sz w:val=&quot;15&quot; /&gt;&lt;/w:rPr&gt;&lt;/w:style&gt;&lt;w:style w:type=&quot;paragraph&quot; w:customStyle=&quot;1&quot; w:styleId=&quot;Pfad&quot;&gt;&lt;w:name w:val=&quot;Pfad&quot; /&gt;&lt;w:next w:val=&quot;Normal&quot; /&gt;&lt;w:semiHidden /&gt;&lt;w:rsid w:val=&quot;00D056FA&quot; /&gt;&lt;w:pPr&gt;&lt;w:spacing w:line=&quot;160&quot; w:lineRule=&quot;exact&quot; /&gt;&lt;/w:pPr&gt;&lt;w:rPr&gt;&lt;w:rFonts w:ascii=&quot;Arial&quot; w:hAnsi=&quot;Arial&quot; /&gt;&lt;w:noProof /&gt;&lt;w:sz w:val=&quot;12&quot; /&gt;&lt;w:szCs w:val=&quot;12&quot; /&gt;&lt;/w:rPr&gt;&lt;/w:style&gt;&lt;w:style w:type=&quot;paragraph&quot; w:customStyle=&quot;1&quot; w:styleId=&quot;VBS-Eingerckt&quot;&gt;&lt;w:name w:val=&quot;VBS-Eingerückt&quot; /&gt;&lt;w:basedOn w:val=&quot;Normal&quot; /&gt;&lt;w:qFormat /&gt;&lt;w:rsid w:val=&quot;001866A0&quot; /&gt;&lt;w:pPr&gt;&lt;w:ind w:left=&quot;992&quot; /&gt;&lt;/w:pPr&gt;&lt;w:rPr&gt;&lt;w:lang w:eastAsia=&quot;de-DE&quot; /&gt;&lt;/w:rPr&gt;&lt;/w:style&gt;&lt;w:style w:type=&quot;paragraph&quot; w:customStyle=&quot;1&quot; w:styleId=&quot;Seite&quot;&gt;&lt;w:name w:val=&quot;Seite&quot; /&gt;&lt;w:basedOn w:val=&quot;Normal&quot; /&gt;&lt;w:semiHidden /&gt;&lt;w:rsid w:val=&quot;00FA2E16&quot; /&gt;&lt;w:pPr&gt;&lt;w:suppressAutoHyphens /&gt;&lt;w:spacing w:line=&quot;200&quot; w:lineRule=&quot;atLeast&quot; /&gt;&lt;w:jc w:val=&quot;right&quot; /&gt;&lt;/w:pPr&gt;&lt;w:rPr&gt;&lt;w:sz w:val=&quot;14&quot; /&gt;&lt;w:szCs w:val=&quot;14&quot; /&gt;&lt;/w:rPr&gt;&lt;/w:style&gt;&lt;w:style w:type=&quot;paragraph&quot; w:customStyle=&quot;1&quot; w:styleId=&quot;VBS-EingercktBullet1&quot;&gt;&lt;w:name w:val=&quot;VBS-EingerücktBullet1&quot; /&gt;&lt;w:basedOn w:val=&quot;VBS-Eingerckt&quot; /&gt;&lt;w:qFormat /&gt;&lt;w:rsid w:val=&quot;00D8402E&quot; /&gt;&lt;w:pPr&gt;&lt;w:numPr&gt;&lt;w:numId w:val=&quot;2&quot; /&gt;&lt;/w:numPr&gt;&lt;w:ind w:left=&quot;1276&quot; w:hanging=&quot;284&quot; /&gt;&lt;/w:pPr&gt;&lt;/w:style&gt;&lt;w:style w:type=&quot;paragraph&quot; w:customStyle=&quot;1&quot; w:styleId=&quot;Platzhalter&quot;&gt;&lt;w:name w:val=&quot;Platzhalter&quot; /&gt;&lt;w:basedOn w:val=&quot;Normal&quot; /&gt;&lt;w:semiHidden /&gt;&lt;w:rsid w:val=&quot;00D056FA&quot; /&gt;&lt;w:rPr&gt;&lt;w:sz w:val=&quot;2&quot; /&gt;&lt;w:szCs w:val=&quot;2&quot; /&gt;&lt;/w:rPr&gt;&lt;/w:style&gt;&lt;w:style w:type=&quot;paragraph&quot; w:customStyle=&quot;1&quot; w:styleId=&quot;KopfFett&quot;&gt;&lt;w:name w:val=&quot;KopfFett&quot; /&gt;&lt;w:basedOn w:val=&quot;Header&quot; /&gt;&lt;w:next w:val=&quot;Header&quot; /&gt;&lt;w:semiHidden /&gt;&lt;w:rsid w:val=&quot;00A71938&quot; /&gt;&lt;w:rPr&gt;&lt;w:b /&gt;&lt;/w:rPr&gt;&lt;/w:style&gt;&lt;w:style w:type=&quot;paragraph&quot; w:customStyle=&quot;1&quot; w:styleId=&quot;KopfDept&quot;&gt;&lt;w:name w:val=&quot;KopfDept&quot; /&gt;&lt;w:basedOn w:val=&quot;Header&quot; /&gt;&lt;w:next w:val=&quot;KopfFett&quot; /&gt;&lt;w:semiHidden /&gt;&lt;w:rsid w:val=&quot;00A71938&quot; /&gt;&lt;w:pPr&gt;&lt;w:spacing w:after=&quot;100&quot; /&gt;&lt;w:contextualSpacing /&gt;&lt;/w:pPr&gt;&lt;/w:style&gt;&lt;w:style w:type=&quot;paragraph&quot; w:customStyle=&quot;1&quot; w:styleId=&quot;FuzeilePlatzhalter&quot;&gt;&lt;w:name w:val=&quot;FußzeilePlatzhalter&quot; /&gt;&lt;w:basedOn w:val=&quot;Seite&quot; /&gt;&lt;w:semiHidden /&gt;&lt;w:rsid w:val=&quot;00093CA0&quot; /&gt;&lt;w:pPr&gt;&lt;w:jc w:val=&quot;left&quot; /&gt;&lt;/w:pPr&gt;&lt;/w:style&gt;&lt;w:style w:type=&quot;paragraph&quot; w:customStyle=&quot;1&quot; w:styleId=&quot;KopfzeilePlatzhalterFS&quot;&gt;&lt;w:name w:val=&quot;KopfzeilePlatzhalterFS&quot; /&gt;&lt;w:basedOn w:val=&quot;Header&quot; /&gt;&lt;w:semiHidden /&gt;&lt;w:rsid w:val=&quot;003E4D67&quot; /&gt;&lt;w:pPr&gt;&lt;w:spacing w:after=&quot;284&quot; /&gt;&lt;/w:pPr&gt;&lt;/w:style&gt;&lt;w:style w:type=&quot;paragraph&quot; w:customStyle=&quot;1&quot; w:styleId=&quot;Klassifizierung&quot;&gt;&lt;w:name w:val=&quot;Klassifizierung&quot; /&gt;&lt;w:basedOn w:val=&quot;Normal&quot; /&gt;&lt;w:semiHidden /&gt;&lt;w:qFormat /&gt;&lt;w:rsid w:val=&quot;00E93133&quot; /&gt;&lt;w:pPr&gt;&lt;w:jc w:val=&quot;right&quot; /&gt;&lt;/w:pPr&gt;&lt;w:rPr&gt;&lt;w:b /&gt;&lt;/w:rPr&gt;&lt;/w:style&gt;&lt;w:style w:type=&quot;paragraph&quot; w:customStyle=&quot;1&quot; w:styleId=&quot;MapperEnd&quot;&gt;&lt;w:name w:val=&quot;MapperEnd&quot; /&gt;&lt;w:basedOn w:val=&quot;Klassifizierung&quot; /&gt;&lt;w:semiHidden /&gt;&lt;w:qFormat /&gt;&lt;w:rsid w:val=&quot;00E93133&quot; /&gt;&lt;w:rPr&gt;&lt;w:sz w:val=&quot;4&quot; /&gt;&lt;/w:rPr&gt;&lt;/w:style&gt;&lt;w:style w:type=&quot;paragraph&quot; w:styleId=&quot;BalloonText&quot;&gt;&lt;w:name w:val=&quot;Balloon Text&quot; /&gt;&lt;w:basedOn w:val=&quot;Normal&quot; /&gt;&lt;w:link w:val=&quot;BalloonTextChar&quot; /&gt;&lt;w:semiHidden /&gt;&lt;w:rsid w:val=&quot;00426979&quot; /&gt;&lt;w:rPr&gt;&lt;w:rFonts w:ascii=&quot;Tahoma&quot; w:hAnsi=&quot;Tahoma&quot; w:cs=&quot;Tahoma&quot; /&gt;&lt;w:sz w:val=&quot;16&quot; /&gt;&lt;w:szCs w:val=&quot;16&quot; /&gt;&lt;/w:rPr&gt;&lt;/w:style&gt;&lt;w:style w:type=&quot;character&quot; w:customStyle=&quot;1&quot; w:styleId=&quot;BalloonTextChar&quot;&gt;&lt;w:name w:val=&quot;Balloon Text Char&quot; /&gt;&lt;w:basedOn w:val=&quot;DefaultParagraphFont&quot; /&gt;&lt;w:link w:val=&quot;BalloonText&quot; /&gt;&lt;w:semiHidden /&gt;&lt;w:rsid w:val=&quot;00F9785A&quot; /&gt;&lt;w:rPr&gt;&lt;w:rFonts w:ascii=&quot;Tahoma&quot; w:hAnsi=&quot;Tahoma&quot; w:cs=&quot;Tahoma&quot; /&gt;&lt;w:sz w:val=&quot;16&quot; /&gt;&lt;w:szCs w:val=&quot;16&quot; /&gt;&lt;/w:rPr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426979&quot; /&gt;&lt;w:rPr&gt;&lt;w:color w:val=&quot;808080&quot; /&gt;&lt;/w:rPr&gt;&lt;/w:style&gt;&lt;w:style w:type=&quot;paragraph&quot; w:customStyle=&quot;1&quot; w:styleId=&quot;VBS-EingercktBullet2&quot;&gt;&lt;w:name w:val=&quot;VBS-EingerücktBullet2&quot; /&gt;&lt;w:basedOn w:val=&quot;VBS-Eingerckt&quot; /&gt;&lt;w:qFormat /&gt;&lt;w:rsid w:val=&quot;00D8402E&quot; /&gt;&lt;w:pPr&gt;&lt;w:numPr&gt;&lt;w:numId w:val=&quot;3&quot; /&gt;&lt;/w:numPr&gt;&lt;w:ind w:left=&quot;1276&quot; w:hanging=&quot;284&quot; /&gt;&lt;/w:pPr&gt;&lt;/w:style&gt;&lt;w:style w:type=&quot;paragraph&quot; w:customStyle=&quot;1&quot; w:styleId=&quot;VBS-EingercktBullet3&quot;&gt;&lt;w:name w:val=&quot;VBS-EingerücktBullet3&quot; /&gt;&lt;w:basedOn w:val=&quot;VBS-Eingerckt&quot; /&gt;&lt;w:qFormat /&gt;&lt;w:rsid w:val=&quot;00D8402E&quot; /&gt;&lt;w:pPr&gt;&lt;w:numPr&gt;&lt;w:numId w:val=&quot;4&quot; /&gt;&lt;/w:numPr&gt;&lt;w:ind w:left=&quot;1276&quot; w:hanging=&quot;284&quot; /&gt;&lt;/w:pPr&gt;&lt;/w:style&gt;&lt;w:style w:type=&quot;paragraph&quot; w:customStyle=&quot;1&quot; w:styleId=&quot;VBS-EingercktBullet4&quot;&gt;&lt;w:name w:val=&quot;VBS-EingerücktBullet4&quot; /&gt;&lt;w:basedOn w:val=&quot;VBS-Eingerckt&quot; /&gt;&lt;w:qFormat /&gt;&lt;w:rsid w:val=&quot;00A94F7A&quot; /&gt;&lt;w:pPr&gt;&lt;w:numPr&gt;&lt;w:numId w:val=&quot;5&quot; /&gt;&lt;/w:numPr&gt;&lt;w:ind w:left=&quot;1276&quot; w:hanging=&quot;284&quot; /&gt;&lt;/w:pPr&gt;&lt;/w:style&gt;&lt;w:style w:type=&quot;paragraph&quot; w:customStyle=&quot;1&quot; w:styleId=&quot;VBS-TabelleBullet1&quot;&gt;&lt;w:name w:val=&quot;VBS-TabelleBullet1&quot; /&gt;&lt;w:basedOn w:val=&quot;Normal&quot; /&gt;&lt;w:qFormat /&gt;&lt;w:rsid w:val=&quot;00D8402E&quot; /&gt;&lt;w:pPr&gt;&lt;w:numPr&gt;&lt;w:numId w:val=&quot;6&quot; /&gt;&lt;/w:numPr&gt;&lt;w:spacing w:before=&quot;40&quot; w:after=&quot;40&quot; /&gt;&lt;w:ind w:left=&quot;284&quot; w:hanging=&quot;284&quot; /&gt;&lt;w:contextualSpacing /&gt;&lt;/w:pPr&gt;&lt;w:rPr&gt;&lt;w:lang w:eastAsia=&quot;de-DE&quot; /&gt;&lt;/w:rPr&gt;&lt;/w:style&gt;&lt;w:style w:type=&quot;paragraph&quot; w:customStyle=&quot;1&quot; w:styleId=&quot;VBS-TabelleBullet2&quot;&gt;&lt;w:name w:val=&quot;VBS-TabelleBullet2&quot; /&gt;&lt;w:basedOn w:val=&quot;VBS-EingercktBullet2&quot; /&gt;&lt;w:qFormat /&gt;&lt;w:rsid w:val=&quot;00D8402E&quot; /&gt;&lt;w:pPr&gt;&lt;w:numPr&gt;&lt;w:numId w:val=&quot;7&quot; /&gt;&lt;/w:numPr&gt;&lt;w:spacing w:before=&quot;40&quot; w:after=&quot;40&quot; /&gt;&lt;w:ind w:left=&quot;284&quot; w:hanging=&quot;284&quot; /&gt;&lt;w:contextualSpacing /&gt;&lt;/w:pPr&gt;&lt;/w:style&gt;&lt;w:style w:type=&quot;character&quot; w:customStyle=&quot;1&quot; w:styleId=&quot;Heading1Char&quot;&gt;&lt;w:name w:val=&quot;Heading 1 Char&quot; /&gt;&lt;w:aliases w:val=&quot;VBS-Hauptitel Char&quot; /&gt;&lt;w:basedOn w:val=&quot;DefaultParagraphFont&quot; /&gt;&lt;w:link w:val=&quot;Heading1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2Char&quot;&gt;&lt;w:name w:val=&quot;Heading 2 Char&quot; /&gt;&lt;w:aliases w:val=&quot;VBS-Titel Char&quot; /&gt;&lt;w:basedOn w:val=&quot;DefaultParagraphFont&quot; /&gt;&lt;w:link w:val=&quot;Heading2&quot; /&gt;&lt;w:rsid w:val=&quot;0090257B&quot; /&gt;&lt;w:rPr&gt;&lt;w:rFonts w:ascii=&quot;Arial&quot; w:hAnsi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3Char&quot;&gt;&lt;w:name w:val=&quot;Heading 3 Char&quot; /&gt;&lt;w:aliases w:val=&quot;VBS-Untertitel Char&quot; /&gt;&lt;w:basedOn w:val=&quot;DefaultParagraphFont&quot; /&gt;&lt;w:link w:val=&quot;Heading3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paragraph&quot; w:customStyle=&quot;1&quot; w:styleId=&quot;VBS-TabelleBullet3&quot;&gt;&lt;w:name w:val=&quot;VBS-TabelleBullet3&quot; /&gt;&lt;w:basedOn w:val=&quot;VBS-EingercktBullet3&quot; /&gt;&lt;w:qFormat /&gt;&lt;w:rsid w:val=&quot;00D8402E&quot; /&gt;&lt;w:pPr&gt;&lt;w:numPr&gt;&lt;w:numId w:val=&quot;8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Bullet4&quot;&gt;&lt;w:name w:val=&quot;VBS-TabelleBullet4&quot; /&gt;&lt;w:basedOn w:val=&quot;VBS-EingercktBullet4&quot; /&gt;&lt;w:qFormat /&gt;&lt;w:rsid w:val=&quot;00D8402E&quot; /&gt;&lt;w:pPr&gt;&lt;w:numPr&gt;&lt;w:numId w:val=&quot;9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n&quot;&gt;&lt;w:name w:val=&quot;VBS-Tabellen&quot; /&gt;&lt;w:basedOn w:val=&quot;Normal&quot; /&gt;&lt;w:qFormat /&gt;&lt;w:rsid w:val=&quot;001866A0&quot; /&gt;&lt;w:pPr&gt;&lt;w:spacing w:before=&quot;40&quot; w:after=&quot;40&quot; /&gt;&lt;w:contextualSpacing /&gt;&lt;/w:pPr&gt;&lt;/w:style&gt;&lt;w:style w:type=&quot;paragraph&quot; w:styleId=&quot;TOC1&quot;&gt;&lt;w:name w:val=&quot;toc 1&quot; /&gt;&lt;w:basedOn w:val=&quot;Normal&quot; /&gt;&lt;w:next w:val=&quot;Normal&quot; /&gt;&lt;w:autoRedefine /&gt;&lt;w:semiHidden /&gt;&lt;w:rsid w:val=&quot;00F461AE&quot; /&gt;&lt;w:pPr&gt;&lt;w:spacing w:before=&quot;120&quot; /&gt;&lt;w:ind w:left=&quot;992&quot; w:hanging=&quot;992&quot; /&gt;&lt;/w:pPr&gt;&lt;w:rPr&gt;&lt;w:b /&gt;&lt;/w:rPr&gt;&lt;/w:style&gt;&lt;w:style w:type=&quot;paragraph&quot; w:styleId=&quot;TOC2&quot;&gt;&lt;w:name w:val=&quot;toc 2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3&quot;&gt;&lt;w:name w:val=&quot;toc 3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4&quot;&gt;&lt;w:name w:val=&quot;toc 4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5&quot;&gt;&lt;w:name w:val=&quot;toc 5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Heading&quot;&gt;&lt;w:name w:val=&quot;TOC Heading&quot; /&gt;&lt;w:basedOn w:val=&quot;Heading1&quot; /&gt;&lt;w:next w:val=&quot;Normal&quot; /&gt;&lt;w:uiPriority w:val=&quot;39&quot; /&gt;&lt;w:semiHidden /&gt;&lt;w:qFormat /&gt;&lt;w:rsid w:val=&quot;004431C9&quot; /&gt;&lt;w:pPr&gt;&lt;w:numPr&gt;&lt;w:numId w:val=&quot;0&quot; /&gt;&lt;/w:numPr&gt;&lt;w:tabs&gt;&lt;w:tab w:val=&quot;clear&quot; w:pos=&quot;992&quot; /&gt;&lt;/w:tabs&gt;&lt;w:spacing w:before=&quot;480&quot; /&gt;&lt;w:outlineLvl w:val=&quot;9&quot; /&gt;&lt;/w:pPr&gt;&lt;w:rPr&gt;&lt;w:rFonts w:eastAsiaTheme=&quot;majorEastAsia&quot; w:cstheme=&quot;majorBidi&quot; /&gt;&lt;w:szCs w:val=&quot;28&quot; /&gt;&lt;w:lang w:eastAsia=&quot;en-US&quot; /&gt;&lt;/w:rPr&gt;&lt;/w:style&gt;&lt;w:style w:type=&quot;paragraph&quot; w:styleId=&quot;Title&quot;&gt;&lt;w:name w:val=&quot;Title&quot; /&gt;&lt;w:basedOn w:val=&quot;Normal&quot; /&gt;&lt;w:next w:val=&quot;Normal&quot; /&gt;&lt;w:link w:val=&quot;TitleChar&quot; /&gt;&lt;w:semiHidden /&gt;&lt;w:rsid w:val=&quot;004431C9&quot; /&gt;&lt;w:pPr&gt;&lt;w:pBdr&gt;&lt;w:bottom w:val=&quot;single&quot; w:sz=&quot;8&quot; w:space=&quot;4&quot; w:color=&quot;4F81BD&quot; w:themeColor=&quot;accent1&quot; /&gt;&lt;/w:pBdr&gt;&lt;w:spacing w:after=&quot;300&quot; /&gt;&lt;w:contextualSpacing /&gt;&lt;/w:pPr&gt;&lt;w:rPr&gt;&lt;w:rFonts w:eastAsiaTheme=&quot;majorEastAsia&quot; w:cstheme=&quot;majorBidi&quot; /&gt;&lt;w:spacing w:val=&quot;5&quot; /&gt;&lt;w:kern w:val=&quot;28&quot; /&gt;&lt;w:sz w:val=&quot;52&quot; /&gt;&lt;w:szCs w:val=&quot;52&quot; /&gt;&lt;/w:rPr&gt;&lt;/w:style&gt;&lt;w:style w:type=&quot;character&quot; w:customStyle=&quot;1&quot; w:styleId=&quot;TitleChar&quot;&gt;&lt;w:name w:val=&quot;Title Char&quot; /&gt;&lt;w:basedOn w:val=&quot;DefaultParagraphFont&quot; /&gt;&lt;w:link w:val=&quot;Title&quot; /&gt;&lt;w:semiHidden /&gt;&lt;w:rsid w:val=&quot;004431C9&quot; /&gt;&lt;w:rPr&gt;&lt;w:rFonts w:ascii=&quot;Arial&quot; w:eastAsiaTheme=&quot;majorEastAsia&quot; w:hAnsi=&quot;Arial&quot; w:cstheme=&quot;majorBidi&quot; /&gt;&lt;w:spacing w:val=&quot;5&quot; /&gt;&lt;w:kern w:val=&quot;28&quot; /&gt;&lt;w:sz w:val=&quot;52&quot; /&gt;&lt;w:szCs w:val=&quot;52&quot; /&gt;&lt;w:lang w:eastAsia=&quot;en-US&quot; /&gt;&lt;/w:rPr&gt;&lt;/w:style&gt;&lt;w:style w:type=&quot;paragraph&quot; w:styleId=&quot;Subtitle&quot;&gt;&lt;w:name w:val=&quot;Subtitle&quot; /&gt;&lt;w:basedOn w:val=&quot;Normal&quot; /&gt;&lt;w:next w:val=&quot;Normal&quot; /&gt;&lt;w:link w:val=&quot;SubtitleChar&quot; /&gt;&lt;w:semiHidden /&gt;&lt;w:rsid w:val=&quot;004431C9&quot; /&gt;&lt;w:pPr&gt;&lt;w:numPr&gt;&lt;w:ilvl w:val=&quot;1&quot; /&gt;&lt;/w:numPr&gt;&lt;/w:pPr&gt;&lt;w:rPr&gt;&lt;w:rFonts w:eastAsiaTheme=&quot;majorEastAsia&quot; w:cstheme=&quot;majorBidi&quot; /&gt;&lt;w:iCs /&gt;&lt;w:spacing w:val=&quot;15&quot; /&gt;&lt;w:sz w:val=&quot;24&quot; /&gt;&lt;w:szCs w:val=&quot;24&quot; /&gt;&lt;/w:rPr&gt;&lt;/w:style&gt;&lt;w:style w:type=&quot;character&quot; w:customStyle=&quot;1&quot; w:styleId=&quot;SubtitleChar&quot;&gt;&lt;w:name w:val=&quot;Subtitle Char&quot; /&gt;&lt;w:basedOn w:val=&quot;DefaultParagraphFont&quot; /&gt;&lt;w:link w:val=&quot;Subtitle&quot; /&gt;&lt;w:semiHidden /&gt;&lt;w:rsid w:val=&quot;004431C9&quot; /&gt;&lt;w:rPr&gt;&lt;w:rFonts w:ascii=&quot;Arial&quot; w:eastAsiaTheme=&quot;majorEastAsia&quot; w:hAnsi=&quot;Arial&quot; w:cstheme=&quot;majorBidi&quot; /&gt;&lt;w:iCs /&gt;&lt;w:spacing w:val=&quot;15&quot; /&gt;&lt;w:sz w:val=&quot;24&quot; /&gt;&lt;w:szCs w:val=&quot;24&quot; /&gt;&lt;w:lang w:eastAsia=&quot;en-US&quot; /&gt;&lt;/w:rPr&gt;&lt;/w:style&gt;&lt;w:style w:type=&quot;table&quot; w:styleId=&quot;TableGrid&quot;&gt;&lt;w:name w:val=&quot;Table Grid&quot; /&gt;&lt;w:basedOn w:val=&quot;TableNormal&quot; /&gt;&lt;w:rsid w:val=&quot;00A060C1&quot; /&gt;&lt;w:tblPr&gt;&lt;w:tblInd w:w=&quot;-108&quot; w:type=&quot;dxa&quot; /&gt;&lt;/w:tblPr&gt;&lt;/w:style&gt;&lt;w:style w:type=&quot;table&quot; w:styleId=&quot;TableTheme&quot;&gt;&lt;w:name w:val=&quot;Table Theme&quot; /&gt;&lt;w:basedOn w:val=&quot;TableNormal&quot; /&gt;&lt;w:rsid w:val=&quot;00A060C1&quot; /&gt;&lt;w:tblPr&gt;&lt;w:tblBorders&gt;&lt;w:top w:val=&quot;single&quot; w:sz=&quot;4&quot; w:space=&quot;0&quot; w:color=&quot;auto&quot; /&gt;&lt;w:left w:val=&quot;single&quot; w:sz=&quot;4&quot; w:space=&quot;0&quot; w:color=&quot;auto&quot; /&gt;&lt;w:bottom w:val=&quot;single&quot; w:sz=&quot;4&quot; w:space=&quot;0&quot; w:color=&quot;auto&quot; /&gt;&lt;w:right w:val=&quot;single&quot; w:sz=&quot;4&quot; w:space=&quot;0&quot; w:color=&quot;auto&quot; /&gt;&lt;w:insideH w:val=&quot;single&quot; w:sz=&quot;4&quot; w:space=&quot;0&quot; w:color=&quot;auto&quot; /&gt;&lt;w:insideV w:val=&quot;single&quot; w:sz=&quot;4&quot; w:space=&quot;0&quot; w:color=&quot;auto&quot; /&gt;&lt;/w:tblBorders&gt;&lt;/w:tblPr&gt;&lt;/w:style&gt;&lt;/w:styles&gt;&lt;/pkg:xmlData&gt;&lt;/pkg:part&gt;&lt;pkg:part pkg:name=&quot;/customXml/_rels/item1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1&quot; Type=&quot;http://schemas.openxmlformats.org/officeDocument/2006/relationships/customXmlProps&quot; Target=&quot;itemProps1.xml&quot; /&gt;&lt;/Relationships&gt;&lt;/pkg:xmlData&gt;&lt;/pkg:part&gt;&lt;pkg:part pkg:name=&quot;/customXml/itemProps1.xml&quot; pkg:contentType=&quot;application/vnd.openxmlformats-officedocument.customXmlProperties+xml&quot; pkg:padding=&quot;32&quot;&gt;&lt;pkg:xmlData pkg:originalXmlStandalone=&quot;no&quot;&gt;&lt;ds:datastoreItem ds:itemID=&quot;{81DAD255-FC31-46D8-B0AC-3EB01A7B24FA}&quot; xmlns:ds=&quot;http://schemas.openxmlformats.org/officeDocument/2006/customXml&quot;&gt;&lt;ds:schemaRefs&gt;&lt;ds:schemaRef ds:uri=&quot;http://schemas.openxmlformats.org/officeDocument/2006/bibliography&quot; /&gt;&lt;/ds:schemaRefs&gt;&lt;/ds:datastoreItem&gt;&lt;/pkg:xmlData&gt;&lt;/pkg:part&gt;&lt;pkg:part pkg:name=&quot;/word/numbering.xml&quot; pkg:contentType=&quot;application/vnd.openxmlformats-officedocument.wordprocessingml.numbering+xml&quot;&gt;&lt;pkg:xmlData&gt;&lt;w:numbering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abstractNum w:abstractNumId=&quot;0&quot; w15:restartNumberingAfterBreak=&quot;0&quot;&gt;&lt;w:nsid w:val=&quot;FFFFFF7C&quot; /&gt;&lt;w:multiLevelType w:val=&quot;singleLevel&quot; /&gt;&lt;w:tmpl w:val=&quot;9CA03A22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492&quot; /&gt;&lt;/w:tabs&gt;&lt;w:ind w:left=&quot;1492&quot; w:hanging=&quot;360&quot; /&gt;&lt;/w:pPr&gt;&lt;/w:lvl&gt;&lt;/w:abstractNum&gt;&lt;w:abstractNum w:abstractNumId=&quot;1&quot; w15:restartNumberingAfterBreak=&quot;0&quot;&gt;&lt;w:nsid w:val=&quot;FFFFFF7D&quot; /&gt;&lt;w:multiLevelType w:val=&quot;singleLevel&quot; /&gt;&lt;w:tmpl w:val=&quot;BC245DF4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209&quot; /&gt;&lt;/w:tabs&gt;&lt;w:ind w:left=&quot;1209&quot; w:hanging=&quot;360&quot; /&gt;&lt;/w:pPr&gt;&lt;/w:lvl&gt;&lt;/w:abstractNum&gt;&lt;w:abstractNum w:abstractNumId=&quot;2&quot; w15:restartNumberingAfterBreak=&quot;0&quot;&gt;&lt;w:nsid w:val=&quot;FFFFFF7E&quot; /&gt;&lt;w:multiLevelType w:val=&quot;singleLevel&quot; /&gt;&lt;w:tmpl w:val=&quot;EC88B79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926&quot; /&gt;&lt;/w:tabs&gt;&lt;w:ind w:left=&quot;926&quot; w:hanging=&quot;360&quot; /&gt;&lt;/w:pPr&gt;&lt;/w:lvl&gt;&lt;/w:abstractNum&gt;&lt;w:abstractNum w:abstractNumId=&quot;3&quot; w15:restartNumberingAfterBreak=&quot;0&quot;&gt;&lt;w:nsid w:val=&quot;FFFFFF7F&quot; /&gt;&lt;w:multiLevelType w:val=&quot;singleLevel&quot; /&gt;&lt;w:tmpl w:val=&quot;2A5423F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643&quot; /&gt;&lt;/w:tabs&gt;&lt;w:ind w:left=&quot;643&quot; w:hanging=&quot;360&quot; /&gt;&lt;/w:pPr&gt;&lt;/w:lvl&gt;&lt;/w:abstractNum&gt;&lt;w:abstractNum w:abstractNumId=&quot;4&quot; w15:restartNumberingAfterBreak=&quot;0&quot;&gt;&lt;w:nsid w:val=&quot;FFFFFF80&quot; /&gt;&lt;w:multiLevelType w:val=&quot;singleLevel&quot; /&gt;&lt;w:tmpl w:val=&quot;092E6646&quot; /&gt;&lt;w:lvl w:ilvl=&quot;0&quot;&gt;&lt;w:start w:val=&quot;1&quot; /&gt;&lt;w:numFmt w:val=&quot;bullet&quot; /&gt;&lt;w:lvlText w:val=&quot;&quot; /&gt;&lt;w:lvlJc w:val=&quot;left&quot; /&gt;&lt;w:pPr&gt;&lt;w:tabs&gt;&lt;w:tab w:val=&quot;num&quot; w:pos=&quot;1492&quot; /&gt;&lt;/w:tabs&gt;&lt;w:ind w:left=&quot;1492&quot; w:hanging=&quot;360&quot; /&gt;&lt;/w:pPr&gt;&lt;w:rPr&gt;&lt;w:rFonts w:ascii=&quot;Symbol&quot; w:hAnsi=&quot;Symbol&quot; w:hint=&quot;default&quot; /&gt;&lt;/w:rPr&gt;&lt;/w:lvl&gt;&lt;/w:abstractNum&gt;&lt;w:abstractNum w:abstractNumId=&quot;5&quot; w15:restartNumberingAfterBreak=&quot;0&quot;&gt;&lt;w:nsid w:val=&quot;FFFFFF81&quot; /&gt;&lt;w:multiLevelType w:val=&quot;singleLevel&quot; /&gt;&lt;w:tmpl w:val=&quot;B478DBF0&quot; /&gt;&lt;w:lvl w:ilvl=&quot;0&quot;&gt;&lt;w:start w:val=&quot;1&quot; /&gt;&lt;w:numFmt w:val=&quot;bullet&quot; /&gt;&lt;w:lvlText w:val=&quot;&quot; /&gt;&lt;w:lvlJc w:val=&quot;left&quot; /&gt;&lt;w:pPr&gt;&lt;w:tabs&gt;&lt;w:tab w:val=&quot;num&quot; w:pos=&quot;1209&quot; /&gt;&lt;/w:tabs&gt;&lt;w:ind w:left=&quot;1209&quot; w:hanging=&quot;360&quot; /&gt;&lt;/w:pPr&gt;&lt;w:rPr&gt;&lt;w:rFonts w:ascii=&quot;Symbol&quot; w:hAnsi=&quot;Symbol&quot; w:hint=&quot;default&quot; /&gt;&lt;/w:rPr&gt;&lt;/w:lvl&gt;&lt;/w:abstractNum&gt;&lt;w:abstractNum w:abstractNumId=&quot;6&quot; w15:restartNumberingAfterBreak=&quot;0&quot;&gt;&lt;w:nsid w:val=&quot;FFFFFF82&quot; /&gt;&lt;w:multiLevelType w:val=&quot;singleLevel&quot; /&gt;&lt;w:tmpl w:val=&quot;09A678BE&quot; /&gt;&lt;w:lvl w:ilvl=&quot;0&quot;&gt;&lt;w:start w:val=&quot;1&quot; /&gt;&lt;w:numFmt w:val=&quot;bullet&quot; /&gt;&lt;w:lvlText w:val=&quot;&quot; /&gt;&lt;w:lvlJc w:val=&quot;left&quot; /&gt;&lt;w:pPr&gt;&lt;w:tabs&gt;&lt;w:tab w:val=&quot;num&quot; w:pos=&quot;926&quot; /&gt;&lt;/w:tabs&gt;&lt;w:ind w:left=&quot;926&quot; w:hanging=&quot;360&quot; /&gt;&lt;/w:pPr&gt;&lt;w:rPr&gt;&lt;w:rFonts w:ascii=&quot;Symbol&quot; w:hAnsi=&quot;Symbol&quot; w:hint=&quot;default&quot; /&gt;&lt;/w:rPr&gt;&lt;/w:lvl&gt;&lt;/w:abstractNum&gt;&lt;w:abstractNum w:abstractNumId=&quot;7&quot; w15:restartNumberingAfterBreak=&quot;0&quot;&gt;&lt;w:nsid w:val=&quot;FFFFFF83&quot; /&gt;&lt;w:multiLevelType w:val=&quot;singleLevel&quot; /&gt;&lt;w:tmpl w:val=&quot;D63EB5D4&quot; /&gt;&lt;w:lvl w:ilvl=&quot;0&quot;&gt;&lt;w:start w:val=&quot;1&quot; /&gt;&lt;w:numFmt w:val=&quot;bullet&quot; /&gt;&lt;w:lvlText w:val=&quot;&quot; /&gt;&lt;w:lvlJc w:val=&quot;left&quot; /&gt;&lt;w:pPr&gt;&lt;w:tabs&gt;&lt;w:tab w:val=&quot;num&quot; w:pos=&quot;643&quot; /&gt;&lt;/w:tabs&gt;&lt;w:ind w:left=&quot;643&quot; w:hanging=&quot;360&quot; /&gt;&lt;/w:pPr&gt;&lt;w:rPr&gt;&lt;w:rFonts w:ascii=&quot;Symbol&quot; w:hAnsi=&quot;Symbol&quot; w:hint=&quot;default&quot; /&gt;&lt;/w:rPr&gt;&lt;/w:lvl&gt;&lt;/w:abstractNum&gt;&lt;w:abstractNum w:abstractNumId=&quot;8&quot; w15:restartNumberingAfterBreak=&quot;0&quot;&gt;&lt;w:nsid w:val=&quot;FFFFFF88&quot; /&gt;&lt;w:multiLevelType w:val=&quot;singleLevel&quot; /&gt;&lt;w:tmpl w:val=&quot;E4ECE456&quot; /&gt;&lt;w:lvl w:ilvl=&quot;0&quot;&gt;&lt;w:start w:val=&quot;1&quot; /&gt;&lt;w:numFmt w:val=&quot;decimal&quot; /&gt;&lt;w:lvlText w:val=&quot;%1.&quot; /&gt;&lt;w:lvlJc w:val=&quot;left&quot; /&gt;&lt;w:pPr&gt;&lt;w:tabs&gt;&lt;w:tab w:val=&quot;num&quot; w:pos=&quot;360&quot; /&gt;&lt;/w:tabs&gt;&lt;w:ind w:left=&quot;360&quot; w:hanging=&quot;360&quot; /&gt;&lt;/w:pPr&gt;&lt;/w:lvl&gt;&lt;/w:abstractNum&gt;&lt;w:abstractNum w:abstractNumId=&quot;9&quot; w15:restartNumberingAfterBreak=&quot;0&quot;&gt;&lt;w:nsid w:val=&quot;FFFFFF89&quot; /&gt;&lt;w:multiLevelType w:val=&quot;singleLevel&quot; /&gt;&lt;w:tmpl w:val=&quot;4E9AF5C2&quot; /&gt;&lt;w:lvl w:ilvl=&quot;0&quot;&gt;&lt;w:start w:val=&quot;1&quot; /&gt;&lt;w:numFmt w:val=&quot;bullet&quot; /&gt;&lt;w:lvlText w:val=&quot;&quot; /&gt;&lt;w:lvlJc w:val=&quot;left&quot; /&gt;&lt;w:pPr&gt;&lt;w:tabs&gt;&lt;w:tab w:val=&quot;num&quot; w:pos=&quot;360&quot; /&gt;&lt;/w:tabs&gt;&lt;w:ind w:left=&quot;360&quot; w:hanging=&quot;360&quot; /&gt;&lt;/w:pPr&gt;&lt;w:rPr&gt;&lt;w:rFonts w:ascii=&quot;Symbol&quot; w:hAnsi=&quot;Symbol&quot; w:hint=&quot;default&quot; /&gt;&lt;/w:rPr&gt;&lt;/w:lvl&gt;&lt;/w:abstractNum&gt;&lt;w:abstractNum w:abstractNumId=&quot;10&quot; w15:restartNumberingAfterBreak=&quot;0&quot;&gt;&lt;w:nsid w:val=&quot;09E0080F&quot; /&gt;&lt;w:multiLevelType w:val=&quot;hybridMultilevel&quot; /&gt;&lt;w:tmpl w:val=&quot;47ECB094&quot; /&gt;&lt;w:lvl w:ilvl=&quot;0&quot; w:tplc=&quot;C762A78C&quot;&gt;&lt;w:start w:val=&quot;1&quot; /&gt;&lt;w:numFmt w:val=&quot;bullet&quot; /&gt;&lt;w:pStyle w:val=&quot;VBS-Eingerc"/>
    <w:docVar w:name="en-US3_LanguageVersion" w:val="ktBullet2&quot; /&gt;&lt;w:lvlText w:val=&quot;-&quot; /&gt;&lt;w:lvlJc w:val=&quot;left&quot; /&gt;&lt;w:pPr&gt;&lt;w:ind w:left=&quot;1353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2&quot; w:hanging=&quot;360&quot; /&gt;&lt;/w:pPr&gt;&lt;w:rPr&gt;&lt;w:rFonts w:ascii=&quot;Wingdings&quot; w:hAnsi=&quot;Wingdings&quot; w:hint=&quot;default&quot; /&gt;&lt;/w:rPr&gt;&lt;/w:lvl&gt;&lt;/w:abstractNum&gt;&lt;w:abstractNum w:abstractNumId=&quot;11&quot; w15:restartNumberingAfterBreak=&quot;0&quot;&gt;&lt;w:nsid w:val=&quot;17AA109A&quot; /&gt;&lt;w:multiLevelType w:val=&quot;multilevel&quot; /&gt;&lt;w:tmpl w:val=&quot;1ADE288E&quot; /&gt;&lt;w:lvl w:ilvl=&quot;0&quot;&gt;&lt;w:start w:val=&quot;1&quot; /&gt;&lt;w:numFmt w:val=&quot;decimal&quot; /&gt;&lt;w:pStyle w:val=&quot;Heading1&quot; /&gt;&lt;w:lvlText w:val=&quot;%1&quot; /&gt;&lt;w:lvlJc w:val=&quot;left&quot; /&gt;&lt;w:pPr&gt;&lt;w:tabs&gt;&lt;w:tab w:val=&quot;num&quot; w:pos=&quot;432&quot; /&gt;&lt;/w:tabs&gt;&lt;w:ind w:left=&quot;432&quot; w:hanging=&quot;432&quot; /&gt;&lt;/w:pPr&gt;&lt;/w:lvl&gt;&lt;w:lvl w:ilvl=&quot;1&quot;&gt;&lt;w:start w:val=&quot;1&quot; /&gt;&lt;w:numFmt w:val=&quot;decimal&quot; /&gt;&lt;w:pStyle w:val=&quot;Heading2&quot; /&gt;&lt;w:lvlText w:val=&quot;%1.%2&quot; /&gt;&lt;w:lvlJc w:val=&quot;left&quot; /&gt;&lt;w:pPr&gt;&lt;w:tabs&gt;&lt;w:tab w:val=&quot;num&quot; w:pos=&quot;576&quot; /&gt;&lt;/w:tabs&gt;&lt;w:ind w:left=&quot;576&quot; w:hanging=&quot;576&quot; /&gt;&lt;/w:pPr&gt;&lt;w:rPr&gt;&lt;w:sz w:val=&quot;22&quot; /&gt;&lt;w:szCs w:val=&quot;22&quot; /&gt;&lt;/w:rPr&gt;&lt;/w:lvl&gt;&lt;w:lvl w:ilvl=&quot;2&quot;&gt;&lt;w:start w:val=&quot;1&quot; /&gt;&lt;w:numFmt w:val=&quot;decimal&quot; /&gt;&lt;w:pStyle w:val=&quot;Heading3&quot; /&gt;&lt;w:lvlText w:val=&quot;%1.%2.%3&quot; /&gt;&lt;w:lvlJc w:val=&quot;left&quot; /&gt;&lt;w:pPr&gt;&lt;w:tabs&gt;&lt;w:tab w:val=&quot;num&quot; w:pos=&quot;720&quot; /&gt;&lt;/w:tabs&gt;&lt;w:ind w:left=&quot;720&quot; w:hanging=&quot;720&quot; /&gt;&lt;/w:pPr&gt;&lt;/w:lvl&gt;&lt;w:lvl w:ilvl=&quot;3&quot;&gt;&lt;w:start w:val=&quot;1&quot; /&gt;&lt;w:numFmt w:val=&quot;decimal&quot; /&gt;&lt;w:lvlText w:val=&quot;%1.%2.%3.%4&quot; /&gt;&lt;w:lvlJc w:val=&quot;left&quot; /&gt;&lt;w:pPr&gt;&lt;w:tabs&gt;&lt;w:tab w:val=&quot;num&quot; w:pos=&quot;864&quot; /&gt;&lt;/w:tabs&gt;&lt;w:ind w:left=&quot;864&quot; w:hanging=&quot;864&quot; /&gt;&lt;/w:pPr&gt;&lt;/w:lvl&gt;&lt;w:lvl w:ilvl=&quot;4&quot;&gt;&lt;w:start w:val=&quot;1&quot; /&gt;&lt;w:numFmt w:val=&quot;decimal&quot; /&gt;&lt;w:lvlText w:val=&quot;%1.%2.%3.%4.%5&quot; /&gt;&lt;w:lvlJc w:val=&quot;left&quot; /&gt;&lt;w:pPr&gt;&lt;w:tabs&gt;&lt;w:tab w:val=&quot;num&quot; w:pos=&quot;1008&quot; /&gt;&lt;/w:tabs&gt;&lt;w:ind w:left=&quot;1008&quot; w:hanging=&quot;1008&quot; /&gt;&lt;/w:pPr&gt;&lt;/w:lvl&gt;&lt;w:lvl w:ilvl=&quot;5&quot;&gt;&lt;w:start w:val=&quot;1&quot; /&gt;&lt;w:numFmt w:val=&quot;decimal&quot; /&gt;&lt;w:lvlText w:val=&quot;%1.%2.%3.%4.%5.%6&quot; /&gt;&lt;w:lvlJc w:val=&quot;left&quot; /&gt;&lt;w:pPr&gt;&lt;w:tabs&gt;&lt;w:tab w:val=&quot;num&quot; w:pos=&quot;1152&quot; /&gt;&lt;/w:tabs&gt;&lt;w:ind w:left=&quot;1152&quot; w:hanging=&quot;1152&quot; /&gt;&lt;/w:pPr&gt;&lt;/w:lvl&gt;&lt;w:lvl w:ilvl=&quot;6&quot;&gt;&lt;w:start w:val=&quot;1&quot; /&gt;&lt;w:numFmt w:val=&quot;decimal&quot; /&gt;&lt;w:lvlText w:val=&quot;%1.%2.%3.%4.%5.%6.%7&quot; /&gt;&lt;w:lvlJc w:val=&quot;left&quot; /&gt;&lt;w:pPr&gt;&lt;w:tabs&gt;&lt;w:tab w:val=&quot;num&quot; w:pos=&quot;1296&quot; /&gt;&lt;/w:tabs&gt;&lt;w:ind w:left=&quot;1296&quot; w:hanging=&quot;1296&quot; /&gt;&lt;/w:pPr&gt;&lt;/w:lvl&gt;&lt;w:lvl w:ilvl=&quot;7&quot;&gt;&lt;w:start w:val=&quot;1&quot; /&gt;&lt;w:numFmt w:val=&quot;decimal&quot; /&gt;&lt;w:lvlText w:val=&quot;%1.%2.%3.%4.%5.%6.%7.%8&quot; /&gt;&lt;w:lvlJc w:val=&quot;left&quot; /&gt;&lt;w:pPr&gt;&lt;w:tabs&gt;&lt;w:tab w:val=&quot;num&quot; w:pos=&quot;1440&quot; /&gt;&lt;/w:tabs&gt;&lt;w:ind w:left=&quot;1440&quot; w:hanging=&quot;1440&quot; /&gt;&lt;/w:pPr&gt;&lt;/w:lvl&gt;&lt;w:lvl w:ilvl=&quot;8&quot;&gt;&lt;w:start w:val=&quot;1&quot; /&gt;&lt;w:numFmt w:val=&quot;decimal&quot; /&gt;&lt;w:lvlText w:val=&quot;%1.%2.%3.%4.%5.%6.%7.%8.%9&quot; /&gt;&lt;w:lvlJc w:val=&quot;left&quot; /&gt;&lt;w:pPr&gt;&lt;w:tabs&gt;&lt;w:tab w:val=&quot;num&quot; w:pos=&quot;1584&quot; /&gt;&lt;/w:tabs&gt;&lt;w:ind w:left=&quot;1584&quot; w:hanging=&quot;1584&quot; /&gt;&lt;/w:pPr&gt;&lt;/w:lvl&gt;&lt;/w:abstractNum&gt;&lt;w:abstractNum w:abstractNumId=&quot;12&quot; w15:restartNumberingAfterBreak=&quot;0&quot;&gt;&lt;w:nsid w:val=&quot;26640EB9&quot; /&gt;&lt;w:multiLevelType w:val=&quot;hybridMultilevel&quot; /&gt;&lt;w:tmpl w:val=&quot;19EA9EA2&quot; /&gt;&lt;w:lvl w:ilvl=&quot;0&quot; w:tplc=&quot;65BA0F46&quot;&gt;&lt;w:start w:val=&quot;1&quot; /&gt;&lt;w:numFmt w:val=&quot;bullet&quot; /&gt;&lt;w:pStyle w:val=&quot;VBS-TabelleBullet1&quot; /&gt;&lt;w:lvlText w:val=&quot;&quot; /&gt;&lt;w:lvlJc w:val=&quot;left&quot; /&gt;&lt;w:pPr&gt;&lt;w:ind w:left=&quot;720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3&quot; w15:restartNumberingAfterBreak=&quot;0&quot;&gt;&lt;w:nsid w:val=&quot;27C4355F&quot; /&gt;&lt;w:multiLevelType w:val=&quot;hybridMultilevel&quot; /&gt;&lt;w:tmpl w:val=&quot;33A8F9DA&quot; /&gt;&lt;w:lvl w:ilvl=&quot;0&quot; w:tplc=&quot;B54CBC60&quot;&gt;&lt;w:start w:val=&quot;1&quot; /&gt;&lt;w:numFmt w:val=&quot;lowerLetter&quot; /&gt;&lt;w:pStyle w:val=&quot;VBS-EingercktBullet4&quot; /&gt;&lt;w:lvlText w:val=&quot;%1.&quot; /&gt;&lt;w:lvlJc w:val=&quot;left&quot; /&gt;&lt;w:pPr&gt;&lt;w:ind w:left=&quot;1713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2433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3153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3873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4593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5313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6033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6753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7473&quot; w:hanging=&quot;180&quot; /&gt;&lt;/w:pPr&gt;&lt;/w:lvl&gt;&lt;/w:abstractNum&gt;&lt;w:abstractNum w:abstractNumId=&quot;14&quot; w15:restartNumberingAfterBreak=&quot;0&quot;&gt;&lt;w:nsid w:val=&quot;27D138BC&quot; /&gt;&lt;w:multiLevelType w:val=&quot;hybridMultilevel&quot; /&gt;&lt;w:tmpl w:val=&quot;F78EA4CC&quot; /&gt;&lt;w:lvl w:ilvl=&quot;0&quot; w:tplc=&quot;5E02E576&quot;&gt;&lt;w:numFmt w:val=&quot;bullet&quot; /&gt;&lt;w:pStyle w:val=&quot;VBS-EingercktBullet3&quot; /&gt;&lt;w:lvlText w:val=&quot;+&quot; /&gt;&lt;w:lvlJc w:val=&quot;left&quot; /&gt;&lt;w:pPr&gt;&lt;w:ind w:left=&quot;1713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3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3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3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3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3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3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3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3&quot; w:hanging=&quot;360&quot; /&gt;&lt;/w:pPr&gt;&lt;w:rPr&gt;&lt;w:rFonts w:ascii=&quot;Wingdings&quot; w:hAnsi=&quot;Wingdings&quot; w:hint=&quot;default&quot; /&gt;&lt;/w:rPr&gt;&lt;/w:lvl&gt;&lt;/w:abstractNum&gt;&lt;w:abstractNum w:abstractNumId=&quot;15&quot; w15:restartNumberingAfterBreak=&quot;0&quot;&gt;&lt;w:nsid w:val=&quot;2C381E27&quot; /&gt;&lt;w:multiLevelType w:val=&quot;hybridMultilevel&quot; /&gt;&lt;w:tmpl w:val=&quot;81726B26&quot; /&gt;&lt;w:lvl w:ilvl=&quot;0&quot; w:tplc=&quot;8A8487BE&quot;&gt;&lt;w:start w:val=&quot;1&quot; /&gt;&lt;w:numFmt w:val=&quot;bullet&quot; /&gt;&lt;w:pStyle w:val=&quot;VBS-EingercktBullet1&quot; /&gt;&lt;w:lvlText w:val=&quot;&quot; /&gt;&lt;w:lvlJc w:val=&quot;left&quot; /&gt;&lt;w:pPr&gt;&lt;w:ind w:left=&quot;1352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07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79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51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23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95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67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39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112&quot; w:hanging=&quot;360&quot; /&gt;&lt;/w:pPr&gt;&lt;w:rPr&gt;&lt;w:rFonts w:ascii=&quot;Wingdings&quot; w:hAnsi=&quot;Wingdings&quot; w:hint=&quot;default&quot; /&gt;&lt;/w:rPr&gt;&lt;/w:lvl&gt;&lt;/w:abstractNum&gt;&lt;w:abstractNum w:abstractNumId=&quot;16&quot; w15:restartNumberingAfterBreak=&quot;0&quot;&gt;&lt;w:nsid w:val=&quot;4F984677&quot; /&gt;&lt;w:multiLevelType w:val=&quot;hybridMultilevel&quot; /&gt;&lt;w:tmpl w:val=&quot;2B0CB038&quot; /&gt;&lt;w:lvl w:ilvl=&quot;0&quot; w:tplc=&quot;CD7CA954&quot;&gt;&lt;w:start w:val=&quot;1&quot; /&gt;&lt;w:numFmt w:val=&quot;lowerLetter&quot; /&gt;&lt;w:pStyle w:val=&quot;VBS-TabelleBullet4&quot; /&gt;&lt;w:lvlText w:val=&quot;%1.&quot; /&gt;&lt;w:lvlJc w:val=&quot;left&quot; /&gt;&lt;w:pPr&gt;&lt;w:ind w:left=&quot;720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1440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2160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2880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3600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4320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5040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5760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6480&quot; w:hanging=&quot;180&quot; /&gt;&lt;/w:pPr&gt;&lt;/w:lvl&gt;&lt;/w:abstractNum&gt;&lt;w:abstractNum w:abstractNumId=&quot;17&quot; w15:restartNumberingAfterBreak=&quot;0&quot;&gt;&lt;w:nsid w:val=&quot;66447DE2&quot; /&gt;&lt;w:multiLevelType w:val=&quot;hybridMultilevel&quot; /&gt;&lt;w:tmpl w:val=&quot;26FAADBE&quot; /&gt;&lt;w:lvl w:ilvl=&quot;0&quot; w:tplc=&quot;15108B34&quot;&gt;&lt;w:start w:val=&quot;1&quot; /&gt;&lt;w:numFmt w:val=&quot;bullet&quot; /&gt;&lt;w:pStyle w:val=&quot;VBS-TabelleBullet2&quot; /&gt;&lt;w:lvlText w:val=&quot;-&quot; /&gt;&lt;w:lvlJc w:val=&quot;left&quot; /&gt;&lt;w:pPr&gt;&lt;w:ind w:left=&quot;720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8&quot; w15:restartNumberingAfterBreak=&quot;0&quot;&gt;&lt;w:nsid w:val=&quot;6A797F48&quot; /&gt;&lt;w:multiLevelType w:val=&quot;hybridMultilevel&quot; /&gt;&lt;w:tmpl w:val=&quot;99F25B1E&quot; /&gt;&lt;w:lvl w:ilvl=&quot;0&quot; w:tplc=&quot;7506DA28&quot;&gt;&lt;w:numFmt w:val=&quot;bullet&quot; /&gt;&lt;w:pStyle w:val=&quot;VBS-TabelleBullet3&quot; /&gt;&lt;w:lvlText w:val=&quot;+&quot; /&gt;&lt;w:lvlJc w:val=&quot;left&quot; /&gt;&lt;w:pPr&gt;&lt;w:ind w:left=&quot;720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num w:numId=&quot;1&quot;&gt;&lt;w:abstractNumId w:val=&quot;11&quot; /&gt;&lt;/w:num&gt;&lt;w:num w:numId=&quot;2&quot;&gt;&lt;w:abstractNumId w:val=&quot;15&quot; /&gt;&lt;/w:num&gt;&lt;w:num w:numId=&quot;3&quot;&gt;&lt;w:abstractNumId w:val=&quot;10&quot; /&gt;&lt;/w:num&gt;&lt;w:num w:numId=&quot;4&quot;&gt;&lt;w:abstractNumId w:val=&quot;14&quot; /&gt;&lt;/w:num&gt;&lt;w:num w:numId=&quot;5&quot;&gt;&lt;w:abstractNumId w:val=&quot;13&quot; /&gt;&lt;/w:num&gt;&lt;w:num w:numId=&quot;6&quot;&gt;&lt;w:abstractNumId w:val=&quot;12&quot; /&gt;&lt;/w:num&gt;&lt;w:num w:numId=&quot;7&quot;&gt;&lt;w:abstractNumId w:val=&quot;17&quot; /&gt;&lt;/w:num&gt;&lt;w:num w:numId=&quot;8&quot;&gt;&lt;w:abstractNumId w:val=&quot;18&quot; /&gt;&lt;/w:num&gt;&lt;w:num w:numId=&quot;9&quot;&gt;&lt;w:abstractNumId w:val=&quot;16&quot; /&gt;&lt;/w:num&gt;&lt;w:num w:numId=&quot;10&quot;&gt;&lt;w:abstractNumId w:val=&quot;9&quot; /&gt;&lt;/w:num&gt;&lt;w:num w:numId=&quot;11&quot;&gt;&lt;w:abstractNumId w:val=&quot;7&quot; /&gt;&lt;/w:num&gt;&lt;w:num w:numId=&quot;12&quot;&gt;&lt;w:abstractNumId w:val=&quot;6&quot; /&gt;&lt;/w:num&gt;&lt;w:num w:numId=&quot;13&quot;&gt;&lt;w:abstractNumId w:val=&quot;5&quot; /&gt;&lt;/w:num&gt;&lt;w:num w:numId=&quot;14&quot;&gt;&lt;w:abstractNumId w:val=&quot;4&quot; /&gt;&lt;/w:num&gt;&lt;w:num w:numId=&quot;15&quot;&gt;&lt;w:abstractNumId w:val=&quot;8&quot; /&gt;&lt;/w:num&gt;&lt;w:num w:numId=&quot;16&quot;&gt;&lt;w:abstractNumId w:val=&quot;3&quot; /&gt;&lt;/w:num&gt;&lt;w:num w:numId=&quot;17&quot;&gt;&lt;w:abstractNumId w:val=&quot;2&quot; /&gt;&lt;/w:num&gt;&lt;w:num w:numId=&quot;18&quot;&gt;&lt;w:abstractNumId w:val=&quot;1&quot; /&gt;&lt;/w:num&gt;&lt;w:num w:numId=&quot;19&quot;&gt;&lt;w:abstractNumId w:val=&quot;0&quot; /&gt;&lt;/w:num&gt;&lt;w:numIdMacAtCleanup w:val=&quot;9&quot; /&gt;&lt;/w:numbering&gt;&lt;/pkg:xmlData&gt;&lt;/pkg:part&gt;&lt;pkg:part pkg:name=&quot;/docProps/app.xml&quot; pkg:contentType=&quot;application/vnd.openxmlformats-officedocument.extended-properties+xml&quot; pkg:padding=&quot;256&quot;&gt;&lt;pkg:xmlData&gt;&lt;Properties xmlns=&quot;http://schemas.openxmlformats.org/officeDocument/2006/extended-properties&quot; xmlns:vt=&quot;http://schemas.openxmlformats.org/officeDocument/2006/docPropsVTypes&quot;&gt;&lt;Template&gt;Basisformular_Hoch.dotx&lt;/Template&gt;&lt;TotalTime&gt;0&lt;/TotalTime&gt;&lt;Pages&gt;1&lt;/Pages&gt;&lt;Words&gt;2&lt;/Words&gt;&lt;Characters&gt;39&lt;/Characters&gt;&lt;Application&gt;Microsoft Office Word&lt;/Application&gt;&lt;DocSecurity&gt;0&lt;/DocSecurity&gt;&lt;Lines&gt;1&lt;/Lines&gt;&lt;Paragraphs&gt;1&lt;/Paragraphs&gt;&lt;ScaleCrop&gt;false&lt;/ScaleCrop&gt;&lt;HeadingPairs&gt;&lt;vt:vector size=&quot;2&quot; baseType=&quot;variant&quot;&gt;&lt;vt:variant&gt;&lt;vt:lpstr&gt;Titel&lt;/vt:lpstr&gt;&lt;/vt:variant&gt;&lt;vt:variant&gt;&lt;vt:i4&gt;1&lt;/vt:i4&gt;&lt;/vt:variant&gt;&lt;/vt:vector&gt;&lt;/HeadingPairs&gt;&lt;TitlesOfParts&gt;&lt;vt:vector size=&quot;1&quot; baseType=&quot;lpstr&quot;&gt;&lt;vt:lpstr&gt;Basisformular_Hoch&lt;/vt:lpstr&gt;&lt;/vt:vector&gt;&lt;/TitlesOfParts&gt;&lt;Company&gt;BURAUT VBS&lt;/Company&gt;&lt;LinksUpToDate&gt;false&lt;/LinksUpToDate&gt;&lt;CharactersWithSpaces&gt;40&lt;/CharactersWithSpaces&gt;&lt;SharedDoc&gt;false&lt;/SharedDoc&gt;&lt;HyperlinksChanged&gt;false&lt;/HyperlinksChanged&gt;&lt;AppVersion&gt;16.0000&lt;/AppVersion&gt;&lt;/Properties&gt;&lt;/pkg:xmlData&gt;&lt;/pkg:part&gt;&lt;pkg:part pkg:name=&quot;/docProps/core.xml&quot; pkg:contentType=&quot;application/vnd.openxmlformats-package.core-properties+xml&quot; pkg:padding=&quot;256&quot;&gt;&lt;pkg:xmlData&gt;&lt;cp:coreProperties xmlns:cp=&quot;http://schemas.openxmlformats.org/package/2006/metadata/core-properties&quot; xmlns:dc=&quot;http://purl.org/dc/elements/1.1/&quot; xmlns:dcterms=&quot;http://purl.org/dc/terms/&quot; xmlns:dcmitype=&quot;http://purl.org/dc/dcmitype/&quot; xmlns:xsi=&quot;http://www.w3.org/2001/XMLSchema-instance&quot;&gt;&lt;dc:title&gt;Basisformular_Hoch&lt;/dc:title&gt;&lt;dc:creator&gt;Spicher Anton FUB&lt;/dc:creator&gt;&lt;cp:lastModifiedBy&gt;Schaad, Peter&lt;/cp:lastModifiedBy&gt;&lt;cp:revision&gt;4&lt;/cp:revision&gt;&lt;cp:lastPrinted&gt;2006-08-23T11:16:00Z&lt;/cp:lastPrinted&gt;&lt;dcterms:created xsi:type=&quot;dcterms:W3CDTF&quot;&gt;2016-07-19T12:36:00Z&lt;/dcterms:created&gt;&lt;dcterms:modified xsi:type=&quot;dcterms:W3CDTF&quot;&gt;2017-01-20T12:16:00Z&lt;/dcterms:modified&gt;&lt;/cp:coreProperties&gt;&lt;/pkg:xmlData&gt;&lt;/pkg:part&gt;&lt;pkg:part pkg:name=&quot;/word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/w:fonts&gt;&lt;/pkg:xmlData&gt;&lt;/pkg:part&gt;&lt;pkg:part pkg:name=&quot;/word/glossary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optimizeForBrowser /&gt;&lt;/w:webSettings&gt;&lt;/pkg:xmlData&gt;&lt;/pkg:part&gt;&lt;pkg:part pkg:name=&quot;/word/glossary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w:font w:name=&quot;Calibri Light&quot;&gt;&lt;w:panose1 w:val=&quot;020F0302020204030204&quot; /&gt;&lt;w:charset w:val=&quot;00&quot; /&gt;&lt;w:family w:val=&quot;swiss&quot; /&gt;&lt;w:pitch w:val=&quot;variable&quot; /&gt;&lt;w:sig w:usb0=&quot;A00002EF&quot; w:usb1=&quot;4000207B&quot; w:usb2=&quot;00000000&quot; w:usb3=&quot;00000000&quot; w:csb0=&quot;0000019F&quot; w:csb1=&quot;00000000&quot; /&gt;&lt;/w:font&gt;&lt;/w:fonts&gt;&lt;/pkg:xmlData&gt;&lt;/pkg:part&gt;&lt;pkg:part pkg:name=&quot;/word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relyOnVML /&gt;&lt;w:allowPNG /&gt;&lt;/w:webSettings&gt;&lt;/pkg:xmlData&gt;&lt;/pkg:part&gt;&lt;pkg:part pkg:name=&quot;/customXml/item1.xml&quot; pkg:contentType=&quot;application/xml&quot; pkg:padding=&quot;32&quot;&gt;&lt;pkg:xmlData pkg:originalXmlStandalone=&quot;no&quot;&gt;&lt;b:Sources SelectedStyle=&quot;\APA.XSL&quot; StyleName=&quot;APA&quot; xmlns:b=&quot;http://schemas.openxmlformats.org/officeDocument/2006/bibliography&quot; xmlns=&quot;http://schemas.openxmlformats.org/officeDocument/2006/bibliography&quot; /&gt;&lt;/pkg:xmlData&gt;&lt;/pkg:part&gt;&lt;/pkg:package&gt;"/>
    <w:docVar w:name="fr-CH0_LanguageVersion" w:val="&lt;?xml version=&quot;1.0&quot; standalone=&quot;yes&quot;?&gt;&lt;?mso-application progid=&quot;Word.Document&quot;?&gt;&lt;pkg:package xmlns:pkg=&quot;http://schemas.microsoft.com/office/2006/xmlPackage&quot;&gt;&lt;pkg:part pkg:name=&quot;/_rels/.rels&quot; pkg:contentType=&quot;application/vnd.openxmlformats-package.relationships+xml&quot; pkg:padding=&quot;512&quot;&gt;&lt;pkg:xmlData&gt;&lt;Relationships xmlns=&quot;http://schemas.openxmlformats.org/package/2006/relationships&quot;&gt;&lt;Relationship Id=&quot;rId3&quot; Type=&quot;http://schemas.openxmlformats.org/officeDocument/2006/relationships/extended-properties&quot; Target=&quot;docProps/app.xml&quot; /&gt;&lt;Relationship Id=&quot;rId2&quot; Type=&quot;http://schemas.openxmlformats.org/package/2006/relationships/metadata/core-properties&quot; Target=&quot;docProps/core.xml&quot; /&gt;&lt;Relationship Id=&quot;rId1&quot; Type=&quot;http://schemas.openxmlformats.org/officeDocument/2006/relationships/officeDocument&quot; Target=&quot;word/document.xml&quot; /&gt;&lt;/Relationships&gt;&lt;/pkg:xmlData&gt;&lt;/pkg:part&gt;&lt;pkg:part pkg:name=&quot;/word/_rels/document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8&quot; Type=&quot;http://schemas.openxmlformats.org/officeDocument/2006/relationships/endnotes&quot; Target=&quot;endnotes.xml&quot; /&gt;&lt;Relationship Id=&quot;rId13&quot; Type=&quot;http://schemas.openxmlformats.org/officeDocument/2006/relationships/fontTable&quot; Target=&quot;fontTable.xml&quot; /&gt;&lt;Relationship Id=&quot;rId3&quot; Type=&quot;http://schemas.openxmlformats.org/officeDocument/2006/relationships/numbering&quot; Target=&quot;numbering.xml&quot; /&gt;&lt;Relationship Id=&quot;rId7&quot; Type=&quot;http://schemas.openxmlformats.org/officeDocument/2006/relationships/footnotes&quot; Target=&quot;footnotes.xml&quot; /&gt;&lt;Relationship Id=&quot;rId12&quot; Type=&quot;http://schemas.openxmlformats.org/officeDocument/2006/relationships/footer&quot; Target=&quot;footer2.xml&quot; /&gt;&lt;Relationship Id=&quot;rId2&quot; Type=&quot;http://schemas.openxmlformats.org/officeDocument/2006/relationships/customXml&quot; Target=&quot;../customXml/item1.xml&quot; /&gt;&lt;Relationship Id=&quot;rId1&quot; Type=&quot;http://schemas.microsoft.com/office/2006/relationships/keyMapCustomizations&quot; Target=&quot;customizations.xml&quot; /&gt;&lt;Relationship Id=&quot;rId6&quot; Type=&quot;http://schemas.openxmlformats.org/officeDocument/2006/relationships/webSettings&quot; Target=&quot;webSettings.xml&quot; /&gt;&lt;Relationship Id=&quot;rId11&quot; Type=&quot;http://schemas.openxmlformats.org/officeDocument/2006/relationships/header&quot; Target=&quot;header2.xml&quot; /&gt;&lt;Relationship Id=&quot;rId5&quot; Type=&quot;http://schemas.openxmlformats.org/officeDocument/2006/relationships/settings&quot; Target=&quot;settings.xml&quot; /&gt;&lt;Relationship Id=&quot;rId15&quot; Type=&quot;http://schemas.openxmlformats.org/officeDocument/2006/relationships/theme&quot; Target=&quot;theme/theme1.xml&quot; /&gt;&lt;Relationship Id=&quot;rId10&quot; Type=&quot;http://schemas.openxmlformats.org/officeDocument/2006/relationships/footer&quot; Target=&quot;footer1.xml&quot; /&gt;&lt;Relationship Id=&quot;rId4&quot; Type=&quot;http://schemas.openxmlformats.org/officeDocument/2006/relationships/styles&quot; Target=&quot;styles.xml&quot; /&gt;&lt;Relationship Id=&quot;rId9&quot; Type=&quot;http://schemas.openxmlformats.org/officeDocument/2006/relationships/header&quot; Target=&quot;header1.xml&quot; /&gt;&lt;Relationship Id=&quot;rId14&quot; Type=&quot;http://schemas.openxmlformats.org/officeDocument/2006/relationships/glossaryDocument&quot; Target=&quot;glossary/document.xml&quot; /&gt;&lt;/Relationships&gt;&lt;/pkg:xmlData&gt;&lt;/pkg:part&gt;&lt;pkg:part pkg:name=&quot;/word/document.xml&quot; pkg:contentType=&quot;application/vnd.openxmlformats-officedocument.wordprocessingml.document.main+xml&quot;&gt;&lt;pkg:xmlData&gt;&lt;w: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body&gt;&lt;w:p w:rsidR=&quot;00A060C1&quot; w:rsidRDefault=&quot;00A060C1&quot; w:rsidP=&quot;005602F7&quot;&gt;&lt;w:pPr&gt;&lt;w:pStyle w:val=&quot;Klassifizierung&quot; /&gt;&lt;/w:pPr&gt;&lt;w:sdt&gt;&lt;w:sdtPr&gt;&lt;w:alias w:val=&quot;Klassifizierung_Mapper&quot; /&gt;&lt;w:tag w:val=&quot;Klassifizierung_Mapper&quot; /&gt;&lt;w:id w:val=&quot;10285943&quot; /&gt;&lt;w:lock w:val=&quot;sdtContentLocked&quot; /&gt;&lt;w:placeholder&gt;&lt;w:docPart w:val=&quot;116D11D867404168AECD4582713D25A8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B005BC&quot;&gt;&lt;w:pPr&gt;&lt;w:pStyle w:val=&quot;Klassifizierung&quot; /&gt;&lt;/w:pPr&gt;&lt;/w:p&gt;&lt;w:p w:rsidR=&quot;00A060C1&quot; w:rsidRDefault=&quot;00A060C1&quot; w:rsidP=&quot;00B55821&quot;&gt;&lt;w:r w:rsidRPr=&quot;00B55821&quot;&gt;&lt;w:t&gt;[TextStart]&lt;/w:t&gt;&lt;/w:r&gt;&lt;/w:p&gt;&lt;w:p w:rsidR=&quot;00A060C1&quot; w:rsidRDefault=&quot;00A060C1&quot; w:rsidP=&quot;00B55821&quot; /&gt;&lt;w:p w:rsidR=&quot;00A060C1&quot; w:rsidRDefault=&quot;00A060C1&quot; w:rsidP=&quot;002E11F6&quot; /&gt;&lt;w:p w:rsidR=&quot;00A060C1&quot; w:rsidRDefault=&quot;00A060C1&quot; w:rsidP=&quot;002E11F6&quot; /&gt;&lt;w:sectPr w:rsidR=&quot;00A060C1&quot; w:rsidSect=&quot;00EC038D&quot;&gt;&lt;w:headerReference w:type=&quot;default&quot; r:id=&quot;rId9&quot; /&gt;&lt;w:footerReference w:type=&quot;default&quot; r:id=&quot;rId10&quot; /&gt;&lt;w:headerReference w:type=&quot;first&quot; r:id=&quot;rId11&quot; /&gt;&lt;w:footerReference w:type=&quot;first&quot; r:id=&quot;rId12&quot; /&gt;&lt;w:pgSz w:w=&quot;11906&quot; w:h=&quot;16838&quot; w:code=&quot;9&quot; /&gt;&lt;w:pgMar w:top=&quot;1191&quot; w:right=&quot;1134&quot; w:bottom=&quot;907&quot; w:left=&quot;1701&quot; w:header=&quot;624&quot; w:footer=&quot;340&quot; w:gutter=&quot;0&quot; /&gt;&lt;w:cols w:space=&quot;708&quot; /&gt;&lt;w:titlePg /&gt;&lt;w:docGrid w:linePitch=&quot;360&quot; /&gt;&lt;/w:sectPr&gt;&lt;/w:body&gt;&lt;/w:document&gt;&lt;/pkg:xmlData&gt;&lt;/pkg:part&gt;&lt;pkg:part pkg:name=&quot;/word/footer1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781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351730&quot;&gt;&lt;w:trPr&gt;&lt;w:cantSplit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/w:p&gt;&lt;/w:tc&gt;&lt;/w:tr&gt;&lt;w:tr w:rsidR=&quot;00A060C1&quot; w:rsidTr=&quot;00351730&quot;&gt;&lt;w:trPr&gt;&lt;w:cantSplit /&gt;&lt;w:trHeight w:hRule=&quot;exact&quot; w:val=&quot;397&quot;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A060C1&quot; w:rsidRDefault=&quot;00A060C1&quot; w:rsidP=&quot;00A060C1&quot;&gt;&lt;w:pPr&gt;&lt;w:pStyle w:val=&quot;Pfad&quot; /&gt;&lt;w:rPr&gt;&lt;w:noProof w:val=&quot;0&quot; /&gt;&lt;w:lang w:val=&quot;fr-CH&quot; /&gt;&lt;/w:rPr&gt;&lt;/w:pPr&gt;&lt;/w:p&gt;&lt;/w:ftr&gt;&lt;/pkg:xmlData&gt;&lt;/pkg:part&gt;&lt;pkg:part pkg:name=&quot;/word/footnotes.xml&quot; pkg:contentType=&quot;application/vnd.openxmlformats-officedocument.wordprocessingml.footnotes+xml&quot;&gt;&lt;pkg:xmlData&gt;&lt;w:foot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footnote w:type=&quot;separator&quot; w:id=&quot;-1&quot;&gt;&lt;w:p w:rsidR=&quot;00DF4A8C&quot; w:rsidRDefault=&quot;00DF4A8C&quot;&gt;&lt;w:r&gt;&lt;w:separator /&gt;&lt;/w:r&gt;&lt;/w:p&gt;&lt;w:p w:rsidR=&quot;00DF4A8C&quot; w:rsidRDefault=&quot;00DF4A8C&quot; /&gt;&lt;/w:footnote&gt;&lt;w:footnote w:type=&quot;continuationSeparator&quot; w:id=&quot;0&quot;&gt;&lt;w:p w:rsidR=&quot;00DF4A8C&quot; w:rsidRDefault=&quot;00DF4A8C&quot;&gt;&lt;w:r&gt;&lt;w:continuationSeparator /&gt;&lt;/w:r&gt;&lt;/w:p&gt;&lt;w:p w:rsidR=&quot;00DF4A8C&quot; w:rsidRDefault=&quot;00DF4A8C&quot; /&gt;&lt;/w:footnote&gt;&lt;/w:footnotes&gt;&lt;/pkg:xmlData&gt;&lt;/pkg:part&gt;&lt;pkg:part pkg:name=&quot;/word/header2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703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A060C1&quot;&gt;&lt;w:trPr&gt;&lt;w:cantSplit /&gt;&lt;w:trHeight w:hRule=&quot;exact&quot; w:val=&quot;2041&quot; /&gt;&lt;/w:trPr&gt;&lt;w:sdt&gt;&lt;w:sdtPr&gt;&lt;w:alias w:val=&quot;Logo&quot; /&gt;&lt;w:tag w:val=&quot;varLogo&quot; /&gt;&lt;w:id w:val=&quot;10285911&quot; /&gt;&lt;w:lock w:val=&quot;sdtLocked&quot; /&gt;&lt;w:showingPlcHdr /&gt;&lt;w:picture /&gt;&lt;/w:sdtPr&gt;&lt;w:sdtContent&gt;&lt;w:tc&gt;&lt;w:tcPr&gt;&lt;w:tcW w:w=&quot;4848&quot; w:type=&quot;dxa&quot; /&gt;&lt;/w:tcPr&gt;&lt;w:p w:rsidR=&quot;00A060C1&quot; w:rsidRDefault=&quot;00A060C1&quot; w:rsidP=&quot;00A060C1&quot;&gt;&lt;w:pPr&gt;&lt;w:pStyle w:val=&quot;Logo&quot; /&gt;&lt;/w:pPr&gt;&lt;w:r&gt;&lt;w:drawing&gt;&lt;wp:inline distT=&quot;0&quot; distB=&quot;0&quot; distL=&quot;0&quot; distR=&quot;0&quot; wp14:anchorId=&quot;02701160&quot; wp14:editId=&quot;20573EC8&quot;&gt;&lt;wp:extent cx=&quot;2114550&quot; cy=&quot;895350&quot; /&gt;&lt;wp:effectExtent l=&quot;19050&quot; t=&quot;0&quot; r=&quot;0&quot; b=&quot;0&quot; /&gt;&lt;wp:docPr id=&quot;1&quot; name=&quot;Bild 1&quot; /&gt;&lt;wp:cNvGraphicFramePr&gt;&lt;a:graphicFrameLocks xmlns:a=&quot;http://schemas.openxmlformats.org/drawingml/2006/main&quot; noChangeAspect=&quot;1&quot; /&gt;&lt;/wp:cNvGraphicFramePr&gt;&lt;a:graphic xmlns:a=&quot;http://schemas.openxmlformats.org/drawingml/2006/main&quot;&gt;&lt;a:graphicData uri=&quot;http://schemas.openxmlformats.org/drawingml/2006/picture&quot;&gt;&lt;pic:pic xmlns:pic=&quot;http://schemas.openxmlformats.org/drawingml/2006/picture&quot;&gt;&lt;pic:nvPicPr&gt;&lt;pic:cNvPr id=&quot;0&quot; name=&quot;Picture 1&quot; /&gt;&lt;pic:cNvPicPr&gt;&lt;a:picLocks noChangeAspect=&quot;1&quot; noChangeArrowheads=&quot;1&quot; /&gt;&lt;/pic:cNvPicPr&gt;&lt;/pic:nvPicPr&gt;&lt;pic:blipFill&gt;&lt;a:blip r:embed=&quot;rId1&quot; /&gt;&lt;a:srcRect /&gt;&lt;a:stretch&gt;&lt;a:fillRect /&gt;&lt;/a:stretch&gt;&lt;/pic:blipFill&gt;&lt;pic:spPr bwMode=&quot;auto&quot;&gt;&lt;a:xfrm&gt;&lt;a:off x=&quot;0&quot; y=&quot;0&quot; /&gt;&lt;a:ext cx=&quot;2114550&quot; cy=&quot;895350&quot; /&gt;&lt;/a:xfrm&gt;&lt;a:prstGeom prst=&quot;rect&quot;&gt;&lt;a:avLst /&gt;&lt;/a:prstGeom&gt;&lt;a:noFill /&gt;&lt;a:ln w=&quot;9525&quot;&gt;&lt;a:noFill /&gt;&lt;a:miter lim=&quot;800000&quot; /&gt;&lt;a:headEnd /&gt;&lt;a:tailEnd /&gt;&lt;/a:ln&gt;&lt;/pic:spPr&gt;&lt;/pic:pic&gt;&lt;/a:graphicData&gt;&lt;/a:graphic&gt;&lt;/wp:inline&gt;&lt;/w:drawing&gt;&lt;/w:r&gt;&lt;/w:p&gt;&lt;/w:tc&gt;&lt;/w:sdtContent&gt;&lt;/w:sdt&gt;&lt;w:tc&gt;&lt;w:tcPr&gt;&lt;w:tcW w:w=&quot;4961&quot; w:type=&quot;dxa&quot; /&gt;&lt;/w:tcPr&gt;&lt;w:p w:rsidR=&quot;00A060C1&quot; w:rsidRPr=&quot;007B7A0D&quot; w:rsidRDefault=&quot;00A060C1&quot; w:rsidP=&quot;00A060C1&quot;&gt;&lt;w:pPr&gt;&lt;w:pStyle w:val=&quot;KopfDept&quot; /&gt;&lt;/w:pPr&gt;&lt;w:sdt&gt;&lt;w:sdtPr&gt;&lt;w:alias w:val=&quot;varlookup1&quot; /&gt;&lt;w:tag w:val=&quot;varlookup1&quot; /&gt;&lt;w:id w:val=&quot;10285912&quot; /&gt;&lt;w:lock w:val=&quot;sdtContentLocked&quot; /&gt;&lt;w:placeholder&gt;&lt;w:docPart w:val=&quot;D12F7938E01E4C1C90FCA950792C12DC&quot; /&gt;&lt;/w:placeholder&gt;&lt;w:text /&gt;&lt;/w:sdtPr&gt;&lt;w:sdtContent&gt;&lt;w:r&gt;&lt;w:t&gt;varlookup1&lt;/w:t&gt;&lt;/w:r&gt;&lt;/w:sdtContent&gt;&lt;/w:sdt&gt;&lt;/w:p&gt;&lt;w:p w:rsidR=&quot;00A060C1&quot; w:rsidRPr=&quot;001D4E59&quot; w:rsidRDefault=&quot;00A060C1&quot; w:rsidP=&quot;00A060C1&quot;&gt;&lt;w:pPr&gt;&lt;w:pStyle w:val=&quot;KopfFett&quot; /&gt;&lt;/w:pPr&gt;&lt;w:sdt&gt;&lt;w:sdtPr&gt;&lt;w:alias w:val=&quot;varlookup2&quot; /&gt;&lt;w:tag w:val=&quot;varlookup2&quot; /&gt;&lt;w:id w:val=&quot;10285914&quot; /&gt;&lt;w:lock w:val=&quot;sdtContentLocked&quot; /&gt;&lt;w:placeholder&gt;&lt;w:docPart w:val=&quot;D12F7938E01E4C1C90FCA950792C12DC&quot; /&gt;&lt;/w:placeholder&gt;&lt;w:text /&gt;&lt;/w:sdtPr&gt;&lt;w:sdtContent&gt;&lt;w:r&gt;&lt;w:t&gt;varlookup2&lt;/w:t&gt;&lt;/w:r&gt;&lt;/w:sdtContent&gt;&lt;/w:sdt&gt;&lt;/w:p&gt;&lt;w:p w:rsidR=&quot;00A060C1&quot; w:rsidRDefault=&quot;00A060C1&quot; w:rsidP=&quot;00A060C1&quot;&gt;&lt;w:pPr&gt;&lt;w:pStyle w:val=&quot;Header&quot; /&gt;&lt;/w:pPr&gt;&lt;w:sdt&gt;&lt;w:sdtPr&gt;&lt;w:alias w:val=&quot;varlookup3&quot; /&gt;&lt;w:tag w:val=&quot;varlookup3&quot; /&gt;&lt;w:id w:val=&quot;10285915&quot; /&gt;&lt;w:lock w:val=&quot;sdtContentLocked&quot; /&gt;&lt;w:placeholder&gt;&lt;w:docPart w:val=&quot;D12F7938E01E4C1C90FCA950792C12DC&quot; /&gt;&lt;/w:placeholder&gt;&lt;w:text /&gt;&lt;/w:sdtPr&gt;&lt;w:sdtContent&gt;&lt;w:r&gt;&lt;w:t&gt;varlookup3&lt;/w:t&gt;&lt;/w:r&gt;&lt;/w:sdtContent&gt;&lt;/w:sdt&gt;&lt;/w:p&gt;&lt;/w:tc&gt;&lt;/w:tr&gt;&lt;/w:tbl&gt;&lt;w:p w:rsidR=&quot;00A060C1&quot; w:rsidRDefault=&quot;00A060C1&quot; w:rsidP=&quot;00A060C1&quot;&gt;&lt;w:pPr&gt;&lt;w:pStyle w:val=&quot;Platzhalter&quot; /&gt;&lt;/w:pPr&gt;&lt;/w:p&gt;&lt;w:p w:rsidR=&quot;00A060C1&quot; w:rsidRDefault=&quot;00A060C1&quot; w:rsidP=&quot;00A060C1&quot;&gt;&lt;w:pPr&gt;&lt;w:pStyle w:val=&quot;Platzhalter&quot; /&gt;&lt;/w:pPr&gt;&lt;/w:p&gt;&lt;/w:hdr&gt;&lt;/pkg:xmlData&gt;&lt;/pkg:part&gt;&lt;pkg:part pkg:name=&quot;/word/header1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595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351730&quot;&gt;&lt;w:trPr&gt;&lt;w:cantSplit /&gt;&lt;w:trHeight w:hRule=&quot;exact&quot; w:val=&quot;20&quot; /&gt;&lt;/w:trPr&gt;&lt;w:tc&gt;&lt;w:tcPr&gt;&lt;w:tcW w:w=&quot;4848&quot; w:type=&quot;dxa&quot; /&gt;&lt;/w:tcPr&gt;&lt;w:p w:rsidR=&quot;00A060C1&quot; w:rsidRPr=&quot;00E534A0&quot; w:rsidRDefault=&quot;00A060C1&quot; w:rsidP=&quot;00A060C1&quot;&gt;&lt;w:pPr&gt;&lt;w:pStyle w:val=&quot;Logo&quot; /&gt;&lt;/w:pPr&gt;&lt;/w:p&gt;&lt;/w:tc&gt;&lt;w:tc&gt;&lt;w:tcPr&gt;&lt;w:tcW w:w=&quot;4961&quot; w:type=&quot;dxa&quot; /&gt;&lt;/w:tcPr&gt;&lt;w:p w:rsidR=&quot;00A060C1&quot; w:rsidRPr=&quot;00D33E17&quot; w:rsidRDefault=&quot;00A060C1&quot; w:rsidP=&quot;00A060C1&quot;&gt;&lt;w:pPr&gt;&lt;w:pStyle w:val=&quot;Header&quot; /&gt;&lt;w:keepNext /&gt;&lt;/w:pPr&gt;&lt;/w:p&gt;&lt;/w:tc&gt;&lt;/w:tr&gt;&lt;/w:tbl&gt;&lt;w:p w:rsidR=&quot;00A060C1&quot; w:rsidRDefault=&quot;00A060C1&quot; w:rsidP=&quot;00A060C1&quot;&gt;&lt;w:pPr&gt;&lt;w:pStyle w:val=&quot;Klassifizierung&quot; /&gt;&lt;/w:pPr&gt;&lt;w:sdt&gt;&lt;w:sdtPr&gt;&lt;w:alias w:val=&quot;Klassifizierung_Mapper&quot; /&gt;&lt;w:tag w:val=&quot;Klassifizierung_Mapper&quot; /&gt;&lt;w:id w:val=&quot;10551581&quot; /&gt;&lt;w:lock w:val=&quot;sdtContentLocked&quot; /&gt;&lt;w:placeholder&gt;&lt;w:docPart w:val=&quot;93C095493E3A43F7A1F9C41F5744EA37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A060C1&quot;&gt;&lt;w:pPr&gt;&lt;w:pStyle w:val=&quot;Klassifizierung&quot; /&gt;&lt;/w:pPr&gt;&lt;/w:p&gt;&lt;/w:hdr&gt;&lt;/pkg:xmlData&gt;&lt;/pkg:part&gt;&lt;pkg:part pkg:name=&quot;/word/footer2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Style w:val=&quot;TableGrid&quot; /&gt;&lt;w:tblW w:w=&quot;9781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A060C1&quot;&gt;&lt;w:tc&gt;&lt;w:tcPr&gt;&lt;w:tcW w:w=&quot;9781&quot; w:type=&quot;dxa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/w:p&gt;&lt;/w:tc&gt;&lt;/w:tr&gt;&lt;w:tr w:rsidR=&quot;00A060C1&quot; w:rsidTr=&quot;00A060C1&quot;&gt;&lt;w:trPr&gt;&lt;w:trHeight w:hRule=&quot;exact&quot; w:val=&quot;397&quot; /&gt;&lt;/w:trPr&gt;&lt;w:tc&gt;&lt;w:tcPr&gt;&lt;w:tcW w:w=&quot;9781&quot; w:type=&quot;dxa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482A04&quot; w:rsidRDefault=&quot;00A060C1&quot; w:rsidP=&quot;00A060C1&quot;&gt;&lt;w:pPr&gt;&lt;w:pStyle w:val=&quot;Pfad&quot; /&gt;&lt;/w:pPr&gt;&lt;/w:p&gt;&lt;/w:ftr&gt;&lt;/pkg:xmlData&gt;&lt;/pkg:part&gt;&lt;pkg:part pkg:name=&quot;/word/_rels/header2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image&quot; Target=&quot;media/image1.png&quot; /&gt;&lt;/Relationships&gt;&lt;/pkg:xmlData&gt;&lt;/pkg:part&gt;&lt;pkg:part pkg:name=&quot;/word/endnotes.xml&quot; pkg:contentType=&quot;application/vnd.openxmlformats-officedocument.wordprocessingml.endnotes+xml&quot;&gt;&lt;pkg:xmlData&gt;&lt;w:end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endnote w:type=&quot;separator&quot; w:id=&quot;-1&quot;&gt;&lt;w:p w:rsidR=&quot;00DF4A8C&quot; w:rsidRDefault=&quot;00DF4A8C&quot;&gt;&lt;w:r&gt;&lt;w:separator /&gt;&lt;/w:r&gt;&lt;/w:p&gt;&lt;w:p w:rsidR=&quot;00DF4A8C&quot; w:rsidRDefault=&quot;00DF4A8C&quot; /&gt;&lt;/w:endnote&gt;&lt;w:endnote w:type=&quot;continuationSeparator&quot; w:id=&quot;0&quot;&gt;&lt;w:p w:rsidR=&quot;00DF4A8C&quot; w:rsidRDefault=&quot;00DF4A8C&quot;&gt;&lt;w:r&gt;&lt;w:continuationSeparator /&gt;&lt;/w:r&gt;&lt;/w:p&gt;&lt;w:p w:rsidR=&quot;00DF4A8C&quot; w:rsidRDefault=&quot;00DF4A8C&quot; /&gt;&lt;/w:endnote&gt;&lt;/w:endnotes&gt;&lt;/pkg:xmlData&gt;&lt;/pkg:part&gt;&lt;pkg:part pkg:name=&quot;/word/theme/theme1.xml&quot; pkg:contentType=&quot;application/vnd.openxmlformats-officedocument.theme+xml&quot;&gt;&lt;pkg:xmlData&gt;&lt;a:theme xmlns:a=&quot;http://schemas.openxmlformats.org/drawingml/2006/main&quot; name=&quot;Larissa-Design&quot;&gt;&lt;a:themeElements&gt;&lt;a:clrScheme name=&quot;Larissa&quot;&gt;&lt;a:dk1&gt;&lt;a:sysClr val=&quot;windowText&quot; lastClr=&quot;000000&quot; /&gt;&lt;/a:dk1&gt;&lt;a:lt1&gt;&lt;a:sysClr val=&quot;window&quot; lastClr=&quot;FFFFFF&quot; /&gt;&lt;/a:lt1&gt;&lt;a:dk2&gt;&lt;a:srgbClr val=&quot;1F497D&quot; /&gt;&lt;/a:dk2&gt;&lt;a:lt2&gt;&lt;a:srgbClr val=&quot;EEECE1&quot; /&gt;&lt;/a:lt2&gt;&lt;a:accent1&gt;&lt;a:srgbClr val=&quot;4F81BD&quot; /&gt;&lt;/a:accent1&gt;&lt;a:accent2&gt;&lt;a:srgbClr val=&quot;C0504D&quot; /&gt;&lt;/a:accent2&gt;&lt;a:accent3&gt;&lt;a:srgbClr val=&quot;9BBB59&quot; /&gt;&lt;/a:accent3&gt;&lt;a:accent4&gt;&lt;a:srgbClr val=&quot;8064A2&quot; /&gt;&lt;/a:accent4&gt;&lt;a:accent5&gt;&lt;a:srgbClr val=&quot;4BACC6&quot; /&gt;&lt;/a:accent5&gt;&lt;a:accent6&gt;&lt;a:srgbClr val=&quot;F79646&quot; /&gt;&lt;/a:accent6&gt;&lt;a:hlink&gt;&lt;a:srgbClr val=&quot;0000FF&quot; /&gt;&lt;/a:hlink&gt;&lt;a:folHlink&gt;&lt;a:srgbClr val=&quot;800080&quot; /&gt;&lt;/a:folHlink&gt;&lt;/a:clrScheme&gt;&lt;a:fontScheme name=&quot;Larissa&quot;&gt;&lt;a:majorFont&gt;&lt;a:latin typeface=&quot;Cambria&quot; /&gt;&lt;a:ea typeface=&quot;&quot; /&gt;&lt;a:cs typeface=&quot;&quot; /&gt;&lt;a:font script=&quot;Jpan&quot; typeface=&quot;ＭＳ ゴシック&quot; /&gt;&lt;a:font script=&quot;Hang&quot; typeface=&quot;맑은 고딕&quot; /&gt;&lt;a:font script=&quot;Hans&quot; typeface=&quot;宋体&quot; /&gt;&lt;a:font script=&quot;Hant&quot; typeface=&quot;新細明體&quot; /&gt;&lt;a:font script=&quot;Arab&quot; typeface=&quot;Times New Roman&quot; /&gt;&lt;a:font script=&quot;Hebr&quot; typeface=&quot;Times New Roman&quot; /&gt;&lt;a:font script=&quot;Thai&quot; typeface=&quot;Angsana New&quot; /&gt;&lt;a:font script=&quot;Ethi&quot; typeface=&quot;Nyala&quot; /&gt;&lt;a:font script=&quot;Beng&quot; typeface=&quot;Vrinda&quot; /&gt;&lt;a:font script=&quot;Gujr&quot; typeface=&quot;Shruti&quot; /&gt;&lt;a:font script=&quot;Khmr&quot; typeface=&quot;MoolBoran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Times New Roman&quot; /&gt;&lt;a:font script=&quot;Uigh&quot; typeface=&quot;Microsoft Uighur&quot; /&gt;&lt;/a:majorFont&gt;&lt;a:minorFont&gt;&lt;a:latin typeface=&quot;Calibri&quot; /&gt;&lt;a:ea typeface=&quot;&quot; /&gt;&lt;a:cs typeface=&quot;&quot; /&gt;&lt;a:font script=&quot;Jpan&quot; typeface=&quot;ＭＳ 明朝&quot; /&gt;&lt;a:font script=&quot;Hang&quot; typeface=&quot;맑은 고딕&quot; /&gt;&lt;a:font script=&quot;Hans&quot; typeface=&quot;宋体&quot; /&gt;&lt;a:font script=&quot;Hant&quot; typeface=&quot;新細明體&quot; /&gt;&lt;a:font script=&quot;Arab&quot; typeface=&quot;Arial&quot; /&gt;&lt;a:font script=&quot;Hebr&quot; typeface=&quot;Arial&quot; /&gt;&lt;a:font script=&quot;Thai&quot; typeface=&quot;Cordia New&quot; /&gt;&lt;a:font script=&quot;Ethi&quot; typeface=&quot;Nyala&quot; /&gt;&lt;a:font script=&quot;Beng&quot; typeface=&quot;Vrinda&quot; /&gt;&lt;a:font script=&quot;Gujr&quot; typeface=&quot;Shruti&quot; /&gt;&lt;a:font script=&quot;Khmr&quot; typeface=&quot;DaunPenh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Arial&quot; /&gt;&lt;a:font script=&quot;Uigh&quot; typeface=&quot;Microsoft Uighur&quot; /&gt;&lt;/a:minorFont&gt;&lt;/a:fontScheme&gt;&lt;a:fmtScheme name=&quot;Larissa&quot;&gt;&lt;a:fillStyleLst&gt;&lt;a:solidFill&gt;&lt;a:schemeClr val=&quot;phClr&quot; /&gt;&lt;/a:solidFill&gt;&lt;a:gradFill rotWithShape=&quot;1&quot;&gt;&lt;a:gsLst&gt;&lt;a:gs pos=&quot;0&quot;&gt;&lt;a:schemeClr val=&quot;phClr&quot;&gt;&lt;a:tint val=&quot;50000&quot; /&gt;&lt;a:satMod val=&quot;300000&quot; /&gt;&lt;/a:schemeClr&gt;&lt;/a:gs&gt;&lt;a:gs pos=&quot;35000&quot;&gt;&lt;a:schemeClr val=&quot;phClr&quot;&gt;&lt;a:tint val=&quot;37000&quot; /&gt;&lt;a:satMod val=&quot;300000&quot; /&gt;&lt;/a:schemeClr&gt;&lt;/a:gs&gt;&lt;a:gs pos=&quot;100000&quot;&gt;&lt;a:schemeClr val=&quot;phClr&quot;&gt;&lt;a:tint val=&quot;15000&quot; /&gt;&lt;a:satMod val=&quot;350000&quot; /&gt;&lt;/a:schemeClr&gt;&lt;/a:gs&gt;&lt;/a:gsLst&gt;&lt;a:lin ang=&quot;16200000&quot; scaled=&quot;1&quot; /&gt;&lt;/a:gradFill&gt;&lt;a:gradFill rotWithShape=&quot;1&quot;&gt;&lt;a:gsLst&gt;&lt;a:gs pos=&quot;0&quot;&gt;&lt;a:schemeClr val=&quot;phClr&quot;&gt;&lt;a:shade val=&quot;51000&quot; /&gt;&lt;a:satMod val=&quot;130000&quot; /&gt;&lt;/a:schemeClr&gt;&lt;/a:gs&gt;&lt;a:gs pos=&quot;80000&quot;&gt;&lt;a:schemeClr val=&quot;phClr&quot;&gt;&lt;a:shade val=&quot;93000&quot; /&gt;&lt;a:satMod val=&quot;130000&quot; /&gt;&lt;/a:schemeClr&gt;&lt;/a:gs&gt;&lt;a:gs pos=&quot;100000&quot;&gt;&lt;a:schemeClr val=&quot;phClr&quot;&gt;&lt;a:shade val=&quot;94000&quot; /&gt;&lt;a:satMod val=&quot;135000&quot; /&gt;&lt;/a:schemeClr&gt;&lt;/a:gs&gt;&lt;/a:gsLst&gt;&lt;a:lin ang=&quot;16200000&quot; scaled=&quot;0&quot; /&gt;&lt;/a:gradFill&gt;&lt;/a:fillStyleLst&gt;&lt;a:lnStyleLst&gt;&lt;a:ln w=&quot;9525&quot; cap=&quot;flat&quot; cmpd=&quot;sng&quot; algn=&quot;ctr&quot;&gt;&lt;a:solidFill&gt;&lt;a:schemeClr val=&quot;phClr&quot;&gt;&lt;a:shade val=&quot;95000&quot; /&gt;&lt;a:satMod val=&quot;105000&quot; /&gt;&lt;/a:schemeClr&gt;&lt;/a:solidFill&gt;&lt;a:prstDash val=&quot;solid&quot; /&gt;&lt;/a:ln&gt;&lt;a:ln w=&quot;25400&quot; cap=&quot;flat&quot; cmpd=&quot;sng&quot; algn=&quot;ctr&quot;&gt;&lt;a:solidFill&gt;&lt;a:schemeClr val=&quot;phClr&quot; /&gt;&lt;/a:solidFill&gt;&lt;a:prstDash val=&quot;solid&quot; /&gt;&lt;/a:ln&gt;&lt;a:ln w=&quot;38100&quot; cap=&quot;flat&quot; cmpd=&quot;sng&quot; algn=&quot;ctr&quot;&gt;&lt;a:solidFill&gt;&lt;a:schemeClr val=&quot;phClr&quot; /&gt;&lt;/a:solidFill&gt;&lt;a:prstDash val=&quot;solid&quot; /&gt;&lt;/a:ln&gt;&lt;/a:lnStyleLst&gt;&lt;a:effectStyleLst&gt;&lt;a:effectStyle&gt;&lt;a:effectLst&gt;&lt;a:outerShdw blurRad=&quot;40000&quot; dist=&quot;20000&quot; dir=&quot;5400000&quot; rotWithShape=&quot;0&quot;&gt;&lt;a:srgbClr val=&quot;000000&quot;&gt;&lt;a:alpha val=&quot;38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a:scene3d&gt;&lt;a:camera prst=&quot;orthographicFront&quot;&gt;&lt;a:rot lat=&quot;0&quot; lon=&quot;0&quot; rev=&quot;0&quot; /&gt;&lt;/a:camera&gt;&lt;a:lightRig rig=&quot;threePt&quot; dir=&quot;t&quot;&gt;&lt;a:rot lat=&quot;0&quot; lon=&quot;0&quot; rev=&quot;1200000&quot; /&gt;&lt;/a:lightRig&gt;&lt;/a:scene3d&gt;&lt;a:sp3d&gt;&lt;a:bevelT w=&quot;63500&quot; h=&quot;25400&quot; /&gt;&lt;/a:sp3d&gt;&lt;/a:effectStyle&gt;&lt;/a:effectStyleLst&gt;&lt;a:bgFillStyleLst&gt;&lt;a:solidFill&gt;&lt;a:schemeClr val=&quot;phClr&quot; /&gt;&lt;/a:solidFill&gt;&lt;a:gradFill rotWithShape=&quot;1&quot;&gt;&lt;a:gsLst&gt;&lt;a:gs pos=&quot;0&quot;&gt;&lt;a:schemeClr val=&quot;phClr&quot;&gt;&lt;a:tint val=&quot;40000&quot; /&gt;&lt;a:satMod val=&quot;350000&quot; /&gt;&lt;/a:schemeClr&gt;&lt;/a:gs&gt;&lt;a:gs pos=&quot;40000&quot;&gt;&lt;a:schemeClr val=&quot;phClr&quot;&gt;&lt;a:tint val=&quot;45000&quot; /&gt;&lt;a:shade val=&quot;99000&quot; /&gt;&lt;a:satMod val=&quot;350000&quot; /&gt;&lt;/a:schemeClr&gt;&lt;/a:gs&gt;&lt;a:gs pos=&quot;100000&quot;&gt;&lt;a:schemeClr val=&quot;phClr&quot;&gt;&lt;a:shade val=&quot;20000&quot; /&gt;&lt;a:satMod val=&quot;255000&quot; /&gt;&lt;/a:schemeClr&gt;&lt;/a:gs&gt;&lt;/a:gsLst&gt;&lt;a:path path=&quot;circle&quot;&gt;&lt;a:fillToRect l=&quot;50000&quot; t=&quot;-80000&quot; r=&quot;50000&quot; b=&quot;180000&quot; /&gt;&lt;/a:path&gt;&lt;/a:gradFill&gt;&lt;a:gradFill rotWithShape=&quot;1&quot;&gt;&lt;a:gsLst&gt;&lt;a:gs pos=&quot;0&quot;&gt;&lt;a:schemeClr val=&quot;phClr&quot;&gt;&lt;a:tint val=&quot;80000&quot; /&gt;&lt;a:satMod val=&quot;300000&quot; /&gt;&lt;/a:schemeClr&gt;&lt;/a:gs&gt;&lt;a:gs pos=&quot;100000&quot;&gt;&lt;a:schemeClr val=&quot;phClr&quot;&gt;&lt;a:shade val=&quot;30000&quot; /&gt;&lt;a:satMod val=&quot;200000&quot; /&gt;&lt;/a:schemeClr&gt;&lt;/a:gs&gt;&lt;/a:gsLst&gt;&lt;a:path path=&quot;circle&quot;&gt;&lt;a:fillToRect l=&quot;50000&quot; t=&quot;50000&quot; r=&quot;50000&quot; b=&quot;50000&quot; /&gt;&lt;/a:path&gt;&lt;/a:gradFill&gt;&lt;/a:bgFillStyleLst&gt;&lt;/a:fmtScheme&gt;&lt;/a:themeElements&gt;&lt;a:objectDefaults /&gt;&lt;a:extraClrSchemeLst /&gt;&lt;/a:theme&gt;&lt;/pkg:xmlData&gt;&lt;/pkg:part&gt;&lt;pkg:part pkg:name=&quot;/word/media/image1.png&quot; pkg:contentType=&quot;image/png&quot; pkg:compression=&quot;store&quot;&gt;&lt;pkg:binaryData&gt;iVBORw0KGgoAAAANSUhEUgAAAMgAAADICAIAAAAiOjnJAAAAAXNSR0IArs4c6QAAAAlwSFlzAAAO_x000d__x000a_xAAADsQBlSsOGwAAA5dJREFUeF7t0rEVgkAAREG4BgjpvzvJsAA9DSiBHzFbwAb/zTrnPN7fxRS4_x000d__x000a_r8C+jfV1fu479KTAVWAooUBRAKyiqs8FLAiSAmAlWZ2CxUBSAKwkq1OwGEgKgJVkdQoWA0kBsJKs_x000d__x000a_TsFiICkAVpLVKVgMJAXASrI6BYuBpABYSVanYDGQFAAryeoULAaSAmAlWZ2CxUBSAKwkq1OwGEgK_x000d__x000a_gJVkdQoWA0kBsJKsTsFiICkAVpLVKVgMJAXASrI6BYuBpABYSVanYDGQFAAryeoULAaSAmAlWZ2C_x000d__x000a_xUBSAKwkq1OwGEgKgJVkdQoWA0kBsJKsTsFiICkAVpLVKVgMJAXASrI6BYuBpABYSVanYDGQFAAr_x000d__x000a_yeoULAaSAmAlWZ2CxUBSAKwkq1OwGEgKgJVkdQoWA0kBsJKsTsFiICkAVpLVKVgMJAXASrI6BYuB_x000d__x000a_pABYSVanYDGQFAAryeoULAaSAmAlWZ2CxUBSAKwkq1OwGEgKgJVkdQoWA0kBsJKsTsFiICkAVpLV_x000d__x000a_KVgMJAXASrI6BYuBpABYSVanYDGQFAAryeoULAaSAmAlWZ2CxUBSAKwkq1OwGEgKgJVkdQoWA0kB_x000d__x000a_sJKsTsFiICkAVpLVKVgMJAXASrI6BYuBpABYSVanYDGQFAAryeoULAaSAmAlWZ2CxUBSAKwkq1Ow_x000d__x000a_GEgKgJVkdQoWA0kBsJKsTsFiICkAVpLVKVgMJAXASrI6BYuBpABYSVanYDGQFAAryeoULAaSAmAl_x000d__x000a_WZ2CxUBSAKwkq1OwGEgKgJVkdQoWA0kBsJKsTsFiICkAVpLVKVgMJAXASrI6BYuBpABYSVanYDGQ_x000d__x000a_FAAryeoULAaSAmAlWZ2CxUBSAKwkq1OwGEgKgJVkdQoWA0kBsJKsTsFiICkAVpLVKVgMJAXASrI6_x000d__x000a_BYuBpABYSVanYDGQFAAryeoULAaSAmAlWZ2CxUBSAKwkq1OwGEgKgJVkdQoWA0kBsJKsTsFiICkA_x000d__x000a_VpLVKVgMJAXASrI6BYuBpABYSVanYDGQFAAryeoULAaSAmAlWZ2CxUBSAKwkq1OwGEgKgJVkdQoW_x000d__x000a_A0kBsJKsTsFiICkAVpLVKVgMJAXASrI6BYuBpABYSVanYDGQFAAryeoULAaSAmAlWZ2CxUBSAKwk_x000d__x000a_q1OwGEgKgJVkdQoWA0kBsJKsTsFiICkAVpLVKVgMJAXASrI6BYuBpABYSVanYDGQFAAryeoULAaS_x000d__x000a_AmAlWZ2CxUBSYOwbW0nZJ5/+Uf0Ahm8Ksdfm760AAAAASUVORK5CYII=&lt;/pkg:binaryData&gt;&lt;/pkg:part&gt;&lt;pkg:part pkg:name=&quot;/word/glossary/_rels/document.xml.rels&quot; pkg:contentType=&quot;application/vnd.openxmlformats-package.relationships+xml&quot;&gt;&lt;pkg:xmlData&gt;&lt;Relationships xmlns=&quot;http://schemas.openxmlformats.org/package/2006/relationships&quot;&gt;&lt;Relationship Id=&quot;rId3&quot; Type=&quot;http://schemas.openxmlformats.org/officeDocument/2006/relationships/webSettings&quot; Target=&quot;webSettings.xml&quot; /&gt;&lt;Relationship Id=&quot;rId2&quot; Type=&quot;http://schemas.openxmlformats.org/officeDocument/2006/relationships/settings&quot; Target=&quot;settings.xml&quot; /&gt;&lt;Relationship Id=&quot;rId1&quot; Type=&quot;http://schemas.openxmlformats.org/officeDocument/2006/relationships/styles&quot; Target=&quot;styles.xml&quot; /&gt;&lt;Relationship Id=&quot;rId4&quot; Type=&quot;http://schemas.openxmlformats.org/officeDocument/2006/relationships/fontTable&quot; Target=&quot;fontTable.xml&quot; /&gt;&lt;/Relationships&gt;&lt;/pkg:xmlData&gt;&lt;/pkg:part&gt;&lt;pkg:part pkg:name=&quot;/word/glossary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view w:val=&quot;normal&quot; /&gt;&lt;w:defaultTabStop w:val=&quot;720&quot; /&gt;&lt;w:hyphenationZone w:val=&quot;425&quot; /&gt;&lt;w:characterSpacingControl w:val=&quot;doNotCompress&quot; /&gt;&lt;w:compat&gt;&lt;w:useFELayout /&gt;&lt;w:compatSetting w:name=&quot;compatibilityMode&quot; w:uri=&quot;http://schemas.microsoft.com/office/word&quot; w:val=&quot;14&quot; /&gt;&lt;/w:compat&gt;&lt;w:rsids&gt;&lt;w:rsidRoot w:val=&quot;005128E0&quot; /&gt;&lt;w:rsid w:val=&quot;002248E8&quot; /&gt;&lt;w:rsid w:val=&quot;00250911&quot; /&gt;&lt;w:rsid w:val=&quot;00323DF0&quot; /&gt;&lt;w:rsid w:val=&quot;00386FA4&quot; /&gt;&lt;w:rsid w:val=&quot;004C2A24&quot; /&gt;&lt;w:rsid w:val=&quot;004F6212&quot; /&gt;&lt;w:rsid w:val=&quot;005128E0&quot; /&gt;&lt;w:rsid w:val=&quot;00513AD9&quot; /&gt;&lt;w:rsid w:val=&quot;00546FF6&quot; /&gt;&lt;w:rsid w:val=&quot;005B3509&quot; /&gt;&lt;w:rsid w:val=&quot;005F2AAB&quot; /&gt;&lt;w:rsid w:val=&quot;00686F19&quot; /&gt;&lt;w:rsid w:val=&quot;00774263&quot; /&gt;&lt;w:rsid w:val=&quot;007D6EEC&quot; /&gt;&lt;w:rsid w:val=&quot;00823BBE&quot; /&gt;&lt;w:rsid w:val=&quot;0083151E&quot; /&gt;&lt;w:rsid w:val=&quot;008632AD&quot; /&gt;&lt;w:rsid w:val=&quot;00A375AC&quot; /&gt;&lt;w:rsid w:val=&quot;00AD4891&quot; /&gt;&lt;w:rsid w:val=&quot;00AE02AC&quot; /&gt;&lt;w:rsid w:val=&quot;00B067D3&quot; /&gt;&lt;w:rsid w:val=&quot;00B13B59&quot; /&gt;&lt;w:rsid w:val=&quot;00B14E64&quot; /&gt;&lt;w:rsid w:val=&quot;00B5215C&quot; /&gt;&lt;w:rsid w:val=&quot;00C567ED&quot; /&gt;&lt;w:rsid w:val=&quot;00D51C0E&quot; /&gt;&lt;w:rsid w:val=&quot;00E92A9B&quot; /&gt;&lt;w:rsid w:val=&quot;00EE4920&quot; /&gt;&lt;w:rsid w:val=&quot;00FA6649&quot; /&gt;&lt;w:rsid w:val=&quot;00FA7E70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en-US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ecimalSymbol w:val=&quot;.&quot; /&gt;&lt;w:listSeparator w:val=&quot;;&quot; /&gt;&lt;/w:settings&gt;&lt;/pkg:xmlData&gt;&lt;/pkg:part&gt;&lt;pkg:part pkg:name=&quot;/word/_rels/customizations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microsoft.com/office/2006/relationships/attachedToolbars&quot; Target=&quot;attachedToolbars.bin&quot; /&gt;&lt;/Relationships&gt;&lt;/pkg:xmlData&gt;&lt;/pkg:part&gt;&lt;pkg:part pkg:name=&quot;/word/attachedToolbars.bin&quot; pkg:contentType=&quot;application/vnd.ms-word.attachedToolbars&quot;&gt;&lt;pkg:binaryData&gt;EgAABwYADAASAAIAQQEAAAMBAAoBAAAAKAADBw1TAGUAbgBkACAAdABvACAATQBDACYATQBTAAAM_x000d__x000a_UwBlAG4AZAAgAHQAbwAgAE0AQwBNAFMAAAAAAAALTQBzAEMAbQBzAE8AYwBNAGUAbgB1AAAAAAMB_x000d__x000a_AAAAFEMAdQBzAHQAbwBtACAAUABvAHAAdQBwACAAMQAwADQANQAzADkAMwADARMEAQAAACgAA+MA_x000d__x000a_AAANIlAAYQByAGEAZABvAGMAcwAtAEQAbwBrAHUAbQBlAG4AdAB2AGEAcgBpAGEAYgBsAGUAIABl_x000d__x000a_AGkAbgBmAPwAZwBlAG4AAAAAAAAAAAABAwEAJDwAUABhAHIAYQBkAG8AYwBzAC0ARABvAGsAdQBt_x000d__x000a_AGUAbgB0AHYAYQByAGkAYQBiAGwAZQAgAGUAaQBuAGYA/ABnAGUAbgA+AP//AAABAOMAACgAAAAA_x000d__x000a_AAEAABL5HgAA+R4AABAAAAABAI4ACQAAAAAAAgACHPkeAAAAAAAAAAAAAAAAAAAFHP/////5HgAA_x000d__x000a_ngAAAAEAswA=&lt;/pkg:binaryData&gt;&lt;/pkg:part&gt;&lt;pkg:part pkg:name=&quot;/word/glossary/document.xml&quot; pkg:contentType=&quot;application/vnd.openxmlformats-officedocument.wordprocessingml.document.glossary+xml&quot;&gt;&lt;pkg:xmlData&gt;&lt;w:glossary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docParts&gt;&lt;w:docPart&gt;&lt;w:docPartPr&gt;&lt;w:name w:val=&quot;116D11D867404168AECD4582713D25A8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F1BDEB62-E708-4ABC-AE6A-6FE3C2528691}&quot; /&gt;&lt;/w:docPartPr&gt;&lt;w:docPartBody&gt;&lt;w:p w:rsidR=&quot;00000000&quot; w:rsidRDefault=&quot;00AE02AC&quot; w:rsidP=&quot;00AE02AC&quot;&gt;&lt;w:pPr&gt;&lt;w:pStyle w:val=&quot;116D11D867404168AECD4582713D25A8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D12F7938E01E4C1C90FCA950792C12DC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8A0DBFBE-B6CE-4A2E-B835-20F7D13E7A26}&quot; /&gt;&lt;/w:docPartPr&gt;&lt;w:docPartBody&gt;&lt;w:p w:rsidR=&quot;00000000&quot; w:rsidRDefault=&quot;00AE02AC&quot; w:rsidP=&quot;00AE02AC&quot;&gt;&lt;w:pPr&gt;&lt;w:pStyle w:val=&quot;D12F7938E01E4C1C90FCA950792C12DC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93C095493E3A43F7A1F9C41F5744EA37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31CB3C20-E62D-464F-A480-720DEEC2931B}&quot; /&gt;&lt;/w:docPartPr&gt;&lt;w:docPartBody&gt;&lt;w:p w:rsidR=&quot;00000000&quot; w:rsidRDefault=&quot;00AE02AC&quot; w:rsidP=&quot;00AE02AC&quot;&gt;&lt;w:pPr&gt;&lt;w:pStyle w:val=&quot;93C095493E3A43F7A1F9C41F5744EA37&quot; /&gt;&lt;/w:pPr&gt;&lt;w:r w:rsidRPr=&quot;00E26835&quot;&gt;&lt;w:rPr&gt;&lt;w:rStyle w:val=&quot;PlaceholderText&quot; /&gt;&lt;/w:rPr&gt;&lt;w:t&gt;Klicken Sie hier, um Text einzugeben.&lt;/w:t&gt;&lt;/w:r&gt;&lt;/w:p&gt;&lt;/w:docPartBody&gt;&lt;/w:docPart&gt;&lt;/w:docParts&gt;&lt;/w:glossaryDocument&gt;&lt;/pkg:xmlData&gt;&lt;/pkg:part&gt;&lt;pkg:part pkg:name=&quot;/word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zoom w:percent=&quot;100&quot; /&gt;&lt;w:proofState w:spelling=&quot;clean&quot; w:grammar=&quot;clean&quot; /&gt;&lt;w:formsDesign /&gt;&lt;w:stylePaneFormatFilter w:val=&quot;3821&quot; w:allStyles=&quot;1&quot; w:customStyles=&quot;0&quot; w:latentStyles=&quot;0&quot; w:stylesInUse=&quot;0&quot; w:headingStyles=&quot;1&quot; w:numberingStyles=&quot;0&quot; w:tableStyles=&quot;0&quot; w:directFormattingOnRuns=&quot;0&quot; w:directFormattingOnParagraphs=&quot;0&quot; w:directFormattingOnNumbering=&quot;0&quot; w:directFormattingOnTables=&quot;1&quot; w:clearFormatting=&quot;1&quot; w:top3HeadingStyles=&quot;1&quot; w:visibleStyles=&quot;0&quot; w:alternateStyleNames=&quot;0&quot; /&gt;&lt;w:defaultTabStop w:val=&quot;709&quot; /&gt;&lt;w:autoHyphenation /&gt;&lt;w:hyphenationZone w:val=&quot;425&quot; /&gt;&lt;w:drawingGridHorizontalSpacing w:val=&quot;142&quot; /&gt;&lt;w:drawingGridVerticalSpacing w:val=&quot;142&quot; /&gt;&lt;w:doNotUseMarginsForDrawingGridOrigin /&gt;&lt;w:drawingGridVerticalOrigin w:val=&quot;2608&quot; /&gt;&lt;w:noPunctuationKerning /&gt;&lt;w:characterSpacingControl w:val=&quot;doNotCompress&quot; /&gt;&lt;w:hdrShapeDefaults&gt;&lt;o:shapedefaults v:ext=&quot;edit&quot; spidmax=&quot;2049&quot; /&gt;&lt;/w:hdrShapeDefaults&gt;&lt;w:footnotePr&gt;&lt;w:footnote w:id=&quot;-1&quot; /&gt;&lt;w:footnote w:id=&quot;0&quot; /&gt;&lt;/w:footnotePr&gt;&lt;w:endnotePr&gt;&lt;w:endnote w:id=&quot;-1&quot; /&gt;&lt;w:endnote w:id=&quot;0&quot; /&gt;&lt;/w:endnotePr&gt;&lt;w:compat&gt;&lt;w:compatSetting w:name=&quot;compatibilityMode&quot; w:uri=&quot;http://schemas.microsoft.com/office/word&quot; w:val=&quot;14&quot; /&gt;&lt;w:compatSetting w:name=&quot;overrideTableStyleFontSizeAndJustification&quot; w:uri=&quot;http://schemas.microsoft.com/office/word&quot; w:val=&quot;1&quot; /&gt;&lt;w:compatSetting w:name=&quot;enableOpenTypeFeatures&quot; w:uri=&quot;http://schemas.microsoft.com/office/word&quot; w:val=&quot;1&quot; /&gt;&lt;w:compatSetting w:name=&quot;doNotFlipMirrorIndents&quot; w:uri=&quot;http://schemas.microsoft.com/office/word&quot; w:val=&quot;1&quot; /&gt;&lt;/w:compat&gt;&lt;w:docVars&gt;&lt;/w:docVars&gt;&lt;w:rsids&gt;&lt;w:rsidRoot w:val=&quot;00396368&quot; /&gt;&lt;w:rsid w:val=&quot;00000A8A&quot; /&gt;&lt;w:rsid w:val=&quot;00003CCD&quot; /&gt;&lt;w:rsid w:val=&quot;0000523F&quot; /&gt;&lt;w:rsid w:val=&quot;000126E2&quot; /&gt;&lt;w:rsid w:val=&quot;00016A47&quot; /&gt;&lt;w:rsid w:val=&quot;0002211E&quot; /&gt;&lt;w:rsid w:val=&quot;00023616&quot; /&gt;&lt;w:rsid w:val=&quot;0002383A&quot; /&gt;&lt;w:rsid w:val=&quot;00024E24&quot; /&gt;&lt;w:rsid w:val=&quot;00025206&quot; /&gt;&lt;w:rsid w:val=&quot;00026181&quot; /&gt;&lt;w:rsid w:val=&quot;00026C83&quot; /&gt;&lt;w:rsid w:val=&quot;00030704&quot; /&gt;&lt;w:rsid w:val=&quot;00035D1F&quot; /&gt;&lt;w:rsid w:val=&quot;00042946&quot; /&gt;&lt;w:rsid w:val=&quot;000518F6&quot; /&gt;&lt;w:rsid w:val=&quot;00055FA6&quot; /&gt;&lt;w:rsid w:val=&quot;00056243&quot; /&gt;&lt;w:rsid w:val=&quot;000625F8&quot; /&gt;&lt;w:rsid w:val=&quot;000643A8&quot; /&gt;&lt;w:rsid w:val=&quot;000643F3&quot; /&gt;&lt;w:rsid w:val=&quot;00064826&quot; /&gt;&lt;w:rsid w:val=&quot;00064A36&quot; /&gt;&lt;w:rsid w:val=&quot;0006600F&quot; /&gt;&lt;w:rsid w:val=&quot;00075B85&quot; /&gt;&lt;w:rsid w:val=&quot;00076FD5&quot; /&gt;&lt;w:rsid w:val=&quot;00083AAC&quot; /&gt;&lt;w:rsid w:val=&quot;000850D6&quot; /&gt;&lt;w:rsid w:val=&quot;00093CA0&quot; /&gt;&lt;w:rsid w:val=&quot;00094D72&quot; /&gt;&lt;w:rsid w:val=&quot;000A127C&quot; /&gt;&lt;w:rsid w:val=&quot;000A196C&quot; /&gt;&lt;w:rsid w:val=&quot;000A1C18&quot; /&gt;&lt;w:rsid w:val=&quot;000B4E19&quot; /&gt;&lt;w:rsid w:val=&quot;000C02BB&quot; /&gt;&lt;w:rsid w:val=&quot;000C0B35&quot; /&gt;&lt;w:rsid w:val=&quot;000C2CE9&quot; /&gt;&lt;w:rsid w:val=&quot;000C3857&quot; /&gt;&lt;w:rsid w:val=&quot;000C3D56&quot; /&gt;&lt;w:rsid w:val=&quot;000C668B&quot; /&gt;&lt;w:rsid w:val=&quot;000C6B71&quot; /&gt;&lt;w:rsid w:val=&quot;000D064F&quot; /&gt;&lt;w:rsid w:val=&quot;000D64E9&quot; /&gt;&lt;w:rsid w:val=&quot;000E132D&quot; /&gt;&lt;w:rsid w:val=&quot;000E4191&quot; /&gt;&lt;w:rsid w:val=&quot;000E5D57&quot; /&gt;&lt;w:rsid w:val=&quot;000E5FE7&quot; /&gt;&lt;w:rsid w:val=&quot;000F1558&quot; /&gt;&lt;w:rsid w:val=&quot;00101339&quot; /&gt;&lt;w:rsid w:val=&quot;00102A71&quot; /&gt;&lt;w:rsid w:val=&quot;0011202D&quot; /&gt;&lt;w:rsid w:val=&quot;001129DF&quot; /&gt;&lt;w:rsid w:val=&quot;001134E9&quot; /&gt;&lt;w:rsid w:val=&quot;001145F7&quot; /&gt;&lt;w:rsid w:val=&quot;00120320&quot; /&gt;&lt;w:rsid w:val=&quot;00121ACA&quot; /&gt;&lt;w:rsid w:val=&quot;00122EB9&quot; /&gt;&lt;w:rsid w:val=&quot;001243FA&quot; /&gt;&lt;w:rsid w:val=&quot;00127277&quot; /&gt;&lt;w:rsid w:val=&quot;00127926&quot; /&gt;&lt;w:rsid w:val=&quot;00131D68&quot; /&gt;&lt;w:rsid w:val=&quot;00133DA5&quot; /&gt;&lt;w:rsid w:val=&quot;00142436&quot; /&gt;&lt;w:rsid w:val=&quot;00146982&quot; /&gt;&lt;w:rsid w:val=&quot;0014759A&quot; /&gt;&lt;w:rsid w:val=&quot;00153451&quot; /&gt;&lt;w:rsid w:val=&quot;001536FE&quot; /&gt;&lt;w:rsid w:val=&quot;001538FE&quot; /&gt;&lt;w:rsid w:val=&quot;001560B2&quot; /&gt;&lt;w:rsid w:val=&quot;00162272&quot; /&gt;&lt;w:rsid w:val=&quot;00174A1D&quot; /&gt;&lt;w:rsid w:val=&quot;0017527F&quot; /&gt;&lt;w:rsid w:val=&quot;00176E29&quot; /&gt;&lt;w:rsid w:val=&quot;001800D0&quot; /&gt;&lt;w:rsid w:val=&quot;00180184&quot; /&gt;&lt;w:rsid w:val=&quot;00184E7E&quot; /&gt;&lt;w:rsid w:val=&quot;0018569F&quot; /&gt;&lt;w:rsid w:val=&quot;001866A0&quot; /&gt;&lt;w:rsid w:val=&quot;001879B9&quot; /&gt;&lt;w:rsid w:val=&quot;00194792&quot; /&gt;&lt;w:rsid w:val=&quot;00195A1A&quot; /&gt;&lt;w:rsid w:val=&quot;00196374&quot; /&gt;&lt;w:rsid w:val=&quot;001975DE&quot; /&gt;&lt;w:rsid w:val=&quot;00197FDD&quot; /&gt;&lt;w:rsid w:val=&quot;001A05F3&quot; /&gt;&lt;w:rsid w:val=&quot;001A0E2C&quot; /&gt;&lt;w:rsid w:val=&quot;001A32E7&quot; /&gt;&lt;w:rsid w:val=&quot;001A3E26&quot; /&gt;&lt;w:rsid w:val=&quot;001A519F&quot; /&gt;&lt;w:rsid w:val=&quot;001A7525&quot; /&gt;&lt;w:rsid w:val=&quot;001B13B0&quot; /&gt;&lt;w:rsid w:val=&quot;001B219A&quot; /&gt;&lt;w:rsid w:val=&quot;001B2430&quot; /&gt;&lt;w:rsid w:val=&quot;001C4BDA&quot; /&gt;&lt;w:rsid w:val=&quot;001C5823&quot; /&gt;&lt;w:rsid w:val=&quot;001D0025&quot; /&gt;&lt;w:rsid w:val=&quot;001D15A1&quot; /&gt;&lt;w:rsid w:val=&quot;001D1737&quot; /&gt;&lt;w:rsid w:val=&quot;001D4D22&quot; /&gt;&lt;w:rsid w:val=&quot;001D4E59&quot; /&gt;&lt;w:rsid w:val=&quot;001E1A29&quot; /&gt;&lt;w:rsid w:val=&quot;001E6660&quot; /&gt;&lt;w:rsid w:val=&quot;001E7A9B&quot; /&gt;&lt;w:rsid w:val=&quot;001E7C79&quot; /&gt;&lt;w:rsid w:val=&quot;001F0A8A&quot; /&gt;&lt;w:rs"/>
    <w:docVar w:name="fr-CH1_LanguageVersion" w:val="id w:val=&quot;001F152B&quot; /&gt;&lt;w:rsid w:val=&quot;001F786B&quot; /&gt;&lt;w:rsid w:val=&quot;00202B7F&quot; /&gt;&lt;w:rsid w:val=&quot;002068EA&quot; /&gt;&lt;w:rsid w:val=&quot;00211F1B&quot; /&gt;&lt;w:rsid w:val=&quot;00212DA1&quot; /&gt;&lt;w:rsid w:val=&quot;00214F61&quot; /&gt;&lt;w:rsid w:val=&quot;00215BF8&quot; /&gt;&lt;w:rsid w:val=&quot;00221A13&quot; /&gt;&lt;w:rsid w:val=&quot;002373CB&quot; /&gt;&lt;w:rsid w:val=&quot;00242297&quot; /&gt;&lt;w:rsid w:val=&quot;00251029&quot; /&gt;&lt;w:rsid w:val=&quot;00252CB2&quot; /&gt;&lt;w:rsid w:val=&quot;002530C9&quot; /&gt;&lt;w:rsid w:val=&quot;00256B25&quot; /&gt;&lt;w:rsid w:val=&quot;0025739E&quot; /&gt;&lt;w:rsid w:val=&quot;00260D09&quot; /&gt;&lt;w:rsid w:val=&quot;00294E0D&quot; /&gt;&lt;w:rsid w:val=&quot;00294F45&quot; /&gt;&lt;w:rsid w:val=&quot;00295EB2&quot; /&gt;&lt;w:rsid w:val=&quot;002A0FCA&quot; /&gt;&lt;w:rsid w:val=&quot;002A1F2F&quot; /&gt;&lt;w:rsid w:val=&quot;002A26D5&quot; /&gt;&lt;w:rsid w:val=&quot;002B155D&quot; /&gt;&lt;w:rsid w:val=&quot;002B273E&quot; /&gt;&lt;w:rsid w:val=&quot;002B66F6&quot; /&gt;&lt;w:rsid w:val=&quot;002C03F7&quot; /&gt;&lt;w:rsid w:val=&quot;002C0602&quot; /&gt;&lt;w:rsid w:val=&quot;002C24F6&quot; /&gt;&lt;w:rsid w:val=&quot;002C2D21&quot; /&gt;&lt;w:rsid w:val=&quot;002C2ED2&quot; /&gt;&lt;w:rsid w:val=&quot;002C4F4D&quot; /&gt;&lt;w:rsid w:val=&quot;002C7D86&quot; /&gt;&lt;w:rsid w:val=&quot;002D68EC&quot; /&gt;&lt;w:rsid w:val=&quot;002E11F6&quot; /&gt;&lt;w:rsid w:val=&quot;002E64AB&quot; /&gt;&lt;w:rsid w:val=&quot;002F0FD6&quot; /&gt;&lt;w:rsid w:val=&quot;002F1014&quot; /&gt;&lt;w:rsid w:val=&quot;002F2484&quot; /&gt;&lt;w:rsid w:val=&quot;002F7F05&quot; /&gt;&lt;w:rsid w:val=&quot;00304B10&quot; /&gt;&lt;w:rsid w:val=&quot;00306F24&quot; /&gt;&lt;w:rsid w:val=&quot;00310BBC&quot; /&gt;&lt;w:rsid w:val=&quot;00311602&quot; /&gt;&lt;w:rsid w:val=&quot;0031188B&quot; /&gt;&lt;w:rsid w:val=&quot;003159A4&quot; /&gt;&lt;w:rsid w:val=&quot;00321184&quot; /&gt;&lt;w:rsid w:val=&quot;00322C0E&quot; /&gt;&lt;w:rsid w:val=&quot;00330B4C&quot; /&gt;&lt;w:rsid w:val=&quot;00331545&quot; /&gt;&lt;w:rsid w:val=&quot;003319A1&quot; /&gt;&lt;w:rsid w:val=&quot;003328BA&quot; /&gt;&lt;w:rsid w:val=&quot;003360D1&quot; /&gt;&lt;w:rsid w:val=&quot;0033720D&quot; /&gt;&lt;w:rsid w:val=&quot;00341B97&quot; /&gt;&lt;w:rsid w:val=&quot;003422CA&quot; /&gt;&lt;w:rsid w:val=&quot;003521BB&quot; /&gt;&lt;w:rsid w:val=&quot;003542FA&quot; /&gt;&lt;w:rsid w:val=&quot;003658EA&quot; /&gt;&lt;w:rsid w:val=&quot;0037090A&quot; /&gt;&lt;w:rsid w:val=&quot;00370C4F&quot; /&gt;&lt;w:rsid w:val=&quot;003729F0&quot; /&gt;&lt;w:rsid w:val=&quot;00376C74&quot; /&gt;&lt;w:rsid w:val=&quot;00383910&quot; /&gt;&lt;w:rsid w:val=&quot;00385818&quot; /&gt;&lt;w:rsid w:val=&quot;00385DD4&quot; /&gt;&lt;w:rsid w:val=&quot;00392DB4&quot; /&gt;&lt;w:rsid w:val=&quot;00394DA8&quot; /&gt;&lt;w:rsid w:val=&quot;00396368&quot; /&gt;&lt;w:rsid w:val=&quot;00396A9C&quot; /&gt;&lt;w:rsid w:val=&quot;003A156F&quot; /&gt;&lt;w:rsid w:val=&quot;003A3372&quot; /&gt;&lt;w:rsid w:val=&quot;003A7596&quot; /&gt;&lt;w:rsid w:val=&quot;003B0D96&quot; /&gt;&lt;w:rsid w:val=&quot;003B2348&quot; /&gt;&lt;w:rsid w:val=&quot;003B5A9F&quot; /&gt;&lt;w:rsid w:val=&quot;003B79E5&quot; /&gt;&lt;w:rsid w:val=&quot;003C0684&quot; /&gt;&lt;w:rsid w:val=&quot;003C23C6&quot; /&gt;&lt;w:rsid w:val=&quot;003C26E4&quot; /&gt;&lt;w:rsid w:val=&quot;003D1B35&quot; /&gt;&lt;w:rsid w:val=&quot;003E4D67&quot; /&gt;&lt;w:rsid w:val=&quot;003F4558&quot; /&gt;&lt;w:rsid w:val=&quot;003F73B3&quot; /&gt;&lt;w:rsid w:val=&quot;004024C6&quot; /&gt;&lt;w:rsid w:val=&quot;004032CC&quot; /&gt;&lt;w:rsid w:val=&quot;00405236&quot; /&gt;&lt;w:rsid w:val=&quot;00411041&quot; /&gt;&lt;w:rsid w:val=&quot;0041705B&quot; /&gt;&lt;w:rsid w:val=&quot;004213C0&quot; /&gt;&lt;w:rsid w:val=&quot;00421954&quot; /&gt;&lt;w:rsid w:val=&quot;00422B9C&quot; /&gt;&lt;w:rsid w:val=&quot;00423B2C&quot; /&gt;&lt;w:rsid w:val=&quot;00426979&quot; /&gt;&lt;w:rsid w:val=&quot;00431569&quot; /&gt;&lt;w:rsid w:val=&quot;004324D1&quot; /&gt;&lt;w:rsid w:val=&quot;00437A4B&quot; /&gt;&lt;w:rsid w:val=&quot;00437F2E&quot; /&gt;&lt;w:rsid w:val=&quot;004403B6&quot; /&gt;&lt;w:rsid w:val=&quot;00442EBC&quot; /&gt;&lt;w:rsid w:val=&quot;004431C9&quot; /&gt;&lt;w:rsid w:val=&quot;0045468D&quot; /&gt;&lt;w:rsid w:val=&quot;004562B4&quot; /&gt;&lt;w:rsid w:val=&quot;004563C6&quot; /&gt;&lt;w:rsid w:val=&quot;00456AC1&quot; /&gt;&lt;w:rsid w:val=&quot;00460EFA&quot; /&gt;&lt;w:rsid w:val=&quot;004632CC&quot; /&gt;&lt;w:rsid w:val=&quot;00464B3D&quot; /&gt;&lt;w:rsid w:val=&quot;0047145A&quot; /&gt;&lt;w:rsid w:val=&quot;0047687F&quot; /&gt;&lt;w:rsid w:val=&quot;00482A04&quot; /&gt;&lt;w:rsid w:val=&quot;00483483&quot; /&gt;&lt;w:rsid w:val=&quot;004838BC&quot; /&gt;&lt;w:rsid w:val=&quot;00484F7D&quot; /&gt;&lt;w:rsid w:val=&quot;00487503&quot; /&gt;&lt;w:rsid w:val=&quot;00491FB2&quot; /&gt;&lt;w:rsid w:val=&quot;004A1E62&quot; /&gt;&lt;w:rsid w:val=&quot;004A6B3D&quot; /&gt;&lt;w:rsid w:val=&quot;004A7DC9&quot; /&gt;&lt;w:rsid w:val=&quot;004B0718&quot; /&gt;&lt;w:rsid w:val=&quot;004B3DD3&quot; /&gt;&lt;w:rsid w:val=&quot;004B46DC&quot; /&gt;&lt;w:rsid w:val=&quot;004C1FB1&quot; /&gt;&lt;w:rsid w:val=&quot;004C5DE6&quot; /&gt;&lt;w:rsid w:val=&quot;004C62B9&quot; /&gt;&lt;w:rsid w:val=&quot;004D2594&quot; /&gt;&lt;w:rsid w:val=&quot;004D2A46&quot; /&gt;&lt;w:rsid w:val=&quot;004D4FD3&quot; /&gt;&lt;w:rsid w:val=&quot;004E0195&quot; /&gt;&lt;w:rsid w:val=&quot;004E2F92&quot; /&gt;&lt;w:rsid w:val=&quot;004E77A0&quot; /&gt;&lt;w:rsid w:val=&quot;004F309C&quot; /&gt;&lt;w:rsid w:val=&quot;004F31BA&quot; /&gt;&lt;w:rsid w:val=&quot;00500AB9&quot; /&gt;&lt;w:rsid w:val=&quot;00501BF8&quot; /&gt;&lt;w:rsid w:val=&quot;00502017&quot; /&gt;&lt;w:rsid w:val=&quot;00502D9E&quot; /&gt;&lt;w:rsid w:val=&quot;00520C78&quot; /&gt;&lt;w:rsid w:val=&quot;0052127B&quot; /&gt;&lt;w:rsid w:val=&quot;00530126&quot; /&gt;&lt;w:rsid w:val=&quot;005313AB&quot; /&gt;&lt;w:rsid w:val=&quot;005335A2&quot; /&gt;&lt;w:rsid w:val=&quot;005338C0&quot; /&gt;&lt;w:rsid w:val=&quot;00534329&quot; /&gt;&lt;w:rsid w:val=&quot;00537306&quot; /&gt;&lt;w:rsid w:val=&quot;00537AD4&quot; /&gt;&lt;w:rsid w:val=&quot;0054487D&quot; /&gt;&lt;w:rsid w:val=&quot;005602F7&quot; /&gt;&lt;w:rsid w:val=&quot;00575C0A&quot; /&gt;&lt;w:rsid w:val=&quot;0057611B&quot; /&gt;&lt;w:rsid w:val=&quot;00577BBA&quot; /&gt;&lt;w:rsid w:val=&quot;00583311&quot; /&gt;&lt;w:rsid w:val=&quot;005915E1&quot; /&gt;&lt;w:rsid w:val=&quot;00593F93&quot; /&gt;&lt;w:rsid w:val=&quot;00596A2F&quot; /&gt;&lt;w:rsid w:val=&quot;005A124F&quot; /&gt;&lt;w:rsid w:val=&quot;005A2BDA&quot; /&gt;&lt;w:rsid w:val=&quot;005A4054&quot; /&gt;&lt;w:rsid w:val=&quot;005A46BF&quot; /&gt;&lt;w:rsid w:val=&quot;005B2A06&quot; /&gt;&lt;w:rsid w:val=&quot;005B5413&quot; /&gt;&lt;w:rsid w:val=&quot;005B61EC&quot; /&gt;&lt;w:rsid w:val=&quot;005C404F&quot; /&gt;&lt;w:rsid w:val=&quot;005C551C&quot; /&gt;&lt;w:rsid w:val=&quot;005C5DC1&quot; /&gt;&lt;w:rsid w:val=&quot;005D0845&quot; /&gt;&lt;w:rsid w:val=&quot;005D391E&quot; /&gt;&lt;w:rsid w:val=&quot;005D7D80&quot; /&gt;&lt;w:rsid w:val=&quot;005E283B&quot; /&gt;&lt;w:rsid w:val=&quot;005E403B&quot; /&gt;&lt;w:rsid w:val=&quot;005E5838&quot; /&gt;&lt;w:rsid w:val=&quot;005E628B&quot; /&gt;&lt;w:rsid w:val=&quot;005F2EF5&quot; /&gt;&lt;w:rsid w:val=&quot;005F459D&quot; /&gt;&lt;w:rsid w:val=&quot;005F60EF&quot; /&gt;&lt;w:rsid w:val=&quot;005F6161&quot; /&gt;&lt;w:rsid w:val=&quot;005F7E31&quot; /&gt;&lt;w:rsid w:val=&quot;00601B37&quot; /&gt;&lt;w:rsid w:val=&quot;00603106&quot; /&gt;&lt;w:rsid w:val=&quot;0060513D&quot; /&gt;&lt;w:rsid w:val=&quot;0060764B&quot; /&gt;&lt;w:rsid w:val=&quot;00607CCC&quot; /&gt;&lt;w:rsid w:val=&quot;00621306&quot; /&gt;&lt;w:rsid w:val=&quot;00642AC7&quot; /&gt;&lt;w:rsid w:val=&quot;00645957&quot; /&gt;&lt;w:rsid w:val=&quot;006466E5&quot; /&gt;&lt;w:rsid w:val=&quot;00652EA9&quot; /&gt;&lt;w:rsid w:val=&quot;00664FFD&quot; /&gt;&lt;w:rsid w:val=&quot;006742BB&quot; /&gt;&lt;w:rsid w:val=&quot;00675665&quot; /&gt;&lt;w:rsid w:val=&quot;00677D22&quot; /&gt;&lt;w:rsid w:val=&quot;00680DFF&quot; /&gt;&lt;w:rsid w:val=&quot;00681017&quot; /&gt;&lt;w:rsid w:val=&quot;00683C9A&quot; /&gt;&lt;w:rsid w:val=&quot;00690E7E&quot; /&gt;&lt;w:rsid w:val=&quot;006A0847&quot; /&gt;&lt;w:rsid w:val=&quot;006C7E98&quot; /&gt;&lt;w:rsid w:val=&quot;006D02FF&quot; /&gt;&lt;w:rsid w:val=&quot;006D458C&quot; /&gt;&lt;w:rsid w:val=&quot;006D63B6&quot; /&gt;&lt;w:rsid w:val=&quot;006E1464&quot; /&gt;&lt;w:rsid w:val=&quot;006F203D&quot; /&gt;&lt;w:rsid w:val=&quot;006F557B&quot; /&gt;&lt;w:rsid w:val=&quot;006F6403&quot; /&gt;&lt;w:rsid w:val=&quot;00711A69&quot; /&gt;&lt;w:rsid w:val=&quot;0073209E&quot; /&gt;&lt;w:rsid w:val=&quot;007326ED&quot; /&gt;&lt;w:rsid w:val=&quot;007403BA&quot; /&gt;&lt;w:rsid w:val=&quot;00747C95&quot; /&gt;&lt;w:rsid w:val=&quot;00750247&quot; /&gt;&lt;w:rsid w:val=&quot;007508D2&quot; /&gt;&lt;w:rsid w:val=&quot;0075378A&quot; /&gt;&lt;w:rsid w:val=&quot;00753C42&quot; /&gt;&lt;w:rsid w:val=&quot;00753D10&quot; /&gt;&lt;w:rsid w:val=&quot;00754B2A&quot; /&gt;&lt;w:rsid w:val=&quot;00754B60&quot; /&gt;&lt;w:rsid w:val=&quot;00755BD4&quot; /&gt;&lt;w:rsid w:val=&quot;00756BA3&quot; /&gt;&lt;w:rsid w:val=&quot;0077051F&quot; /&gt;&lt;w:rsid w:val=&quot;00770D01&quot; /&gt;&lt;w:rsid w:val=&quot;00776349&quot; /&gt;&lt;w:rsid w:val=&quot;00780855&quot; /&gt;&lt;w:rsid w:val=&quot;00781BC1&quot; /&gt;&lt;w:rsid w:val=&quot;00784155&quot; /&gt;&lt;w:rsid w:val=&quot;00784244&quot; /&gt;&lt;w:rsid w:val=&quot;00790D8D&quot; /&gt;&lt;w:rsid w:val=&quot;007920C3&quot; /&gt;&lt;w:rsid w:val=&quot;0079582A&quot; /&gt;&lt;w:rsid w:val=&quot;00796A96&quot; /&gt;&lt;w:rsid w:val=&quot;00796DBA&quot; /&gt;&lt;w:rsid w:val=&quot;007A30C6&quot; /&gt;&lt;w:rsid w:val=&quot;007A5119&quot; /&gt;&lt;w:rsid w:val=&quot;007A5168&quot; /&gt;&lt;w:rsid w:val=&quot;007A5993&quot; /&gt;&lt;w:rsid w:val=&quot;007A633D&quot; /&gt;&lt;w:rsid w:val=&quot;007A6824&quot; /&gt;&lt;w:rsid w:val=&quot;007B289D&quot; /&gt;&lt;w:rsid w:val=&quot;007B2C78&quot; /&gt;&lt;w:rsid w:val=&quot;007B678A&quot; /&gt;&lt;w:rsid w:val=&quot;007B7A0D&quot; /&gt;&lt;w:rsid w:val=&quot;007C57BD&quot; /&gt;&lt;w:rsid w:val=&quot;007D2816&quot; /&gt;&lt;w:rsid w:val=&quot;007D2BBB&quot; /&gt;&lt;w:rsid w:val=&quot;007D4B4B&quot; /&gt;&lt;w:rsid w:val=&quot;007D6BBB&quot; /&gt;&lt;w:rsid w:val=&quot;007E6AFB&quot; /&gt;&lt;w:rsid w:val=&quot;007F22AE&quot; /&gt;&lt;w:rsid w:val=&quot;007F4E3E&quot; /&gt;&lt;w:rsid w:val=&quot;007F64CB&quot; /&gt;&lt;w:rsid w:val=&quot;007F6737&quot; /&gt;&lt;w:rsid w:val=&quot;00805079&quot; /&gt;&lt;w:rsid w:val=&quot;00805FDB&quot; /&gt;&lt;w:rsid w:val=&quot;008119EB&quot; /&gt;&lt;w:rsid w:val=&quot;00815985&quot; /&gt;&lt;w:rsid w:val=&quot;008159AF&quot; /&gt;&lt;w:rsid w:val=&quot;00820226&quot; /&gt;&lt;w:rsid w:val=&quot;00821329&quot; /&gt;&lt;w:rsid w:val=&quot;00821D91&quot; /&gt;&lt;w:rsid w:val=&quot;00826A9E&quot; /&gt;&lt;w:rsid w:val=&quot;00831663&quot; /&gt;&lt;w:rsid w:val=&quot;00831EB8&quot; /&gt;&lt;w:rsid w:val=&quot;00841C1C&quot; /&gt;&lt;w:rsid w:val=&quot;0084282A&quot; /&gt;&lt;w:rsid w:val=&quot;00860BD3&quot; /&gt;&lt;w:rsid w:val=&quot;00860F92&quot; /&gt;&lt;w:rsid w:val=&quot;00861FD2&quot; /&gt;&lt;w:rsid w:val=&quot;00863E06&quot; /&gt;&lt;w:rsid w:val=&quot;0086513C&quot; /&gt;&lt;w:rsid w:val=&quot;00867853&quot; /&gt;&lt;w:rsid w:val=&quot;00875F70&quot; /&gt;&lt;w:rsid w:val=&quot;00876544&quot; /&gt;&lt;w:rsid w:val=&quot;008820CD&quot; /&gt;&lt;w:rsid w:val=&quot;008A1868&quot; /&gt;&lt;w:rsid w:val=&quot;008A566D&quot; /&gt;&lt;w:rsid w:val=&quot;008B049D&quot; /&gt;&lt;w:rsid w:val=&quot;008B06D1&quot; /&gt;&lt;w:rsid w:val=&quot;008B66E1&quot; /&gt;&lt;w:rsid w:val=&quot;008B7C7D&quot; /&gt;&lt;w:rsid w:val=&quot;008C04D9&quot; /&gt;&lt;w:rsid w:val=&quot;008C5467&quot; /&gt;&lt;w:rsid w:val=&quot;008D1EE9&quot; /&gt;&lt;w:rsid w:val=&quot;008D37D4&quot; /&gt;&lt;w:rsid w:val=&quot;008D399F&quot; /&gt;&lt;w:rsid w:val=&quot;008E0103&quot; /&gt;&lt;w:rsid w:val=&quot;008F1AA9&quot; /&gt;&lt;w:rsid w:val=&quot;008F3659&quot; /&gt;&lt;w:rsid w:val=&quot;0090257B&quot; /&gt;&lt;w:rsid w:val=&quot;00904A26&quot; /&gt;&lt;w:rsid w:val=&quot;00915C2F&quot; /&gt;&lt;w:rsid w:val=&quot;009238EC&quot; /&gt;&lt;w:rsid w:val=&quot;0094134F&quot; /&gt;&lt;w:rsid w:val=&quot;00942FC3&quot; /&gt;&lt;w:rsid w:val=&quot;009433B3&quot; /&gt;&lt;w:rsid w:val=&quot;009444EA&quot; /&gt;&lt;w:rsid w:val=&quot;00946790&quot; /&gt;&lt;w:rsid w:val=&quot;00947552&quot; /&gt;&lt;w:rsid w:val=&quot;00953EDC&quot; /&gt;&lt;w:rsid w:val=&quot;009635E0&quot; /&gt;&lt;w:rsid w:val=&quot;00965063&quot; /&gt;&lt;w:rsid w:val=&quot;00973E18&quot; /&gt;&lt;w:rsid w:val=&quot;00977AA0&quot; /&gt;&lt;w:rsid w:val=&quot;00977DD2&quot; /&gt;&lt;w:rsid w:val=&quot;0098155C&quot; /&gt;&lt;w:rsid w:val=&quot;00987908&quot; /&gt;&lt;w:rsid w:val=&quot;00993399&quot; /&gt;&lt;w:rsid w:val=&quot;00995B86&quot; /&gt;&lt;w:rsid w:val=&quot;0099692F&quot; /&gt;&lt;w:rsid w:val=&quot;009A3D4B&quot; /&gt;&lt;w:rsid w:val=&quot;009B1B43&quot; /&gt;&lt;w:rsid w:val=&quot;009B6E90&quot; /&gt;&lt;w:rsid w:val=&quot;009B740A&quot; /&gt;&lt;w:rsid w:val=&quot;009B78F8&quot; /&gt;&lt;w:rsid w:val=&quot;009C106B&quot; /&gt;&lt;w:rsid w:val=&quot;009C218A&quot; /&gt;&lt;w:rsid w:val=&quot;009C3C1A&quot; /&gt;&lt;w:rsid w:val=&quot;009D0507&quot; /&gt;&lt;w:rsid w:val=&quot;009D2745&quot; /&gt;&lt;w:rsid w:val=&quot;009D412B&quot; /&gt;&lt;w:rsid w:val=&quot;009D6A02&quot; /&gt;&lt;w:rsid w:val=&quot;009D6C7A&quot; /&gt;&lt;w:rsid w:val=&quot;009D75B7&quot; /&gt;&lt;w:rsid w:val=&quot;009E4450&quot; /&gt;&lt;w:rsid w:val=&quot;009E5630&quot; /&gt;&lt;w:rsid w:val=&quot;009E668D&quot; /&gt;&lt;w:rsid w:val=&quot;009E7466&quot; /&gt;&lt;w:rsid w:val=&quot;009F5C0F&quot; /&gt;&lt;w:rsid w:val=&quot;009F5F6E&quot; /&gt;&lt;w:rsid w:val=&quot;00A00074&quot; /&gt;&lt;w:rsid w:val=&quot;00A04E9C&quot; /&gt;&lt;w:rsid w:val=&quot;00A0547F&quot; /&gt;&lt;w:rsid w:val=&quot;00A060C1&quot; /&gt;&lt;w:rsid w:val=&quot;00A06D3F&quot; /&gt;&lt;w:rsid w:val=&quot;00A07FCE&quot; /&gt;&lt;w:rsid w:val=&quot;00A141C1&quot; /&gt;&lt;w:rsid w:val=&quot;00A16D60&quot; /&gt;&lt;w:rsid w:val=&quot;00A20324&quot; /&gt;&lt;w:rsid w:val=&quot;00A21722&quot; /&gt;&lt;w:rsid w:val=&quot;00A268EB&quot; /&gt;&lt;w:rsid w:val=&quot;00A36599&quot; /&gt;&lt;w:rsid w:val=&quot;00A424A2&quot; /&gt;&lt;w:rsid w:val=&quot;00A433D8&quot; /&gt;&lt;w:rsid w:val=&quot;00A43D97&quot; /&gt;&lt;w:rsid w:val=&quot;00A44F68&quot; /&gt;&lt;w:rsid w:val=&quot;00A4513A&quot; /&gt;&lt;w:rsid w:val=&quot;00A465F3&quot; /&gt;&lt;w:rsid w:val=&quot;00A4792C&quot; /&gt;&lt;w:rsid w:val=&quot;00A57430&quot; /&gt;&lt;w:rsid w:val=&quot;00A65470&quot; /&gt;&lt;w:rsid w:val=&quot;00A658C5&quot; /&gt;&lt;w:rsid w:val=&quot;00A658DB&quot; /&gt;&lt;w:rsid w:val=&quot;00A66379&quot; /&gt;&lt;w:rsid w:val=&quot;00A66FC6&quot; /&gt;&lt;w:rsid w:val=&quot;00A71938&quot; /&gt;&lt;w:rsid w:val=&quot;00A74BD8&quot; /&gt;&lt;w:rsid w:val=&quot;00A75F98&quot; /&gt;&lt;w:rsid w:val=&quot;00A77597&quot; /&gt;&lt;w:rsid w:val=&quot;00A80C7F&quot; /&gt;&lt;w:rsid w:val=&quot;00A81777&quot; /&gt;&lt;w:rsid w:val=&quot;00A81800&quot; /&gt;&lt;w:rsid w:val=&quot;00A90AA0&quot; /&gt;&lt;w:rsid w:val=&quot;00A93458&quot; /&gt;&lt;w:rsid w:val=&quot;00A94F7A&quot; /&gt;&lt;w:rsid w:val=&quot;00A95C3C&quot; /&gt;&lt;w:rsid w:val=&quot;00AA1DC2&quot; /&gt;&lt;w:rsid w:val=&quot;00AA2B72&quot; /&gt;&lt;w:rsid w:val=&quot;00AA2FCA&quot; /&gt;&lt;w:rsid w:val=&quot;00AA37A4&quot; /&gt;&lt;w:rsid w:val=&quot;00AB1091&quot; /&gt;&lt;w:rsid w:val=&quot;00AB1277&quot; /&gt;&lt;w:rsid w:val=&quot;00AB2C21&quot; /&gt;&lt;w:rsid w:val=&quot;00AB57EC&quot; /&gt;&lt;w:rsid w:val=&quot;00AC6EEE&quot; /&gt;&lt;w:rsid w:val=&quot;00AC71CE&quot; /&gt;&lt;w:rsid w:val=&quot;00AC7887&quot; /&gt;&lt;w:rsid w:val=&quot;00AF373E&quot; /&gt;&lt;w:rsid w:val=&quot;00B001B4&quot; /&gt;&lt;w:rsid w:val=&quot;00B005BC&quot; /&gt;&lt;w:rsid w:val=&quot;00B014CF&quot; /&gt;&lt;w:rsid w:val=&quot;00B019A0&quot; /&gt;&lt;w:rsid w:val=&quot;00B10644&quot; /&gt;&lt;w:rsid w:val=&quot;00B13F03&quot; /&gt;&lt;w:rsid w:val=&quot;00B21676&quot; /&gt;&lt;w:rsid w:val=&quot;00B33014&quot; /&gt;&lt;w:rsid w:val=&quot;00B3488D&quot; /&gt;&lt;w:rsid w:val=&quot;00B35219&quot; /&gt;&lt;w:rsid w:val=&quot;00B41F57&quot; /&gt;&lt;w:rsid w:val=&quot;00B43B6B&quot; /&gt;&lt;w:rsid w:val=&quot;00B510CD&quot; /&gt;&lt;w:rsid w:val=&quot;00B55821&quot; /&gt;&lt;w:rsid w:val=&quot;00B63246&quot; /&gt;&lt;w:rsid w:val=&quot;00B63BE7&quot; /&gt;&lt;w:rsid w:val=&quot;00B675CC&quot; /&gt;&lt;w:rsid w:val=&quot;00B70C82&quot; /&gt;&lt;w:rsid w:val=&quot;00B71E7A&quot; /&gt;&lt;w:rsid w:val=&quot;00B80464&quot; /&gt;&lt;w:rsid w:val=&quot;00B8489C&quot; /&gt;&lt;w:rsid w:val=&quot;00B91715&quot; /&gt;&lt;w:rsid w:val=&quot;00B95B30&quot; /&gt;&lt;w:rsid w:val=&quot;00BA2755&quot; /&gt;&lt;w:rsid w:val=&quot;00BA2F84&quot; /&gt;&lt;w:rsid w:val=&quot;00BC19B7&quot; /&gt;&lt;w:rsid w:val=&quot;00BC4342&quot; /&gt;&lt;w:rsid w:val=&quot;00BD033C&quot; /&gt;&lt;w:rsid w:val=&quot;00BD114E&quot; /&gt;&lt;w:rsid w:val=&quot;00BD124C&quot; /&gt;&lt;w:rsid w:val=&quot;00BD16CD&quot; /&gt;&lt;w:rsid w:val=&quot;00BD1E0D&quot; /&gt;&lt;w:rsid w:val=&quot;00BD1E2B&quot; /&gt;&lt;w:rsid w:val=&quot;00BD4CA2&quot; /&gt;&lt;w:rsid w:val=&quot;00BD5416&quot; /&gt;&lt;w:rsid w:val=&quot;00BE027D&quot; /&gt;&lt;w:rsid w:val=&quot;00BE04FB&quot; /&gt;&lt;w:rsid w:val=&quot;00BE1FB1&quot; /&gt;&lt;w:rsid w:val=&quot;00BE6079&quot; /&gt;&lt;w:rsid w:val=&quot;00BF2651&quot; /&gt;&lt;w:rsid w:val=&quot;00BF2CF8&quot; /&gt;&lt;w:rsid w:val=&quot;00BF4771&quot; /&gt;&lt;w:rsid w:val=&quot;00BF7161&quot; /&gt;&lt;w:rsid w:val=&quot;00C00FD9&quot; /&gt;&lt;w:rsid w:val=&quot;00C02365&quot; /&gt;&lt;w:rsid w:val=&quot;00C07BB2&quot; /&gt;&lt;w:rsid w:val=&quot;00C122B7&quot; /&gt;&lt;w:rsid w:val=&quot;00C168E4&quot; /&gt;&lt;w:rsid w:val=&quot;00C17210&quot; /&gt;&lt;w:rsid w:val=&quot;00C2385D&quot; /&gt;&lt;w:rsid w:val=&quot;00C253C5&quot; /&gt;&lt;w:rsid w:val=&quot;00C32754&quot; /&gt;&lt;w:rsid w:val=&quot;00C328CA&quot; /&gt;&lt;w:rsid w:val=&quot;00C34DCC&quot; /&gt;&lt;w:rsid w:val=&quot;00C35EEB&quot; /&gt;&lt;w:rsid w:val=&quot;00C4164E&quot; /&gt;&lt;w:rsid w:val=&quot;00C42F9D&quot; /&gt;&lt;w:rsid w:val=&quot;00C445F8&quot; /&gt;&lt;w:rsid w:val=&quot;00C51B2F&quot; /&gt;&lt;w:rsid w:val=&quot;00C528F1&quot; /&gt;&lt;w:rsid w:val=&quot;00C52EBC&quot; /&gt;&lt;w:rsid w:val=&quot;00C5383C&quot; /&gt;&lt;w:rsid w:val=&quot;00C54F77&quot; /&gt;&lt;w:rsid w:val=&quot;00C55E31&quot; /&gt;&lt;w:rsid w:val=&quot;00C56EF3&quot; /&gt;&lt;w:rsid w:val=&quot;00C57650&quot; /&gt;&lt;w:rsid w:val=&quot;00C82437&quot; /&gt;&lt;w:rsid w:val=&quot;00C83BC0&quot; /&gt;&lt;w:rsid w:val=&quot;00C901D2&quot; /&gt;&lt;w:rsid w:val=&quot;00C920E2&quot; /&gt;&lt;w:rsid w:val=&quot;00C954D3&quot; /&gt;&lt;w:rsid w:val=&quot;00C95C7B&quot; /&gt;&lt;w:rsid w:val=&quot;00CA14A9&quot; /&gt;&lt;w:rsid w:val=&quot;00CA2D74&quot; /&gt;&lt;w:rsid w:val=&quot;00CA39F2&quot; /&gt;&lt;w:rsid w:val=&quot;00CB1452&quot; /&gt;&lt;w:rsid w:val=&quot;00CB23B0&quot; /&gt;&lt;w:rsid w:val=&quot;00CB4EFE&quot; /&gt;&lt;w:rsid w:val=&quot;00CC2E2A&quot; /&gt;&lt;w:rsid w:val=&quot;00CC3C7A&quot; /&gt;&lt;w:rsid w:val=&quot;00CD3095&quot; /&gt;&lt;w:rsid w:val=&quot;00CE0ACB&quot; /&gt;&lt;w:rsid w:val=&quot;00CE649C&quot; /&gt;&lt;w:rsid w:val=&quot;00CF293F&quot; /&gt;&lt;w:rsid w:val=&quot;00CF60C9&quot; /&gt;&lt;w:rsid w:val=&quot;00CF6730&quot; /&gt;&lt;w:rsid w:val=&quot;00D00D9B&quot; /&gt;&lt;w:rsid w:val=&quot;00D00EF9&quot; /&gt;&lt;w:rsid w:val=&quot;00D02C2E&quot; /&gt;&lt;w:rsid w:val=&quot;00D02E0C&quot; /&gt;&lt;w:rsid w:val=&quot;00D03328&quot; /&gt;&lt;w:rsid w:val=&quot;00D056FA&quot; /&gt;&lt;w:rsid w:val=&quot;00D076FC&quot; /&gt;&lt;w:rsid w:val=&quot;00D12C1F&quot; /&gt;&lt;w:rsid w:val=&quot;00D15848&quot; /&gt;&lt;w:rsid w:val=&quot;00D17B22&quot; /&gt;&lt;w:rsid w:val=&quot;00D17D44&quot; /&gt;&lt;w:rsid w:val=&quot;00D244E6&quot; /&gt;&lt;w:rsid w:val=&quot;00D24F87&quot; /&gt;&lt;w:rsid w:val=&quot;00D27739&quot; /&gt;&lt;w:rsid w:val=&quot;00D278AD&quot; /&gt;&lt;w:rsid w:val=&quot;00D433FC&quot; /&gt;&lt;w:rsid w:val=&quot;00D506EB&quot; /&gt;&lt;w:rsid w:val=&quot;00D556AC&quot; /&gt;&lt;w:rsid w:val=&quot;00D558C0&quot; /&gt;&lt;w:rsid w:val=&quot;00D60822&quot; /&gt;&lt;w:rsid w:val=&quot;00D623BD&quot; /&gt;&lt;w:rsid w:val=&quot;00D63E5C&quot; /&gt;&lt;w:rsid w:val=&quot;00D67A96&quot; /&gt;&lt;w:rsid w:val=&quot;00D70B4C&quot; /&gt;&lt;w:rsid w:val=&quot;00D72C8A&quot; /&gt;&lt;w:rsid w:val=&quot;00D8402E&quot; /&gt;&lt;w:rsid w:val=&quot;00D92052&quot; /&gt;&lt;w:rsid w:val=&quot;00DA3E3D&quot; /&gt;&lt;w:rsid w:val=&quot;00DA5BB1&quot; /&gt;&lt;w:rsid w:val=&quot;00DB409C&quot; /&gt;&lt;w:rsid w:val=&quot;00DB52EE&quot; /&gt;&lt;w:rsid w:val=&quot;00DC1F78&quot; /&gt;&lt;w:rsid w:val=&quot;00DC3B16&quot; /&gt;&lt;w:rsid w:val=&quot;00DC67C0&quot; /&gt;&lt;w:rsid w:val=&quot;00DD0418&quot; /&gt;&lt;w:rsid w:val=&quot;00DD1F8E&quot; /&gt;&lt;w:rsid w:val=&quot;00DD650B&quot; /&gt;&lt;w:rsid w:val=&quot;00DD69A5&quot; /&gt;&lt;w:rsid w:val=&quot;00DD73B1&quot; /&gt;&lt;w:rsid w:val=&quot;00DD745C&quot; /&gt;&lt;w:rsid w:val=&quot;00DD75A2&quot; /&gt;&lt;w:rsid w:val=&quot;00DD7687&quot; /&gt;&lt;w:rsid w:val=&quot;00DE0E63&quot; /&gt;&lt;w:rsid w:val=&quot;00DF0714&quot; /&gt;&lt;w:rsid w:val=&quot;00DF3480&quot; /&gt;&lt;w:rsid w:val=&quot;00DF4393&quot; /&gt;&lt;w:rsid w:val=&quot;00DF45FB&quot; /&gt;&lt;w:rsid w:val=&quot;00DF4A8C&quot; /&gt;&lt;w:rsid w:val=&quot;00E05988&quot; /&gt;&lt;w:rsid w:val=&quot;00E0792C&quot; /&gt;&lt;w:rsid w:val=&quot;00E11D32&quot; /&gt;&lt;w:rsid w:val=&quot;00E12884&quot; /&gt;&lt;w:rsid w:val=&quot;00E15F35&quot; /&gt;&lt;w:rsid w:val=&quot;00E1663E&quot; /&gt;&lt;w:rsid w:val=&quot;00E2136A&quot; /&gt;&lt;w:rsid w:val=&quot;00E27A64&quot; /&gt;&lt;w:rsid w:val=&quot;00E30749&quot; /&gt;&lt;w:rsid w:val=&quot;00E32A3D&quot; /&gt;&lt;w:rsid w:val=&quot;00E445FF&quot; /&gt;&lt;w:rsid w:val=&quot;00E544AD&quot; /&gt;&lt;w:rsid w:val=&quot;00E65B53&quot; /&gt;&lt;w:rsid w:val=&quot;00E66C7B&quot; /&gt;&lt;w:rsid w:val=&quot;00E716F9&quot; /&gt;&lt;w:rsid w:val=&quot;00E733CC&quot; /&gt;&lt;w:rsid w:val=&quot;00E74FC2&quot; /&gt;&lt;w:rsid w:val=&quot;00E77457&quot; /&gt;&lt;w:rsid w:val=&quot;00E82582&quot; /&gt;&lt;w:rsid w:val=&quot;00E83DCC&quot; /&gt;&lt;w:rsid w:val=&quot;00E84ED7&quot; /&gt;&lt;w:rsid w:val=&quot;00E863D2&quot; /&gt;&lt;w:rsid w:val=&quot;00E86D85&quot; /&gt;&lt;w:rsid w:val=&quot;00E93133&quot; /&gt;&lt;w:rsid w:val=&quot;00E94068&quot; /&gt;&lt;w:rsid w:val=&quot;00E958DB&quot; /&gt;&lt;w:rsid w:val=&quot;00E9704D&quot; /&gt;&lt;w:rsid w:val=&quot;00EA0770&quot; /&gt;&lt;w:rsid w:val=&quot;00EA25FC&quot; /&gt;&lt;w:rsid w:val=&quot;00EB11F4&quot; /&gt;&lt;w:rsid w:val=&quot;00EC038D&quot; /&gt;&lt;w:rsid w:val=&quot;00EC425C&quot; /&gt;&lt;w:rsid w:val=&quot;00EC4533&quot; /&gt;&lt;w:rsid w:val=&quot;00ED3A47&quot; /&gt;&lt;w:rsid w:val=&quot;00ED541B&quot; /&gt;&lt;w:rsid w:val=&quot;00EE077A&quot; /&gt;&lt;w:rsid w:val=&quot;00EE2069&quot; /&gt;&lt;w:rsid w:val=&quot;00EF1A4F&quot; /&gt;&lt;w:rsid w:val=&quot;00EF6C38&quot; /&gt;&lt;w:rsid w:val=&quot;00F01543&quot; /&gt;&lt;w:rsid w:val=&quot;00F060B4&quot; /&gt;&lt;w:rsid w:val=&quot;00F11D6D&quot; /&gt;&lt;w:rsid w:val=&quot;00F22E91&quot; /&gt;&lt;w:rsid w:val=&quot;00F266A3&quot; /&gt;&lt;w:rsid w:val=&quot;00F3252E&quot; /&gt;&lt;w:rsid w:val=&quot;00F4337C&quot; /&gt;&lt;w:rsid w:val=&quot;00F44145&quot; /&gt;&lt;w:rsid w:val=&quot;00F446F6&quot; /&gt;&lt;w:rsid w:val=&quot;00F45495&quot; /&gt;&lt;w:rsid w:val=&quot;00F461AE&quot; /&gt;&lt;w:rsid w:val=&quot;00F46A04&quot; /&gt;&lt;w:rsid w:val=&quot;00F51F0A&quot; /&gt;&lt;w:rsid w:val=&quot;00F655D5&quot; /&gt;&lt;w:rsid w:val=&quot;00F66BCC&quot; /&gt;&lt;w:rsid w:val=&quot;00F67D02&quot; /&gt;&lt;w:rsid w:val=&quot;00F7253B&quot; /&gt;&lt;w:rsid w:val=&quot;00F77564&quot; /&gt;&lt;w:rsid w:val=&quot;00F82A43&quot; /&gt;&lt;w:rsid w:val=&quot;00F9039B&quot; /&gt;&lt;w:rsid w:val=&quot;00F91972&quot; /&gt;&lt;w:rsid w:val=&quot;00F93A76&quot; /&gt;&lt;w:rsid w:val=&quot;00F9785A&quot; /&gt;&lt;w:rsid w:val=&quot;00FA0FEA&quot; /&gt;&lt;w:rsid w:val=&quot;00FA1C52&quot; /&gt;&lt;w:rsid w:val=&quot;00FA2E16&quot; /&gt;&lt;w:rsid w:val=&quot;00FC2BC5&quot; /&gt;&lt;w:rsid w:val=&quot;00FD15A7&quot; /&gt;&lt;w:rsid w:val=&quot;00FE02AF&quot; /&gt;&lt;w:rsid w:val=&quot;00FE1A69&quot; /&gt;&lt;w:rsid w:val=&quot;00FF055D&quot; /&gt;&lt;w:rsid w:val=&quot;00FF5AA8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de-CH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oNotIncludeSubdocsInStats /&gt;&lt;w:shapeDefaults&gt;&lt;o:shapedefaults v:ext=&quot;edit&quot; spidmax=&quot;2049&quot; /&gt;&lt;o:shapelayout v:ext=&quot;edit&quot;&gt;&lt;o:idmap v:ext=&quot;edit&quot; data=&quot;1&quot; /&gt;&lt;/o:shapelayout&gt;&lt;/w:shapeDefaults&gt;&lt;w:decimalSymbol w:val=&quot;.&quot; /&gt;&lt;w:listSeparator w:val=&quot;;&quot; /&gt;&lt;/w:settings&gt;&lt;/pkg:xmlData&gt;&lt;/pkg:part&gt;&lt;pkg:part pkg:name=&quot;/word/customizations.xml&quot; pkg:contentType=&quot;application/vnd.ms-word.keyMapCustomizations+xml&quot;&gt;&lt;pkg:xmlData&gt;&lt;wne:tcg xmlns:r=&quot;http://schemas.openxmlformats.org/officeDocument/2006/relationships&quot; xmlns:wne=&quot;http://schemas.microsoft.com/office/word/2006/wordml&quot;&gt;&lt;wne:keymaps&gt;&lt;wne:keymap wne:kcmPrimary=&quot;0445&quot;&gt;&lt;wne:acd wne:acdName=&quot;acd0&quot; /&gt;&lt;/wne:keymap&gt;&lt;/wne:keymaps&gt;&lt;wne:toolbars&gt;&lt;wne:acdManifest&gt;&lt;wne:acdEntry wne:acdName=&quot;acd0&quot; /&gt;&lt;/wne:acdManifest&gt;&lt;wne:toolbarData r:id=&quot;rId1&quot; /&gt;&lt;/wne:toolbars&gt;&lt;wne:acds&gt;&lt;wne:acd wne:argValue=&quot;AgBWAEIAUwAtAEUAaQBuAGcAZQByAPwAYwBrAHQA&quot; wne:acdName=&quot;acd0&quot; wne:fciIndexBasedOn=&quot;0065&quot; /&gt;&lt;/wne:acds&gt;&lt;/wne:tcg&gt;&lt;/pkg:xmlData&gt;&lt;/pkg:part&gt;&lt;pkg:part pkg:name=&quot;/word/glossary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Theme=&quot;minorHAnsi&quot; w:eastAsiaTheme=&quot;minorEastAsia&quot; w:hAnsiTheme=&quot;minorHAnsi&quot; w:cstheme=&quot;minorBidi&quot; /&gt;&lt;w:sz w:val=&quot;22&quot; /&gt;&lt;w:szCs w:val=&quot;22&quot; /&gt;&lt;w:lang w:val=&quot;en-US&quot; w:eastAsia=&quot;en-US&quot; w:bidi=&quot;ar-SA&quot; /&gt;&lt;/w:rPr&gt;&lt;/w:rPrDefault&gt;&lt;w:pPrDefault&gt;&lt;w:pPr&gt;&lt;w:spacing w:after=&quot;200&quot; w:line=&quot;276&quot; w:lineRule=&quot;auto&quot; /&gt;&lt;/w:pPr&gt;&lt;/w:pPrDefault&gt;&lt;/w:docDefaults&gt;&lt;w:latentStyles w:defLockedState=&quot;0&quot; w:defUIPriority=&quot;99&quot; w:defSemiHidden=&quot;0&quot; w:defUnhideWhenUsed=&quot;0&quot; w:defQFormat=&quot;0&quot; w:count=&quot;374&quot;&gt;&lt;w:lsdException w:name=&quot;Normal&quot; w:uiPriority=&quot;0&quot; w:qFormat=&quot;1&quot; /&gt;&lt;w:lsdException w:name=&quot;heading 1&quot; w:uiPriority=&quot;9&quot; w:qFormat=&quot;1&quot; /&gt;&lt;w:lsdException w:name=&quot;heading 2&quot; w:semiHidden=&quot;1&quot; w:uiPriority=&quot;9&quot; w:unhideWhenUsed=&quot;1&quot; w:qFormat=&quot;1&quot; /&gt;&lt;w:lsdException w:name=&quot;heading 3&quot; w:semiHidden=&quot;1&quot; w:uiPriority=&quot;9&quot; w:unhideWhenUsed=&quot;1&quot; w:qFormat=&quot;1&quot; /&gt;&lt;w:lsdException w:name=&quot;heading 4&quot; w:semiHidden=&quot;1&quot; w:uiPriority=&quot;9&quot; w:unhideWhenUsed=&quot;1&quot; w:qFormat=&quot;1&quot; /&gt;&lt;w:lsdException w:name=&quot;heading 5&quot; w:semiHidden=&quot;1&quot; w:uiPriority=&quot;9&quot; w:unhideWhenUsed=&quot;1&quot; w:qFormat=&quot;1&quot; /&gt;&lt;w:lsdException w:name=&quot;heading 6&quot; w:semiHidden=&quot;1&quot; w:uiPriority=&quot;9&quot; w:unhideWhenUsed=&quot;1&quot; w:qFormat=&quot;1&quot; /&gt;&lt;w:lsdException w:name=&quot;heading 7&quot; w:semiHidden=&quot;1&quot; w:uiPriority=&quot;9&quot; w:unhideWhenUsed=&quot;1&quot; w:qFormat=&quot;1&quot; /&gt;&lt;w:lsdException w:name=&quot;heading 8&quot; w:semiHidden=&quot;1&quot; w:uiPriority=&quot;9&quot; w:unhideWhenUsed=&quot;1&quot; w:qFormat=&quot;1&quot; /&gt;&lt;w:lsdException w:name=&quot;heading 9&quot; w:semiHidden=&quot;1&quot; w:uiPriority=&quot;9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iPriority=&quot;39&quot; w:unhideWhenUsed=&quot;1&quot; /&gt;&lt;w:lsdException w:name=&quot;toc 2&quot; w:semiHidden=&quot;1&quot; w:uiPriority=&quot;39&quot; w:unhideWhenUsed=&quot;1&quot; /&gt;&lt;w:lsdException w:name=&quot;toc 3&quot; w:semiHidden=&quot;1&quot; w:uiPriority=&quot;39&quot; w:unhideWhenUsed=&quot;1&quot; /&gt;&lt;w:lsdException w:name=&quot;toc 4&quot; w:semiHidden=&quot;1&quot; w:uiPriority=&quot;39&quot; w:unhideWhenUsed=&quot;1&quot; /&gt;&lt;w:lsdException w:name=&quot;toc 5&quot; w:semiHidden=&quot;1&quot; w:uiPriority=&quot;39&quot; w:unhideWhenUsed=&quot;1&quot; /&gt;&lt;w:lsdException w:name=&quot;toc 6&quot; w:semiHidden=&quot;1&quot; w:uiPriority=&quot;39&quot; w:unhideWhenUsed=&quot;1&quot; /&gt;&lt;w:lsdException w:name=&quot;toc 7&quot; w:semiHidden=&quot;1&quot; w:uiPriority=&quot;39&quot; w:unhideWhenUsed=&quot;1&quot; /&gt;&lt;w:lsdException w:name=&quot;toc 8&quot; w:semiHidden=&quot;1&quot; w:uiPriority=&quot;39&quot; w:unhideWhenUsed=&quot;1&quot; /&gt;&lt;w:lsdException w:name=&quot;toc 9&quot; w:semiHidden=&quot;1&quot; w:uiPriority=&quot;39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iPriority=&quot;35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w:unhideWhenUsed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w:unhideWhenUsed=&quot;1&quot; /&gt;&lt;w:lsdException w:name=&quot;List 2&quot; w:semiHidden=&quot;1&quot; w:unhideWhenUsed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uiPriority=&quot;10&quot; w:qFormat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iPriority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w:unhideWhenUsed=&quot;1&quot; /&gt;&lt;w:lsdException w:name=&quot;List Continue 5&quot; w:semiHidden=&quot;1&quot; w:unhideWhenUsed=&quot;1&quot; /&gt;&lt;w:lsdException w:name=&quot;Message Header&quot; w:semiHidden=&quot;1&quot; w:unhideWhenUsed=&quot;1&quot; /&gt;&lt;w:lsdException w:name=&quot;Subtitle&quot; w:uiPriority=&quot;11&quot; w:qFormat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uiPriority=&quot;22&quot; w:qFormat=&quot;1&quot; /&gt;&lt;w:lsdException w:name=&quot;Emphasis&quot; w:uiPriority=&quot;20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Balloon Text&quot; w:semiHidden=&quot;1&quot; w:unhideWhenUsed=&quot;1&quot; /&gt;&lt;w:lsdException w:name=&quot;Table Grid&quot; w:semiHidden=&quot;1&quot; w:uiPriority=&quot;59&quot; w:unhideWhenUsed=&quot;1&quot; /&gt;&lt;w:lsdException w:name=&quot;Table Theme&quot; w:semiHidden=&quot;1&quot; w:unhideWhenUsed=&quot;1&quot; /&gt;&lt;w:lsdException w:name=&quot;Placeholder Text&quot; w:semiHidden=&quot;1&quot; /&gt;&lt;w:lsdException w:name=&quot;No Spacing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/&gt;&lt;w:lsdException w:name=&quot;List Paragraph&quot; w:uiPriority=&quot;34&quot; w:qFormat=&quot;1&quot; /&gt;&lt;w:lsdException w:name=&quot;Quote&quot; w:uiPriority=&quot;29&quot; w:qFormat=&quot;1&quot; /&gt;&lt;w:lsdException w:name=&quot;Intense Quote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uiPriority=&quot;19&quot; w:qFormat=&quot;1&quot; /&gt;&lt;w:lsdException w:name=&quot;Intense Emphasis&quot; w:uiPriority=&quot;21&quot; w:qFormat=&quot;1&quot; /&gt;&lt;w:lsdException w:name=&quot;Subtle Reference&quot; w:uiPriority=&quot;31&quot; w:qFormat=&quot;1&quot; /&gt;&lt;w:lsdException w:name=&quot;Intense Reference&quot; w:uiPriority=&quot;32&quot; w:qFormat=&quot;1&quot; /&gt;&lt;w:lsdException w:name=&quot;Book Title&quot; w:uiPriority=&quot;33&quot; w:qFormat=&quot;1&quot; /&gt;&lt;w:lsdException w:name=&quot;Bibliography&quot; w:semiHidden=&quot;1&quot; w:uiPriority=&quot;37&quot; w:unhideWhenUsed=&quot;1&quot; /&gt;&lt;w:lsdException w:name=&quot;TOC Heading&quot; w:semiHidden=&quot;1&quot; w:uiPriority=&quot;39&quot; w:unhideWhenUsed=&quot;1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nhideWhenUsed=&quot;1&quot; /&gt;&lt;w:lsdException w:name=&quot;Smart Hyperlink&quot; w:semiHidden=&quot;1&quot; w:unhideWhenUsed=&quot;1&quot; /&gt;&lt;w:lsdException w:name=&quot;Hashtag&quot; w:semiHidden=&quot;1&quot; w:unhideWhenUsed=&quot;1&quot; /&gt;&lt;/w:latentStyles&gt;&lt;w:style w:type=&quot;paragraph&quot; w:default=&quot;1&quot; w:styleId=&quot;Normal&quot;&gt;&lt;w:name w:val=&quot;Normal&quot; /&gt;&lt;w:qFormat /&gt;&lt;w:rsid w:val=&quot;00386FA4&quot; /&gt;&lt;w:rPr&gt;&lt;w:rFonts w:cs=&quot;Times New Roman&quot; /&gt;&lt;w:sz w:val=&quot;3276&quot; /&gt;&lt;w:szCs w:val=&quot;3276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AE02AC&quot; /&gt;&lt;w:rPr&gt;&lt;w:color w:val=&quot;808080&quot; /&gt;&lt;/w:rPr&gt;&lt;/w:style&gt;&lt;w:style w:type=&quot;paragraph&quot; w:customStyle=&quot;1&quot; w:styleId=&quot;33786D7D115741E7B2638FA3E0C6E91A&quot;&gt;&lt;w:name w:val=&quot;33786D7D115741E7B2638FA3E0C6E91A&quot; /&gt;&lt;w:rsid w:val=&quot;00C567ED&quot; /&gt;&lt;w:rPr&gt;&lt;w:lang w:val=&quot;de-CH&quot; w:eastAsia=&quot;de-CH&quot; /&gt;&lt;/w:rPr&gt;&lt;/w:style&gt;&lt;w:style w:type=&quot;paragraph&quot; w:customStyle=&quot;1&quot; w:styleId=&quot;F6E35C3A433D419FADD9B6702CBC737B&quot;&gt;&lt;w:name w:val=&quot;F6E35C3A433D419FADD9B6702CBC737B&quot; /&gt;&lt;w:rsid w:val=&quot;00C567ED&quot; /&gt;&lt;w:rPr&gt;&lt;w:lang w:val=&quot;de-CH&quot; w:eastAsia=&quot;de-CH&quot; /&gt;&lt;/w:rPr&gt;&lt;/w:style&gt;&lt;w:style w:type=&quot;paragraph&quot; w:customStyle=&quot;1&quot; w:styleId=&quot;4EAA6B5B11274759947C01373E9BA289&quot;&gt;&lt;w:name w:val=&quot;4EAA6B5B11274759947C01373E9BA289&quot; /&gt;&lt;w:rsid w:val=&quot;00C567ED&quot; /&gt;&lt;w:rPr&gt;&lt;w:lang w:val=&quot;de-CH&quot; w:eastAsia=&quot;de-CH&quot; /&gt;&lt;/w:rPr&gt;&lt;/w:style&gt;&lt;w:style w:type=&quot;paragraph&quot; w:customStyle=&quot;1&quot; w:styleId=&quot;4F2238E76EB64405B600D6BECFF503B2&quot;&gt;&lt;w:name w:val=&quot;4F2238E76EB64405B600D6BECFF503B2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4A8420DF3E514D7E88CA252FC936451E&quot;&gt;&lt;w:name w:val=&quot;4A8420DF3E514D7E88CA252FC936451E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60C3CEF79504BEA97775F183C30EF60&quot;&gt;&lt;w:name w:val=&quot;D60C3CEF79504BEA97775F183C30EF60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116D11D867404168AECD4582713D25A8&quot;&gt;&lt;w:name w:val=&quot;116D11D867404168AECD4582713D25A8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12F7938E01E4C1C90FCA950792C12DC&quot;&gt;&lt;w:name w:val=&quot;D12F7938E01E4C1C90FCA950792C12DC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93C095493E3A43F7A1F9C41F5744EA37&quot;&gt;&lt;w:name w:val=&quot;93C095493E3A43F7A1F9C41F5744EA37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/w:styles&gt;&lt;/pkg:xmlData&gt;&lt;/pkg:part&gt;&lt;pkg:part pkg:name=&quot;/word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"/>
    <w:docVar w:name="fr-CH2_LanguageVersion" w:val="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=&quot;Times New Roman&quot; w:eastAsia=&quot;Times New Roman&quot; w:hAnsi=&quot;Times New Roman&quot; w:cs=&quot;Times New Roman&quot; /&gt;&lt;w:lang w:val=&quot;de-CH&quot; w:eastAsia=&quot;de-CH&quot; w:bidi=&quot;ar-SA&quot; /&gt;&lt;/w:rPr&gt;&lt;/w:rPrDefault&gt;&lt;w:pPrDefault /&gt;&lt;/w:docDefaults&gt;&lt;w:latentStyles w:defLockedState=&quot;0&quot; w:defUIPriority=&quot;0&quot; w:defSemiHidden=&quot;0&quot; w:defUnhideWhenUsed=&quot;0&quot; w:defQFormat=&quot;0&quot; w:count=&quot;374&quot;&gt;&lt;w:lsdException w:name=&quot;Normal&quot; w:qFormat=&quot;1&quot; /&gt;&lt;w:lsdException w:name=&quot;heading 1&quot; w:qFormat=&quot;1&quot; /&gt;&lt;w:lsdException w:name=&quot;heading 2&quot; w:semiHidden=&quot;1&quot; w:unhideWhenUsed=&quot;1&quot; w:qFormat=&quot;1&quot; /&gt;&lt;w:lsdException w:name=&quot;heading 3&quot; w:semiHidden=&quot;1&quot; w:unhideWhenUsed=&quot;1&quot; w:qFormat=&quot;1&quot; /&gt;&lt;w:lsdException w:name=&quot;heading 4&quot; w:semiHidden=&quot;1&quot; w:unhideWhenUsed=&quot;1&quot; w:qFormat=&quot;1&quot; /&gt;&lt;w:lsdException w:name=&quot;heading 5&quot; w:semiHidden=&quot;1&quot; w:unhideWhenUsed=&quot;1&quot; w:qFormat=&quot;1&quot; /&gt;&lt;w:lsdException w:name=&quot;heading 6&quot; w:semiHidden=&quot;1&quot; w:unhideWhenUsed=&quot;1&quot; w:qFormat=&quot;1&quot; /&gt;&lt;w:lsdException w:name=&quot;heading 7&quot; w:semiHidden=&quot;1&quot; w:unhideWhenUsed=&quot;1&quot; w:qFormat=&quot;1&quot; /&gt;&lt;w:lsdException w:name=&quot;heading 8&quot; w:semiHidden=&quot;1&quot; w:unhideWhenUsed=&quot;1&quot; w:qFormat=&quot;1&quot; /&gt;&lt;w:lsdException w:name=&quot;heading 9&quot; w:semiHidden=&quot;1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nhideWhenUsed=&quot;1&quot; /&gt;&lt;w:lsdException w:name=&quot;toc 2&quot; w:semiHidden=&quot;1&quot; w:unhideWhenUsed=&quot;1&quot; /&gt;&lt;w:lsdException w:name=&quot;toc 3&quot; w:semiHidden=&quot;1&quot; w:unhideWhenUsed=&quot;1&quot; /&gt;&lt;w:lsdException w:name=&quot;toc 4&quot; w:semiHidden=&quot;1&quot; w:unhideWhenUsed=&quot;1&quot; /&gt;&lt;w:lsdException w:name=&quot;toc 5&quot; w:semiHidden=&quot;1&quot; w:unhideWhenUsed=&quot;1&quot; /&gt;&lt;w:lsdException w:name=&quot;toc 6&quot; w:semiHidden=&quot;1&quot; w:unhideWhenUsed=&quot;1&quot; /&gt;&lt;w:lsdException w:name=&quot;toc 7&quot; w:semiHidden=&quot;1&quot; w:unhideWhenUsed=&quot;1&quot; /&gt;&lt;w:lsdException w:name=&quot;toc 8&quot; w:semiHidden=&quot;1&quot; w:unhideWhenUsed=&quot;1&quot; /&gt;&lt;w:lsdException w:name=&quot;toc 9&quot; w:semiHidden=&quot;1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/&gt;&lt;w:lsdException w:name=&quot;List 2&quot; w:semiHidden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semiHidden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/&gt;&lt;w:lsdException w:name=&quot;List Continue 5&quot; w:semiHidden=&quot;1&quot; /&gt;&lt;w:lsdException w:name=&quot;Message Header&quot; w:semiHidden=&quot;1&quot; /&gt;&lt;w:lsdException w:name=&quot;Subtitle&quot; w:semiHidden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semiHidden=&quot;1&quot; w:qFormat=&quot;1&quot; /&gt;&lt;w:lsdException w:name=&quot;Emphasis&quot; w:semiHidden=&quot;1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Placeholder Text&quot; w:semiHidden=&quot;1&quot; w:uiPriority=&quot;99&quot; /&gt;&lt;w:lsdException w:name=&quot;No Spacing&quot; w:semiHidden=&quot;1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w:uiPriority=&quot;99&quot; /&gt;&lt;w:lsdException w:name=&quot;List Paragraph&quot; w:semiHidden=&quot;1&quot; w:uiPriority=&quot;34&quot; w:qFormat=&quot;1&quot; /&gt;&lt;w:lsdException w:name=&quot;Quote&quot; w:semiHidden=&quot;1&quot; w:uiPriority=&quot;29&quot; w:qFormat=&quot;1&quot; /&gt;&lt;w:lsdException w:name=&quot;Intense Quote&quot; w:semiHidden=&quot;1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semiHidden=&quot;1&quot; w:uiPriority=&quot;19&quot; w:qFormat=&quot;1&quot; /&gt;&lt;w:lsdException w:name=&quot;Intense Emphasis&quot; w:semiHidden=&quot;1&quot; w:uiPriority=&quot;21&quot; w:qFormat=&quot;1&quot; /&gt;&lt;w:lsdException w:name=&quot;Subtle Reference&quot; w:semiHidden=&quot;1&quot; w:uiPriority=&quot;31&quot; w:qFormat=&quot;1&quot; /&gt;&lt;w:lsdException w:name=&quot;Intense Reference&quot; w:semiHidden=&quot;1&quot; w:uiPriority=&quot;32&quot; w:qFormat=&quot;1&quot; /&gt;&lt;w:lsdException w:name=&quot;Book Title&quot; w:semiHidden=&quot;1&quot; w:uiPriority=&quot;33&quot; w:qFormat=&quot;1&quot; /&gt;&lt;w:lsdException w:name=&quot;Bibliography&quot; w:semiHidden=&quot;1&quot; w:uiPriority=&quot;37&quot; /&gt;&lt;w:lsdException w:name=&quot;TOC Heading&quot; w:semiHidden=&quot;1&quot; w:uiPriority=&quot;39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iPriority=&quot;99&quot; w:unhideWhenUsed=&quot;1&quot; /&gt;&lt;w:lsdException w:name=&quot;Smart Hyperlink&quot; w:semiHidden=&quot;1&quot; w:uiPriority=&quot;99&quot; w:unhideWhenUsed=&quot;1&quot; /&gt;&lt;w:lsdException w:name=&quot;Hashtag&quot; w:semiHidden=&quot;1&quot; w:uiPriority=&quot;99&quot; w:unhideWhenUsed=&quot;1&quot; /&gt;&lt;/w:latentStyles&gt;&lt;w:style w:type=&quot;paragraph&quot; w:default=&quot;1&quot; w:styleId=&quot;Normal&quot;&gt;&lt;w:name w:val=&quot;Normal&quot; /&gt;&lt;w:aliases w:val=&quot;VBS-Normal&quot; /&gt;&lt;w:qFormat /&gt;&lt;w:rsid w:val=&quot;004E77A0&quot; /&gt;&lt;w:rPr&gt;&lt;w:rFonts w:ascii=&quot;Arial&quot; w:eastAsia=&quot;Calibri&quot; w:hAnsi=&quot;Arial&quot; /&gt;&lt;w:sz w:val=&quot;22&quot; /&gt;&lt;w:szCs w:val=&quot;22&quot; /&gt;&lt;w:lang w:eastAsia=&quot;en-US&quot; /&gt;&lt;/w:rPr&gt;&lt;/w:style&gt;&lt;w:style w:type=&quot;paragraph&quot; w:styleId=&quot;Heading1&quot;&gt;&lt;w:name w:val=&quot;heading 1&quot; /&gt;&lt;w:aliases w:val=&quot;VBS-Hauptitel&quot; /&gt;&lt;w:basedOn w:val=&quot;Normal&quot; /&gt;&lt;w:next w:val=&quot;Normal&quot; /&gt;&lt;w:link w:val=&quot;Heading1Char&quot; /&gt;&lt;w:qFormat /&gt;&lt;w:rsid w:val=&quot;0090257B&quot; /&gt;&lt;w:pPr&gt;&lt;w:keepNext /&gt;&lt;w:keepLines /&gt;&lt;w:numPr&gt;&lt;w:numId w:val=&quot;1&quot; /&gt;&lt;/w:numPr&gt;&lt;w:tabs&gt;&lt;w:tab w:val=&quot;clear&quot; w:pos=&quot;432&quot; /&gt;&lt;w:tab w:val=&quot;left&quot; w:pos=&quot;992&quot; /&gt;&lt;/w:tabs&gt;&lt;w:ind w:left=&quot;992&quot; w:hanging=&quot;992&quot; /&gt;&lt;w:outlineLvl w:val=&quot;0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paragraph&quot; w:styleId=&quot;Heading2&quot;&gt;&lt;w:name w:val=&quot;heading 2&quot; /&gt;&lt;w:aliases w:val=&quot;VBS-Titel&quot; /&gt;&lt;w:basedOn w:val=&quot;Normal&quot; /&gt;&lt;w:next w:val=&quot;Normal&quot; /&gt;&lt;w:link w:val=&quot;Heading2Char&quot; /&gt;&lt;w:qFormat /&gt;&lt;w:rsid w:val=&quot;0090257B&quot; /&gt;&lt;w:pPr&gt;&lt;w:keepNext /&gt;&lt;w:keepLines /&gt;&lt;w:numPr&gt;&lt;w:ilvl w:val=&quot;1&quot; /&gt;&lt;w:numId w:val=&quot;1&quot; /&gt;&lt;/w:numPr&gt;&lt;w:tabs&gt;&lt;w:tab w:val=&quot;clear&quot; w:pos=&quot;576&quot; /&gt;&lt;w:tab w:val=&quot;left&quot; w:pos=&quot;992&quot; /&gt;&lt;/w:tabs&gt;&lt;w:ind w:left=&quot;992&quot; w:hanging=&quot;992&quot; /&gt;&lt;w:outlineLvl w:val=&quot;1&quot; /&gt;&lt;/w:pPr&gt;&lt;w:rPr&gt;&lt;w:rFonts w:eastAsia=&quot;Times New Roman&quot; /&gt;&lt;w:b /&gt;&lt;w:bCs /&gt;&lt;w:szCs w:val=&quot;24&quot; /&gt;&lt;w:lang w:eastAsia=&quot;de-DE&quot; /&gt;&lt;/w:rPr&gt;&lt;/w:style&gt;&lt;w:style w:type=&quot;paragraph&quot; w:styleId=&quot;Heading3&quot;&gt;&lt;w:name w:val=&quot;heading 3&quot; /&gt;&lt;w:aliases w:val=&quot;VBS-Untertitel&quot; /&gt;&lt;w:basedOn w:val=&quot;Normal&quot; /&gt;&lt;w:next w:val=&quot;Normal&quot; /&gt;&lt;w:link w:val=&quot;Heading3Char&quot; /&gt;&lt;w:qFormat /&gt;&lt;w:rsid w:val=&quot;0090257B&quot; /&gt;&lt;w:pPr&gt;&lt;w:keepNext /&gt;&lt;w:keepLines /&gt;&lt;w:numPr&gt;&lt;w:ilvl w:val=&quot;2&quot; /&gt;&lt;w:numId w:val=&quot;1&quot; /&gt;&lt;/w:numPr&gt;&lt;w:tabs&gt;&lt;w:tab w:val=&quot;clear&quot; w:pos=&quot;720&quot; /&gt;&lt;w:tab w:val=&quot;left&quot; w:pos=&quot;992&quot; /&gt;&lt;/w:tabs&gt;&lt;w:ind w:left=&quot;992&quot; w:hanging=&quot;992&quot; /&gt;&lt;w:outlineLvl w:val=&quot;2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paragraph&quot; w:styleId=&quot;Header&quot;&gt;&lt;w:name w:val=&quot;header&quot; /&gt;&lt;w:basedOn w:val=&quot;Normal&quot; /&gt;&lt;w:semiHidden /&gt;&lt;w:rsid w:val=&quot;00D056FA&quot; /&gt;&lt;w:pPr&gt;&lt;w:suppressAutoHyphens /&gt;&lt;w:spacing w:line=&quot;200&quot; w:lineRule=&quot;exact&quot; /&gt;&lt;/w:pPr&gt;&lt;w:rPr&gt;&lt;w:noProof /&gt;&lt;w:sz w:val=&quot;15&quot; /&gt;&lt;/w:rPr&gt;&lt;/w:style&gt;&lt;w:style w:type=&quot;paragraph&quot; w:styleId=&quot;Footer&quot;&gt;&lt;w:name w:val=&quot;footer&quot; /&gt;&lt;w:basedOn w:val=&quot;Normal&quot; /&gt;&lt;w:semiHidden /&gt;&lt;w:rsid w:val=&quot;00093CA0&quot; /&gt;&lt;w:pPr&gt;&lt;w:tabs&gt;&lt;w:tab w:val=&quot;center&quot; w:pos=&quot;4536&quot; /&gt;&lt;w:tab w:val=&quot;right&quot; w:pos=&quot;9072&quot; /&gt;&lt;/w:tabs&gt;&lt;/w:pPr&gt;&lt;/w:style&gt;&lt;w:style w:type=&quot;paragraph&quot; w:customStyle=&quot;1&quot; w:styleId=&quot;Logo&quot;&gt;&lt;w:name w:val=&quot;Logo&quot; /&gt;&lt;w:semiHidden /&gt;&lt;w:rsid w:val=&quot;00D056FA&quot; /&gt;&lt;w:rPr&gt;&lt;w:rFonts w:ascii=&quot;Arial&quot; w:hAnsi=&quot;Arial&quot; /&gt;&lt;w:noProof /&gt;&lt;w:sz w:val=&quot;15&quot; /&gt;&lt;/w:rPr&gt;&lt;/w:style&gt;&lt;w:style w:type=&quot;paragraph&quot; w:customStyle=&quot;1&quot; w:styleId=&quot;Pfad&quot;&gt;&lt;w:name w:val=&quot;Pfad&quot; /&gt;&lt;w:next w:val=&quot;Normal&quot; /&gt;&lt;w:semiHidden /&gt;&lt;w:rsid w:val=&quot;00D056FA&quot; /&gt;&lt;w:pPr&gt;&lt;w:spacing w:line=&quot;160&quot; w:lineRule=&quot;exact&quot; /&gt;&lt;/w:pPr&gt;&lt;w:rPr&gt;&lt;w:rFonts w:ascii=&quot;Arial&quot; w:hAnsi=&quot;Arial&quot; /&gt;&lt;w:noProof /&gt;&lt;w:sz w:val=&quot;12&quot; /&gt;&lt;w:szCs w:val=&quot;12&quot; /&gt;&lt;/w:rPr&gt;&lt;/w:style&gt;&lt;w:style w:type=&quot;paragraph&quot; w:customStyle=&quot;1&quot; w:styleId=&quot;VBS-Eingerckt&quot;&gt;&lt;w:name w:val=&quot;VBS-Eingerückt&quot; /&gt;&lt;w:basedOn w:val=&quot;Normal&quot; /&gt;&lt;w:qFormat /&gt;&lt;w:rsid w:val=&quot;001866A0&quot; /&gt;&lt;w:pPr&gt;&lt;w:ind w:left=&quot;992&quot; /&gt;&lt;/w:pPr&gt;&lt;w:rPr&gt;&lt;w:lang w:eastAsia=&quot;de-DE&quot; /&gt;&lt;/w:rPr&gt;&lt;/w:style&gt;&lt;w:style w:type=&quot;paragraph&quot; w:customStyle=&quot;1&quot; w:styleId=&quot;Seite&quot;&gt;&lt;w:name w:val=&quot;Seite&quot; /&gt;&lt;w:basedOn w:val=&quot;Normal&quot; /&gt;&lt;w:semiHidden /&gt;&lt;w:rsid w:val=&quot;00FA2E16&quot; /&gt;&lt;w:pPr&gt;&lt;w:suppressAutoHyphens /&gt;&lt;w:spacing w:line=&quot;200&quot; w:lineRule=&quot;atLeast&quot; /&gt;&lt;w:jc w:val=&quot;right&quot; /&gt;&lt;/w:pPr&gt;&lt;w:rPr&gt;&lt;w:sz w:val=&quot;14&quot; /&gt;&lt;w:szCs w:val=&quot;14&quot; /&gt;&lt;/w:rPr&gt;&lt;/w:style&gt;&lt;w:style w:type=&quot;paragraph&quot; w:customStyle=&quot;1&quot; w:styleId=&quot;VBS-EingercktBullet1&quot;&gt;&lt;w:name w:val=&quot;VBS-EingerücktBullet1&quot; /&gt;&lt;w:basedOn w:val=&quot;VBS-Eingerckt&quot; /&gt;&lt;w:qFormat /&gt;&lt;w:rsid w:val=&quot;00D8402E&quot; /&gt;&lt;w:pPr&gt;&lt;w:numPr&gt;&lt;w:numId w:val=&quot;2&quot; /&gt;&lt;/w:numPr&gt;&lt;w:ind w:left=&quot;1276&quot; w:hanging=&quot;284&quot; /&gt;&lt;/w:pPr&gt;&lt;/w:style&gt;&lt;w:style w:type=&quot;paragraph&quot; w:customStyle=&quot;1&quot; w:styleId=&quot;Platzhalter&quot;&gt;&lt;w:name w:val=&quot;Platzhalter&quot; /&gt;&lt;w:basedOn w:val=&quot;Normal&quot; /&gt;&lt;w:semiHidden /&gt;&lt;w:rsid w:val=&quot;00D056FA&quot; /&gt;&lt;w:rPr&gt;&lt;w:sz w:val=&quot;2&quot; /&gt;&lt;w:szCs w:val=&quot;2&quot; /&gt;&lt;/w:rPr&gt;&lt;/w:style&gt;&lt;w:style w:type=&quot;paragraph&quot; w:customStyle=&quot;1&quot; w:styleId=&quot;KopfFett&quot;&gt;&lt;w:name w:val=&quot;KopfFett&quot; /&gt;&lt;w:basedOn w:val=&quot;Header&quot; /&gt;&lt;w:next w:val=&quot;Header&quot; /&gt;&lt;w:semiHidden /&gt;&lt;w:rsid w:val=&quot;00A71938&quot; /&gt;&lt;w:rPr&gt;&lt;w:b /&gt;&lt;/w:rPr&gt;&lt;/w:style&gt;&lt;w:style w:type=&quot;paragraph&quot; w:customStyle=&quot;1&quot; w:styleId=&quot;KopfDept&quot;&gt;&lt;w:name w:val=&quot;KopfDept&quot; /&gt;&lt;w:basedOn w:val=&quot;Header&quot; /&gt;&lt;w:next w:val=&quot;KopfFett&quot; /&gt;&lt;w:semiHidden /&gt;&lt;w:rsid w:val=&quot;00A71938&quot; /&gt;&lt;w:pPr&gt;&lt;w:spacing w:after=&quot;100&quot; /&gt;&lt;w:contextualSpacing /&gt;&lt;/w:pPr&gt;&lt;/w:style&gt;&lt;w:style w:type=&quot;paragraph&quot; w:customStyle=&quot;1&quot; w:styleId=&quot;FuzeilePlatzhalter&quot;&gt;&lt;w:name w:val=&quot;FußzeilePlatzhalter&quot; /&gt;&lt;w:basedOn w:val=&quot;Seite&quot; /&gt;&lt;w:semiHidden /&gt;&lt;w:rsid w:val=&quot;00093CA0&quot; /&gt;&lt;w:pPr&gt;&lt;w:jc w:val=&quot;left&quot; /&gt;&lt;/w:pPr&gt;&lt;/w:style&gt;&lt;w:style w:type=&quot;paragraph&quot; w:customStyle=&quot;1&quot; w:styleId=&quot;KopfzeilePlatzhalterFS&quot;&gt;&lt;w:name w:val=&quot;KopfzeilePlatzhalterFS&quot; /&gt;&lt;w:basedOn w:val=&quot;Header&quot; /&gt;&lt;w:semiHidden /&gt;&lt;w:rsid w:val=&quot;003E4D67&quot; /&gt;&lt;w:pPr&gt;&lt;w:spacing w:after=&quot;284&quot; /&gt;&lt;/w:pPr&gt;&lt;/w:style&gt;&lt;w:style w:type=&quot;paragraph&quot; w:customStyle=&quot;1&quot; w:styleId=&quot;Klassifizierung&quot;&gt;&lt;w:name w:val=&quot;Klassifizierung&quot; /&gt;&lt;w:basedOn w:val=&quot;Normal&quot; /&gt;&lt;w:semiHidden /&gt;&lt;w:qFormat /&gt;&lt;w:rsid w:val=&quot;00E93133&quot; /&gt;&lt;w:pPr&gt;&lt;w:jc w:val=&quot;right&quot; /&gt;&lt;/w:pPr&gt;&lt;w:rPr&gt;&lt;w:b /&gt;&lt;/w:rPr&gt;&lt;/w:style&gt;&lt;w:style w:type=&quot;paragraph&quot; w:customStyle=&quot;1&quot; w:styleId=&quot;MapperEnd&quot;&gt;&lt;w:name w:val=&quot;MapperEnd&quot; /&gt;&lt;w:basedOn w:val=&quot;Klassifizierung&quot; /&gt;&lt;w:semiHidden /&gt;&lt;w:qFormat /&gt;&lt;w:rsid w:val=&quot;00E93133&quot; /&gt;&lt;w:rPr&gt;&lt;w:sz w:val=&quot;4&quot; /&gt;&lt;/w:rPr&gt;&lt;/w:style&gt;&lt;w:style w:type=&quot;paragraph&quot; w:styleId=&quot;BalloonText&quot;&gt;&lt;w:name w:val=&quot;Balloon Text&quot; /&gt;&lt;w:basedOn w:val=&quot;Normal&quot; /&gt;&lt;w:link w:val=&quot;BalloonTextChar&quot; /&gt;&lt;w:semiHidden /&gt;&lt;w:rsid w:val=&quot;00426979&quot; /&gt;&lt;w:rPr&gt;&lt;w:rFonts w:ascii=&quot;Tahoma&quot; w:hAnsi=&quot;Tahoma&quot; w:cs=&quot;Tahoma&quot; /&gt;&lt;w:sz w:val=&quot;16&quot; /&gt;&lt;w:szCs w:val=&quot;16&quot; /&gt;&lt;/w:rPr&gt;&lt;/w:style&gt;&lt;w:style w:type=&quot;character&quot; w:customStyle=&quot;1&quot; w:styleId=&quot;BalloonTextChar&quot;&gt;&lt;w:name w:val=&quot;Balloon Text Char&quot; /&gt;&lt;w:basedOn w:val=&quot;DefaultParagraphFont&quot; /&gt;&lt;w:link w:val=&quot;BalloonText&quot; /&gt;&lt;w:semiHidden /&gt;&lt;w:rsid w:val=&quot;00F9785A&quot; /&gt;&lt;w:rPr&gt;&lt;w:rFonts w:ascii=&quot;Tahoma&quot; w:hAnsi=&quot;Tahoma&quot; w:cs=&quot;Tahoma&quot; /&gt;&lt;w:sz w:val=&quot;16&quot; /&gt;&lt;w:szCs w:val=&quot;16&quot; /&gt;&lt;/w:rPr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426979&quot; /&gt;&lt;w:rPr&gt;&lt;w:color w:val=&quot;808080&quot; /&gt;&lt;/w:rPr&gt;&lt;/w:style&gt;&lt;w:style w:type=&quot;paragraph&quot; w:customStyle=&quot;1&quot; w:styleId=&quot;VBS-EingercktBullet2&quot;&gt;&lt;w:name w:val=&quot;VBS-EingerücktBullet2&quot; /&gt;&lt;w:basedOn w:val=&quot;VBS-Eingerckt&quot; /&gt;&lt;w:qFormat /&gt;&lt;w:rsid w:val=&quot;00D8402E&quot; /&gt;&lt;w:pPr&gt;&lt;w:numPr&gt;&lt;w:numId w:val=&quot;3&quot; /&gt;&lt;/w:numPr&gt;&lt;w:ind w:left=&quot;1276&quot; w:hanging=&quot;284&quot; /&gt;&lt;/w:pPr&gt;&lt;/w:style&gt;&lt;w:style w:type=&quot;paragraph&quot; w:customStyle=&quot;1&quot; w:styleId=&quot;VBS-EingercktBullet3&quot;&gt;&lt;w:name w:val=&quot;VBS-EingerücktBullet3&quot; /&gt;&lt;w:basedOn w:val=&quot;VBS-Eingerckt&quot; /&gt;&lt;w:qFormat /&gt;&lt;w:rsid w:val=&quot;00D8402E&quot; /&gt;&lt;w:pPr&gt;&lt;w:numPr&gt;&lt;w:numId w:val=&quot;4&quot; /&gt;&lt;/w:numPr&gt;&lt;w:ind w:left=&quot;1276&quot; w:hanging=&quot;284&quot; /&gt;&lt;/w:pPr&gt;&lt;/w:style&gt;&lt;w:style w:type=&quot;paragraph&quot; w:customStyle=&quot;1&quot; w:styleId=&quot;VBS-EingercktBullet4&quot;&gt;&lt;w:name w:val=&quot;VBS-EingerücktBullet4&quot; /&gt;&lt;w:basedOn w:val=&quot;VBS-Eingerckt&quot; /&gt;&lt;w:qFormat /&gt;&lt;w:rsid w:val=&quot;00A94F7A&quot; /&gt;&lt;w:pPr&gt;&lt;w:numPr&gt;&lt;w:numId w:val=&quot;5&quot; /&gt;&lt;/w:numPr&gt;&lt;w:ind w:left=&quot;1276&quot; w:hanging=&quot;284&quot; /&gt;&lt;/w:pPr&gt;&lt;/w:style&gt;&lt;w:style w:type=&quot;paragraph&quot; w:customStyle=&quot;1&quot; w:styleId=&quot;VBS-TabelleBullet1&quot;&gt;&lt;w:name w:val=&quot;VBS-TabelleBullet1&quot; /&gt;&lt;w:basedOn w:val=&quot;Normal&quot; /&gt;&lt;w:qFormat /&gt;&lt;w:rsid w:val=&quot;00D8402E&quot; /&gt;&lt;w:pPr&gt;&lt;w:numPr&gt;&lt;w:numId w:val=&quot;6&quot; /&gt;&lt;/w:numPr&gt;&lt;w:spacing w:before=&quot;40&quot; w:after=&quot;40&quot; /&gt;&lt;w:ind w:left=&quot;284&quot; w:hanging=&quot;284&quot; /&gt;&lt;w:contextualSpacing /&gt;&lt;/w:pPr&gt;&lt;w:rPr&gt;&lt;w:lang w:eastAsia=&quot;de-DE&quot; /&gt;&lt;/w:rPr&gt;&lt;/w:style&gt;&lt;w:style w:type=&quot;paragraph&quot; w:customStyle=&quot;1&quot; w:styleId=&quot;VBS-TabelleBullet2&quot;&gt;&lt;w:name w:val=&quot;VBS-TabelleBullet2&quot; /&gt;&lt;w:basedOn w:val=&quot;VBS-EingercktBullet2&quot; /&gt;&lt;w:qFormat /&gt;&lt;w:rsid w:val=&quot;00D8402E&quot; /&gt;&lt;w:pPr&gt;&lt;w:numPr&gt;&lt;w:numId w:val=&quot;7&quot; /&gt;&lt;/w:numPr&gt;&lt;w:spacing w:before=&quot;40&quot; w:after=&quot;40&quot; /&gt;&lt;w:ind w:left=&quot;284&quot; w:hanging=&quot;284&quot; /&gt;&lt;w:contextualSpacing /&gt;&lt;/w:pPr&gt;&lt;/w:style&gt;&lt;w:style w:type=&quot;character&quot; w:customStyle=&quot;1&quot; w:styleId=&quot;Heading1Char&quot;&gt;&lt;w:name w:val=&quot;Heading 1 Char&quot; /&gt;&lt;w:aliases w:val=&quot;VBS-Hauptitel Char&quot; /&gt;&lt;w:basedOn w:val=&quot;DefaultParagraphFont&quot; /&gt;&lt;w:link w:val=&quot;Heading1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2Char&quot;&gt;&lt;w:name w:val=&quot;Heading 2 Char&quot; /&gt;&lt;w:aliases w:val=&quot;VBS-Titel Char&quot; /&gt;&lt;w:basedOn w:val=&quot;DefaultParagraphFont&quot; /&gt;&lt;w:link w:val=&quot;Heading2&quot; /&gt;&lt;w:rsid w:val=&quot;0090257B&quot; /&gt;&lt;w:rPr&gt;&lt;w:rFonts w:ascii=&quot;Arial&quot; w:hAnsi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3Char&quot;&gt;&lt;w:name w:val=&quot;Heading 3 Char&quot; /&gt;&lt;w:aliases w:val=&quot;VBS-Untertitel Char&quot; /&gt;&lt;w:basedOn w:val=&quot;DefaultParagraphFont&quot; /&gt;&lt;w:link w:val=&quot;Heading3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paragraph&quot; w:customStyle=&quot;1&quot; w:styleId=&quot;VBS-TabelleBullet3&quot;&gt;&lt;w:name w:val=&quot;VBS-TabelleBullet3&quot; /&gt;&lt;w:basedOn w:val=&quot;VBS-EingercktBullet3&quot; /&gt;&lt;w:qFormat /&gt;&lt;w:rsid w:val=&quot;00D8402E&quot; /&gt;&lt;w:pPr&gt;&lt;w:numPr&gt;&lt;w:numId w:val=&quot;8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Bullet4&quot;&gt;&lt;w:name w:val=&quot;VBS-TabelleBullet4&quot; /&gt;&lt;w:basedOn w:val=&quot;VBS-EingercktBullet4&quot; /&gt;&lt;w:qFormat /&gt;&lt;w:rsid w:val=&quot;00D8402E&quot; /&gt;&lt;w:pPr&gt;&lt;w:numPr&gt;&lt;w:numId w:val=&quot;9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n&quot;&gt;&lt;w:name w:val=&quot;VBS-Tabellen&quot; /&gt;&lt;w:basedOn w:val=&quot;Normal&quot; /&gt;&lt;w:qFormat /&gt;&lt;w:rsid w:val=&quot;001866A0&quot; /&gt;&lt;w:pPr&gt;&lt;w:spacing w:before=&quot;40&quot; w:after=&quot;40&quot; /&gt;&lt;w:contextualSpacing /&gt;&lt;/w:pPr&gt;&lt;/w:style&gt;&lt;w:style w:type=&quot;paragraph&quot; w:styleId=&quot;TOC1&quot;&gt;&lt;w:name w:val=&quot;toc 1&quot; /&gt;&lt;w:basedOn w:val=&quot;Normal&quot; /&gt;&lt;w:next w:val=&quot;Normal&quot; /&gt;&lt;w:autoRedefine /&gt;&lt;w:semiHidden /&gt;&lt;w:rsid w:val=&quot;00F461AE&quot; /&gt;&lt;w:pPr&gt;&lt;w:spacing w:before=&quot;120&quot; /&gt;&lt;w:ind w:left=&quot;992&quot; w:hanging=&quot;992&quot; /&gt;&lt;/w:pPr&gt;&lt;w:rPr&gt;&lt;w:b /&gt;&lt;/w:rPr&gt;&lt;/w:style&gt;&lt;w:style w:type=&quot;paragraph&quot; w:styleId=&quot;TOC2&quot;&gt;&lt;w:name w:val=&quot;toc 2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3&quot;&gt;&lt;w:name w:val=&quot;toc 3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4&quot;&gt;&lt;w:name w:val=&quot;toc 4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5&quot;&gt;&lt;w:name w:val=&quot;toc 5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Heading&quot;&gt;&lt;w:name w:val=&quot;TOC Heading&quot; /&gt;&lt;w:basedOn w:val=&quot;Heading1&quot; /&gt;&lt;w:next w:val=&quot;Normal&quot; /&gt;&lt;w:uiPriority w:val=&quot;39&quot; /&gt;&lt;w:semiHidden /&gt;&lt;w:qFormat /&gt;&lt;w:rsid w:val=&quot;004431C9&quot; /&gt;&lt;w:pPr&gt;&lt;w:numPr&gt;&lt;w:numId w:val=&quot;0&quot; /&gt;&lt;/w:numPr&gt;&lt;w:tabs&gt;&lt;w:tab w:val=&quot;clear&quot; w:pos=&quot;992&quot; /&gt;&lt;/w:tabs&gt;&lt;w:spacing w:before=&quot;480&quot; /&gt;&lt;w:outlineLvl w:val=&quot;9&quot; /&gt;&lt;/w:pPr&gt;&lt;w:rPr&gt;&lt;w:rFonts w:eastAsiaTheme=&quot;majorEastAsia&quot; w:cstheme=&quot;majorBidi&quot; /&gt;&lt;w:szCs w:val=&quot;28&quot; /&gt;&lt;w:lang w:eastAsia=&quot;en-US&quot; /&gt;&lt;/w:rPr&gt;&lt;/w:style&gt;&lt;w:style w:type=&quot;paragraph&quot; w:styleId=&quot;Title&quot;&gt;&lt;w:name w:val=&quot;Title&quot; /&gt;&lt;w:basedOn w:val=&quot;Normal&quot; /&gt;&lt;w:next w:val=&quot;Normal&quot; /&gt;&lt;w:link w:val=&quot;TitleChar&quot; /&gt;&lt;w:semiHidden /&gt;&lt;w:rsid w:val=&quot;004431C9&quot; /&gt;&lt;w:pPr&gt;&lt;w:pBdr&gt;&lt;w:bottom w:val=&quot;single&quot; w:sz=&quot;8&quot; w:space=&quot;4&quot; w:color=&quot;4F81BD&quot; w:themeColor=&quot;accent1&quot; /&gt;&lt;/w:pBdr&gt;&lt;w:spacing w:after=&quot;300&quot; /&gt;&lt;w:contextualSpacing /&gt;&lt;/w:pPr&gt;&lt;w:rPr&gt;&lt;w:rFonts w:eastAsiaTheme=&quot;majorEastAsia&quot; w:cstheme=&quot;majorBidi&quot; /&gt;&lt;w:spacing w:val=&quot;5&quot; /&gt;&lt;w:kern w:val=&quot;28&quot; /&gt;&lt;w:sz w:val=&quot;52&quot; /&gt;&lt;w:szCs w:val=&quot;52&quot; /&gt;&lt;/w:rPr&gt;&lt;/w:style&gt;&lt;w:style w:type=&quot;character&quot; w:customStyle=&quot;1&quot; w:styleId=&quot;TitleChar&quot;&gt;&lt;w:name w:val=&quot;Title Char&quot; /&gt;&lt;w:basedOn w:val=&quot;DefaultParagraphFont&quot; /&gt;&lt;w:link w:val=&quot;Title&quot; /&gt;&lt;w:semiHidden /&gt;&lt;w:rsid w:val=&quot;004431C9&quot; /&gt;&lt;w:rPr&gt;&lt;w:rFonts w:ascii=&quot;Arial&quot; w:eastAsiaTheme=&quot;majorEastAsia&quot; w:hAnsi=&quot;Arial&quot; w:cstheme=&quot;majorBidi&quot; /&gt;&lt;w:spacing w:val=&quot;5&quot; /&gt;&lt;w:kern w:val=&quot;28&quot; /&gt;&lt;w:sz w:val=&quot;52&quot; /&gt;&lt;w:szCs w:val=&quot;52&quot; /&gt;&lt;w:lang w:eastAsia=&quot;en-US&quot; /&gt;&lt;/w:rPr&gt;&lt;/w:style&gt;&lt;w:style w:type=&quot;paragraph&quot; w:styleId=&quot;Subtitle&quot;&gt;&lt;w:name w:val=&quot;Subtitle&quot; /&gt;&lt;w:basedOn w:val=&quot;Normal&quot; /&gt;&lt;w:next w:val=&quot;Normal&quot; /&gt;&lt;w:link w:val=&quot;SubtitleChar&quot; /&gt;&lt;w:semiHidden /&gt;&lt;w:rsid w:val=&quot;004431C9&quot; /&gt;&lt;w:pPr&gt;&lt;w:numPr&gt;&lt;w:ilvl w:val=&quot;1&quot; /&gt;&lt;/w:numPr&gt;&lt;/w:pPr&gt;&lt;w:rPr&gt;&lt;w:rFonts w:eastAsiaTheme=&quot;majorEastAsia&quot; w:cstheme=&quot;majorBidi&quot; /&gt;&lt;w:iCs /&gt;&lt;w:spacing w:val=&quot;15&quot; /&gt;&lt;w:sz w:val=&quot;24&quot; /&gt;&lt;w:szCs w:val=&quot;24&quot; /&gt;&lt;/w:rPr&gt;&lt;/w:style&gt;&lt;w:style w:type=&quot;character&quot; w:customStyle=&quot;1&quot; w:styleId=&quot;SubtitleChar&quot;&gt;&lt;w:name w:val=&quot;Subtitle Char&quot; /&gt;&lt;w:basedOn w:val=&quot;DefaultParagraphFont&quot; /&gt;&lt;w:link w:val=&quot;Subtitle&quot; /&gt;&lt;w:semiHidden /&gt;&lt;w:rsid w:val=&quot;004431C9&quot; /&gt;&lt;w:rPr&gt;&lt;w:rFonts w:ascii=&quot;Arial&quot; w:eastAsiaTheme=&quot;majorEastAsia&quot; w:hAnsi=&quot;Arial&quot; w:cstheme=&quot;majorBidi&quot; /&gt;&lt;w:iCs /&gt;&lt;w:spacing w:val=&quot;15&quot; /&gt;&lt;w:sz w:val=&quot;24&quot; /&gt;&lt;w:szCs w:val=&quot;24&quot; /&gt;&lt;w:lang w:eastAsia=&quot;en-US&quot; /&gt;&lt;/w:rPr&gt;&lt;/w:style&gt;&lt;w:style w:type=&quot;table&quot; w:styleId=&quot;TableGrid&quot;&gt;&lt;w:name w:val=&quot;Table Grid&quot; /&gt;&lt;w:basedOn w:val=&quot;TableNormal&quot; /&gt;&lt;w:rsid w:val=&quot;00A060C1&quot; /&gt;&lt;w:tblPr&gt;&lt;w:tblInd w:w=&quot;-108&quot; w:type=&quot;dxa&quot; /&gt;&lt;/w:tblPr&gt;&lt;/w:style&gt;&lt;w:style w:type=&quot;table&quot; w:styleId=&quot;TableTheme&quot;&gt;&lt;w:name w:val=&quot;Table Theme&quot; /&gt;&lt;w:basedOn w:val=&quot;TableNormal&quot; /&gt;&lt;w:rsid w:val=&quot;00A060C1&quot; /&gt;&lt;w:tblPr&gt;&lt;w:tblBorders&gt;&lt;w:top w:val=&quot;single&quot; w:sz=&quot;4&quot; w:space=&quot;0&quot; w:color=&quot;auto&quot; /&gt;&lt;w:left w:val=&quot;single&quot; w:sz=&quot;4&quot; w:space=&quot;0&quot; w:color=&quot;auto&quot; /&gt;&lt;w:bottom w:val=&quot;single&quot; w:sz=&quot;4&quot; w:space=&quot;0&quot; w:color=&quot;auto&quot; /&gt;&lt;w:right w:val=&quot;single&quot; w:sz=&quot;4&quot; w:space=&quot;0&quot; w:color=&quot;auto&quot; /&gt;&lt;w:insideH w:val=&quot;single&quot; w:sz=&quot;4&quot; w:space=&quot;0&quot; w:color=&quot;auto&quot; /&gt;&lt;w:insideV w:val=&quot;single&quot; w:sz=&quot;4&quot; w:space=&quot;0&quot; w:color=&quot;auto&quot; /&gt;&lt;/w:tblBorders&gt;&lt;/w:tblPr&gt;&lt;/w:style&gt;&lt;/w:styles&gt;&lt;/pkg:xmlData&gt;&lt;/pkg:part&gt;&lt;pkg:part pkg:name=&quot;/customXml/_rels/item1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1&quot; Type=&quot;http://schemas.openxmlformats.org/officeDocument/2006/relationships/customXmlProps&quot; Target=&quot;itemProps1.xml&quot; /&gt;&lt;/Relationships&gt;&lt;/pkg:xmlData&gt;&lt;/pkg:part&gt;&lt;pkg:part pkg:name=&quot;/customXml/itemProps1.xml&quot; pkg:contentType=&quot;application/vnd.openxmlformats-officedocument.customXmlProperties+xml&quot; pkg:padding=&quot;32&quot;&gt;&lt;pkg:xmlData pkg:originalXmlStandalone=&quot;no&quot;&gt;&lt;ds:datastoreItem ds:itemID=&quot;{81DAD255-FC31-46D8-B0AC-3EB01A7B24FA}&quot; xmlns:ds=&quot;http://schemas.openxmlformats.org/officeDocument/2006/customXml&quot;&gt;&lt;ds:schemaRefs&gt;&lt;ds:schemaRef ds:uri=&quot;http://schemas.openxmlformats.org/officeDocument/2006/bibliography&quot; /&gt;&lt;/ds:schemaRefs&gt;&lt;/ds:datastoreItem&gt;&lt;/pkg:xmlData&gt;&lt;/pkg:part&gt;&lt;pkg:part pkg:name=&quot;/word/numbering.xml&quot; pkg:contentType=&quot;application/vnd.openxmlformats-officedocument.wordprocessingml.numbering+xml&quot;&gt;&lt;pkg:xmlData&gt;&lt;w:numbering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abstractNum w:abstractNumId=&quot;0&quot; w15:restartNumberingAfterBreak=&quot;0&quot;&gt;&lt;w:nsid w:val=&quot;FFFFFF7C&quot; /&gt;&lt;w:multiLevelType w:val=&quot;singleLevel&quot; /&gt;&lt;w:tmpl w:val=&quot;9CA03A22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492&quot; /&gt;&lt;/w:tabs&gt;&lt;w:ind w:left=&quot;1492&quot; w:hanging=&quot;360&quot; /&gt;&lt;/w:pPr&gt;&lt;/w:lvl&gt;&lt;/w:abstractNum&gt;&lt;w:abstractNum w:abstractNumId=&quot;1&quot; w15:restartNumberingAfterBreak=&quot;0&quot;&gt;&lt;w:nsid w:val=&quot;FFFFFF7D&quot; /&gt;&lt;w:multiLevelType w:val=&quot;singleLevel&quot; /&gt;&lt;w:tmpl w:val=&quot;BC245DF4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209&quot; /&gt;&lt;/w:tabs&gt;&lt;w:ind w:left=&quot;1209&quot; w:hanging=&quot;360&quot; /&gt;&lt;/w:pPr&gt;&lt;/w:lvl&gt;&lt;/w:abstractNum&gt;&lt;w:abstractNum w:abstractNumId=&quot;2&quot; w15:restartNumberingAfterBreak=&quot;0&quot;&gt;&lt;w:nsid w:val=&quot;FFFFFF7E&quot; /&gt;&lt;w:multiLevelType w:val=&quot;singleLevel&quot; /&gt;&lt;w:tmpl w:val=&quot;EC88B79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926&quot; /&gt;&lt;/w:tabs&gt;&lt;w:ind w:left=&quot;926&quot; w:hanging=&quot;360&quot; /&gt;&lt;/w:pPr&gt;&lt;/w:lvl&gt;&lt;/w:abstractNum&gt;&lt;w:abstractNum w:abstractNumId=&quot;3&quot; w15:restartNumberingAfterBreak=&quot;0&quot;&gt;&lt;w:nsid w:val=&quot;FFFFFF7F&quot; /&gt;&lt;w:multiLevelType w:val=&quot;singleLevel&quot; /&gt;&lt;w:tmpl w:val=&quot;2A5423F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643&quot; /&gt;&lt;/w:tabs&gt;&lt;w:ind w:left=&quot;643&quot; w:hanging=&quot;360&quot; /&gt;&lt;/w:pPr&gt;&lt;/w:lvl&gt;&lt;/w:abstractNum&gt;&lt;w:abstractNum w:abstractNumId=&quot;4&quot; w15:restartNumberingAfterBreak=&quot;0&quot;&gt;&lt;w:nsid w:val=&quot;FFFFFF80&quot; /&gt;&lt;w:multiLevelType w:val=&quot;singleLevel&quot; /&gt;&lt;w:tmpl w:val=&quot;092E6646&quot; /&gt;&lt;w:lvl w:ilvl=&quot;0&quot;&gt;&lt;w:start w:val=&quot;1&quot; /&gt;&lt;w:numFmt w:val=&quot;bullet&quot; /&gt;&lt;w:lvlText w:val=&quot;&quot; /&gt;&lt;w:lvlJc w:val=&quot;left&quot; /&gt;&lt;w:pPr&gt;&lt;w:tabs&gt;&lt;w:tab w:val=&quot;num&quot; w:pos=&quot;1492&quot; /&gt;&lt;/w:tabs&gt;&lt;w:ind w:left=&quot;1492&quot; w:hanging=&quot;360&quot; /&gt;&lt;/w:pPr&gt;&lt;w:rPr&gt;&lt;w:rFonts w:ascii=&quot;Symbol&quot; w:hAnsi=&quot;Symbol&quot; w:hint=&quot;default&quot; /&gt;&lt;/w:rPr&gt;&lt;/w:lvl&gt;&lt;/w:abstractNum&gt;&lt;w:abstractNum w:abstractNumId=&quot;5&quot; w15:restartNumberingAfterBreak=&quot;0&quot;&gt;&lt;w:nsid w:val=&quot;FFFFFF81&quot; /&gt;&lt;w:multiLevelType w:val=&quot;singleLevel&quot; /&gt;&lt;w:tmpl w:val=&quot;B478DBF0&quot; /&gt;&lt;w:lvl w:ilvl=&quot;0&quot;&gt;&lt;w:start w:val=&quot;1&quot; /&gt;&lt;w:numFmt w:val=&quot;bullet&quot; /&gt;&lt;w:lvlText w:val=&quot;&quot; /&gt;&lt;w:lvlJc w:val=&quot;left&quot; /&gt;&lt;w:pPr&gt;&lt;w:tabs&gt;&lt;w:tab w:val=&quot;num&quot; w:pos=&quot;1209&quot; /&gt;&lt;/w:tabs&gt;&lt;w:ind w:left=&quot;1209&quot; w:hanging=&quot;360&quot; /&gt;&lt;/w:pPr&gt;&lt;w:rPr&gt;&lt;w:rFonts w:ascii=&quot;Symbol&quot; w:hAnsi=&quot;Symbol&quot; w:hint=&quot;default&quot; /&gt;&lt;/w:rPr&gt;&lt;/w:lvl&gt;&lt;/w:abstractNum&gt;&lt;w:abstractNum w:abstractNumId=&quot;6&quot; w15:restartNumberingAfterBreak=&quot;0&quot;&gt;&lt;w:nsid w:val=&quot;FFFFFF82&quot; /&gt;&lt;w:multiLevelType w:val=&quot;singleLevel&quot; /&gt;&lt;w:tmpl w:val=&quot;09A678BE&quot; /&gt;&lt;w:lvl w:ilvl=&quot;0&quot;&gt;&lt;w:start w:val=&quot;1&quot; /&gt;&lt;w:numFmt w:val=&quot;bullet&quot; /&gt;&lt;w:lvlText w:val=&quot;&quot; /&gt;&lt;w:lvlJc w:val=&quot;left&quot; /&gt;&lt;w:pPr&gt;&lt;w:tabs&gt;&lt;w:tab w:val=&quot;num&quot; w:pos=&quot;926&quot; /&gt;&lt;/w:tabs&gt;&lt;w:ind w:left=&quot;926&quot; w:hanging=&quot;360&quot; /&gt;&lt;/w:pPr&gt;&lt;w:rPr&gt;&lt;w:rFonts w:ascii=&quot;Symbol&quot; w:hAnsi=&quot;Symbol&quot; w:hint=&quot;default&quot; /&gt;&lt;/w:rPr&gt;&lt;/w:lvl&gt;&lt;/w:abstractNum&gt;&lt;w:abstractNum w:abstractNumId=&quot;7&quot; w15:restartNumberingAfterBreak=&quot;0&quot;&gt;&lt;w:nsid w:val=&quot;FFFFFF83&quot; /&gt;&lt;w:multiLevelType w:val=&quot;singleLevel&quot; /&gt;&lt;w:tmpl w:val=&quot;D63EB5D4&quot; /&gt;&lt;w:lvl w:ilvl=&quot;0&quot;&gt;&lt;w:start w:val=&quot;1&quot; /&gt;&lt;w:numFmt w:val=&quot;bullet&quot; /&gt;&lt;w:lvlText w:val=&quot;&quot; /&gt;&lt;w:lvlJc w:val=&quot;left&quot; /&gt;&lt;w:pPr&gt;&lt;w:tabs&gt;&lt;w:tab w:val=&quot;num&quot; w:pos=&quot;643&quot; /&gt;&lt;/w:tabs&gt;&lt;w:ind w:left=&quot;643&quot; w:hanging=&quot;360&quot; /&gt;&lt;/w:pPr&gt;&lt;w:rPr&gt;&lt;w:rFonts w:ascii=&quot;Symbol&quot; w:hAnsi=&quot;Symbol&quot; w:hint=&quot;default&quot; /&gt;&lt;/w:rPr&gt;&lt;/w:lvl&gt;&lt;/w:abstractNum&gt;&lt;w:abstractNum w:abstractNumId=&quot;8&quot; w15:restartNumberingAfterBreak=&quot;0&quot;&gt;&lt;w:nsid w:val=&quot;FFFFFF88&quot; /&gt;&lt;w:multiLevelType w:val=&quot;singleLevel&quot; /&gt;&lt;w:tmpl w:val=&quot;E4ECE456&quot; /&gt;&lt;w:lvl w:ilvl=&quot;0&quot;&gt;&lt;w:start w:val=&quot;1&quot; /&gt;&lt;w:numFmt w:va"/>
    <w:docVar w:name="fr-CH3_LanguageVersion" w:val="l=&quot;decimal&quot; /&gt;&lt;w:lvlText w:val=&quot;%1.&quot; /&gt;&lt;w:lvlJc w:val=&quot;left&quot; /&gt;&lt;w:pPr&gt;&lt;w:tabs&gt;&lt;w:tab w:val=&quot;num&quot; w:pos=&quot;360&quot; /&gt;&lt;/w:tabs&gt;&lt;w:ind w:left=&quot;360&quot; w:hanging=&quot;360&quot; /&gt;&lt;/w:pPr&gt;&lt;/w:lvl&gt;&lt;/w:abstractNum&gt;&lt;w:abstractNum w:abstractNumId=&quot;9&quot; w15:restartNumberingAfterBreak=&quot;0&quot;&gt;&lt;w:nsid w:val=&quot;FFFFFF89&quot; /&gt;&lt;w:multiLevelType w:val=&quot;singleLevel&quot; /&gt;&lt;w:tmpl w:val=&quot;4E9AF5C2&quot; /&gt;&lt;w:lvl w:ilvl=&quot;0&quot;&gt;&lt;w:start w:val=&quot;1&quot; /&gt;&lt;w:numFmt w:val=&quot;bullet&quot; /&gt;&lt;w:lvlText w:val=&quot;&quot; /&gt;&lt;w:lvlJc w:val=&quot;left&quot; /&gt;&lt;w:pPr&gt;&lt;w:tabs&gt;&lt;w:tab w:val=&quot;num&quot; w:pos=&quot;360&quot; /&gt;&lt;/w:tabs&gt;&lt;w:ind w:left=&quot;360&quot; w:hanging=&quot;360&quot; /&gt;&lt;/w:pPr&gt;&lt;w:rPr&gt;&lt;w:rFonts w:ascii=&quot;Symbol&quot; w:hAnsi=&quot;Symbol&quot; w:hint=&quot;default&quot; /&gt;&lt;/w:rPr&gt;&lt;/w:lvl&gt;&lt;/w:abstractNum&gt;&lt;w:abstractNum w:abstractNumId=&quot;10&quot; w15:restartNumberingAfterBreak=&quot;0&quot;&gt;&lt;w:nsid w:val=&quot;09E0080F&quot; /&gt;&lt;w:multiLevelType w:val=&quot;hybridMultilevel&quot; /&gt;&lt;w:tmpl w:val=&quot;47ECB094&quot; /&gt;&lt;w:lvl w:ilvl=&quot;0&quot; w:tplc=&quot;C762A78C&quot;&gt;&lt;w:start w:val=&quot;1&quot; /&gt;&lt;w:numFmt w:val=&quot;bullet&quot; /&gt;&lt;w:pStyle w:val=&quot;VBS-EingercktBullet2&quot; /&gt;&lt;w:lvlText w:val=&quot;-&quot; /&gt;&lt;w:lvlJc w:val=&quot;left&quot; /&gt;&lt;w:pPr&gt;&lt;w:ind w:left=&quot;1353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2&quot; w:hanging=&quot;360&quot; /&gt;&lt;/w:pPr&gt;&lt;w:rPr&gt;&lt;w:rFonts w:ascii=&quot;Wingdings&quot; w:hAnsi=&quot;Wingdings&quot; w:hint=&quot;default&quot; /&gt;&lt;/w:rPr&gt;&lt;/w:lvl&gt;&lt;/w:abstractNum&gt;&lt;w:abstractNum w:abstractNumId=&quot;11&quot; w15:restartNumberingAfterBreak=&quot;0&quot;&gt;&lt;w:nsid w:val=&quot;17AA109A&quot; /&gt;&lt;w:multiLevelType w:val=&quot;multilevel&quot; /&gt;&lt;w:tmpl w:val=&quot;1ADE288E&quot; /&gt;&lt;w:lvl w:ilvl=&quot;0&quot;&gt;&lt;w:start w:val=&quot;1&quot; /&gt;&lt;w:numFmt w:val=&quot;decimal&quot; /&gt;&lt;w:pStyle w:val=&quot;Heading1&quot; /&gt;&lt;w:lvlText w:val=&quot;%1&quot; /&gt;&lt;w:lvlJc w:val=&quot;left&quot; /&gt;&lt;w:pPr&gt;&lt;w:tabs&gt;&lt;w:tab w:val=&quot;num&quot; w:pos=&quot;432&quot; /&gt;&lt;/w:tabs&gt;&lt;w:ind w:left=&quot;432&quot; w:hanging=&quot;432&quot; /&gt;&lt;/w:pPr&gt;&lt;/w:lvl&gt;&lt;w:lvl w:ilvl=&quot;1&quot;&gt;&lt;w:start w:val=&quot;1&quot; /&gt;&lt;w:numFmt w:val=&quot;decimal&quot; /&gt;&lt;w:pStyle w:val=&quot;Heading2&quot; /&gt;&lt;w:lvlText w:val=&quot;%1.%2&quot; /&gt;&lt;w:lvlJc w:val=&quot;left&quot; /&gt;&lt;w:pPr&gt;&lt;w:tabs&gt;&lt;w:tab w:val=&quot;num&quot; w:pos=&quot;576&quot; /&gt;&lt;/w:tabs&gt;&lt;w:ind w:left=&quot;576&quot; w:hanging=&quot;576&quot; /&gt;&lt;/w:pPr&gt;&lt;w:rPr&gt;&lt;w:sz w:val=&quot;22&quot; /&gt;&lt;w:szCs w:val=&quot;22&quot; /&gt;&lt;/w:rPr&gt;&lt;/w:lvl&gt;&lt;w:lvl w:ilvl=&quot;2&quot;&gt;&lt;w:start w:val=&quot;1&quot; /&gt;&lt;w:numFmt w:val=&quot;decimal&quot; /&gt;&lt;w:pStyle w:val=&quot;Heading3&quot; /&gt;&lt;w:lvlText w:val=&quot;%1.%2.%3&quot; /&gt;&lt;w:lvlJc w:val=&quot;left&quot; /&gt;&lt;w:pPr&gt;&lt;w:tabs&gt;&lt;w:tab w:val=&quot;num&quot; w:pos=&quot;720&quot; /&gt;&lt;/w:tabs&gt;&lt;w:ind w:left=&quot;720&quot; w:hanging=&quot;720&quot; /&gt;&lt;/w:pPr&gt;&lt;/w:lvl&gt;&lt;w:lvl w:ilvl=&quot;3&quot;&gt;&lt;w:start w:val=&quot;1&quot; /&gt;&lt;w:numFmt w:val=&quot;decimal&quot; /&gt;&lt;w:lvlText w:val=&quot;%1.%2.%3.%4&quot; /&gt;&lt;w:lvlJc w:val=&quot;left&quot; /&gt;&lt;w:pPr&gt;&lt;w:tabs&gt;&lt;w:tab w:val=&quot;num&quot; w:pos=&quot;864&quot; /&gt;&lt;/w:tabs&gt;&lt;w:ind w:left=&quot;864&quot; w:hanging=&quot;864&quot; /&gt;&lt;/w:pPr&gt;&lt;/w:lvl&gt;&lt;w:lvl w:ilvl=&quot;4&quot;&gt;&lt;w:start w:val=&quot;1&quot; /&gt;&lt;w:numFmt w:val=&quot;decimal&quot; /&gt;&lt;w:lvlText w:val=&quot;%1.%2.%3.%4.%5&quot; /&gt;&lt;w:lvlJc w:val=&quot;left&quot; /&gt;&lt;w:pPr&gt;&lt;w:tabs&gt;&lt;w:tab w:val=&quot;num&quot; w:pos=&quot;1008&quot; /&gt;&lt;/w:tabs&gt;&lt;w:ind w:left=&quot;1008&quot; w:hanging=&quot;1008&quot; /&gt;&lt;/w:pPr&gt;&lt;/w:lvl&gt;&lt;w:lvl w:ilvl=&quot;5&quot;&gt;&lt;w:start w:val=&quot;1&quot; /&gt;&lt;w:numFmt w:val=&quot;decimal&quot; /&gt;&lt;w:lvlText w:val=&quot;%1.%2.%3.%4.%5.%6&quot; /&gt;&lt;w:lvlJc w:val=&quot;left&quot; /&gt;&lt;w:pPr&gt;&lt;w:tabs&gt;&lt;w:tab w:val=&quot;num&quot; w:pos=&quot;1152&quot; /&gt;&lt;/w:tabs&gt;&lt;w:ind w:left=&quot;1152&quot; w:hanging=&quot;1152&quot; /&gt;&lt;/w:pPr&gt;&lt;/w:lvl&gt;&lt;w:lvl w:ilvl=&quot;6&quot;&gt;&lt;w:start w:val=&quot;1&quot; /&gt;&lt;w:numFmt w:val=&quot;decimal&quot; /&gt;&lt;w:lvlText w:val=&quot;%1.%2.%3.%4.%5.%6.%7&quot; /&gt;&lt;w:lvlJc w:val=&quot;left&quot; /&gt;&lt;w:pPr&gt;&lt;w:tabs&gt;&lt;w:tab w:val=&quot;num&quot; w:pos=&quot;1296&quot; /&gt;&lt;/w:tabs&gt;&lt;w:ind w:left=&quot;1296&quot; w:hanging=&quot;1296&quot; /&gt;&lt;/w:pPr&gt;&lt;/w:lvl&gt;&lt;w:lvl w:ilvl=&quot;7&quot;&gt;&lt;w:start w:val=&quot;1&quot; /&gt;&lt;w:numFmt w:val=&quot;decimal&quot; /&gt;&lt;w:lvlText w:val=&quot;%1.%2.%3.%4.%5.%6.%7.%8&quot; /&gt;&lt;w:lvlJc w:val=&quot;left&quot; /&gt;&lt;w:pPr&gt;&lt;w:tabs&gt;&lt;w:tab w:val=&quot;num&quot; w:pos=&quot;1440&quot; /&gt;&lt;/w:tabs&gt;&lt;w:ind w:left=&quot;1440&quot; w:hanging=&quot;1440&quot; /&gt;&lt;/w:pPr&gt;&lt;/w:lvl&gt;&lt;w:lvl w:ilvl=&quot;8&quot;&gt;&lt;w:start w:val=&quot;1&quot; /&gt;&lt;w:numFmt w:val=&quot;decimal&quot; /&gt;&lt;w:lvlText w:val=&quot;%1.%2.%3.%4.%5.%6.%7.%8.%9&quot; /&gt;&lt;w:lvlJc w:val=&quot;left&quot; /&gt;&lt;w:pPr&gt;&lt;w:tabs&gt;&lt;w:tab w:val=&quot;num&quot; w:pos=&quot;1584&quot; /&gt;&lt;/w:tabs&gt;&lt;w:ind w:left=&quot;1584&quot; w:hanging=&quot;1584&quot; /&gt;&lt;/w:pPr&gt;&lt;/w:lvl&gt;&lt;/w:abstractNum&gt;&lt;w:abstractNum w:abstractNumId=&quot;12&quot; w15:restartNumberingAfterBreak=&quot;0&quot;&gt;&lt;w:nsid w:val=&quot;26640EB9&quot; /&gt;&lt;w:multiLevelType w:val=&quot;hybridMultilevel&quot; /&gt;&lt;w:tmpl w:val=&quot;19EA9EA2&quot; /&gt;&lt;w:lvl w:ilvl=&quot;0&quot; w:tplc=&quot;65BA0F46&quot;&gt;&lt;w:start w:val=&quot;1&quot; /&gt;&lt;w:numFmt w:val=&quot;bullet&quot; /&gt;&lt;w:pStyle w:val=&quot;VBS-TabelleBullet1&quot; /&gt;&lt;w:lvlText w:val=&quot;&quot; /&gt;&lt;w:lvlJc w:val=&quot;left&quot; /&gt;&lt;w:pPr&gt;&lt;w:ind w:left=&quot;720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3&quot; w15:restartNumberingAfterBreak=&quot;0&quot;&gt;&lt;w:nsid w:val=&quot;27C4355F&quot; /&gt;&lt;w:multiLevelType w:val=&quot;hybridMultilevel&quot; /&gt;&lt;w:tmpl w:val=&quot;33A8F9DA&quot; /&gt;&lt;w:lvl w:ilvl=&quot;0&quot; w:tplc=&quot;B54CBC60&quot;&gt;&lt;w:start w:val=&quot;1&quot; /&gt;&lt;w:numFmt w:val=&quot;lowerLetter&quot; /&gt;&lt;w:pStyle w:val=&quot;VBS-EingercktBullet4&quot; /&gt;&lt;w:lvlText w:val=&quot;%1.&quot; /&gt;&lt;w:lvlJc w:val=&quot;left&quot; /&gt;&lt;w:pPr&gt;&lt;w:ind w:left=&quot;1713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2433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3153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3873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4593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5313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6033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6753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7473&quot; w:hanging=&quot;180&quot; /&gt;&lt;/w:pPr&gt;&lt;/w:lvl&gt;&lt;/w:abstractNum&gt;&lt;w:abstractNum w:abstractNumId=&quot;14&quot; w15:restartNumberingAfterBreak=&quot;0&quot;&gt;&lt;w:nsid w:val=&quot;27D138BC&quot; /&gt;&lt;w:multiLevelType w:val=&quot;hybridMultilevel&quot; /&gt;&lt;w:tmpl w:val=&quot;F78EA4CC&quot; /&gt;&lt;w:lvl w:ilvl=&quot;0&quot; w:tplc=&quot;5E02E576&quot;&gt;&lt;w:numFmt w:val=&quot;bullet&quot; /&gt;&lt;w:pStyle w:val=&quot;VBS-EingercktBullet3&quot; /&gt;&lt;w:lvlText w:val=&quot;+&quot; /&gt;&lt;w:lvlJc w:val=&quot;left&quot; /&gt;&lt;w:pPr&gt;&lt;w:ind w:left=&quot;1713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3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3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3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3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3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3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3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3&quot; w:hanging=&quot;360&quot; /&gt;&lt;/w:pPr&gt;&lt;w:rPr&gt;&lt;w:rFonts w:ascii=&quot;Wingdings&quot; w:hAnsi=&quot;Wingdings&quot; w:hint=&quot;default&quot; /&gt;&lt;/w:rPr&gt;&lt;/w:lvl&gt;&lt;/w:abstractNum&gt;&lt;w:abstractNum w:abstractNumId=&quot;15&quot; w15:restartNumberingAfterBreak=&quot;0&quot;&gt;&lt;w:nsid w:val=&quot;2C381E27&quot; /&gt;&lt;w:multiLevelType w:val=&quot;hybridMultilevel&quot; /&gt;&lt;w:tmpl w:val=&quot;81726B26&quot; /&gt;&lt;w:lvl w:ilvl=&quot;0&quot; w:tplc=&quot;8A8487BE&quot;&gt;&lt;w:start w:val=&quot;1&quot; /&gt;&lt;w:numFmt w:val=&quot;bullet&quot; /&gt;&lt;w:pStyle w:val=&quot;VBS-EingercktBullet1&quot; /&gt;&lt;w:lvlText w:val=&quot;&quot; /&gt;&lt;w:lvlJc w:val=&quot;left&quot; /&gt;&lt;w:pPr&gt;&lt;w:ind w:left=&quot;1352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07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79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51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23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95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67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39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112&quot; w:hanging=&quot;360&quot; /&gt;&lt;/w:pPr&gt;&lt;w:rPr&gt;&lt;w:rFonts w:ascii=&quot;Wingdings&quot; w:hAnsi=&quot;Wingdings&quot; w:hint=&quot;default&quot; /&gt;&lt;/w:rPr&gt;&lt;/w:lvl&gt;&lt;/w:abstractNum&gt;&lt;w:abstractNum w:abstractNumId=&quot;16&quot; w15:restartNumberingAfterBreak=&quot;0&quot;&gt;&lt;w:nsid w:val=&quot;4F984677&quot; /&gt;&lt;w:multiLevelType w:val=&quot;hybridMultilevel&quot; /&gt;&lt;w:tmpl w:val=&quot;2B0CB038&quot; /&gt;&lt;w:lvl w:ilvl=&quot;0&quot; w:tplc=&quot;CD7CA954&quot;&gt;&lt;w:start w:val=&quot;1&quot; /&gt;&lt;w:numFmt w:val=&quot;lowerLetter&quot; /&gt;&lt;w:pStyle w:val=&quot;VBS-TabelleBullet4&quot; /&gt;&lt;w:lvlText w:val=&quot;%1.&quot; /&gt;&lt;w:lvlJc w:val=&quot;left&quot; /&gt;&lt;w:pPr&gt;&lt;w:ind w:left=&quot;720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1440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2160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2880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3600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4320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5040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5760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6480&quot; w:hanging=&quot;180&quot; /&gt;&lt;/w:pPr&gt;&lt;/w:lvl&gt;&lt;/w:abstractNum&gt;&lt;w:abstractNum w:abstractNumId=&quot;17&quot; w15:restartNumberingAfterBreak=&quot;0&quot;&gt;&lt;w:nsid w:val=&quot;66447DE2&quot; /&gt;&lt;w:multiLevelType w:val=&quot;hybridMultilevel&quot; /&gt;&lt;w:tmpl w:val=&quot;26FAADBE&quot; /&gt;&lt;w:lvl w:ilvl=&quot;0&quot; w:tplc=&quot;15108B34&quot;&gt;&lt;w:start w:val=&quot;1&quot; /&gt;&lt;w:numFmt w:val=&quot;bullet&quot; /&gt;&lt;w:pStyle w:val=&quot;VBS-TabelleBullet2&quot; /&gt;&lt;w:lvlText w:val=&quot;-&quot; /&gt;&lt;w:lvlJc w:val=&quot;left&quot; /&gt;&lt;w:pPr&gt;&lt;w:ind w:left=&quot;720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8&quot; w15:restartNumberingAfterBreak=&quot;0&quot;&gt;&lt;w:nsid w:val=&quot;6A797F48&quot; /&gt;&lt;w:multiLevelType w:val=&quot;hybridMultilevel&quot; /&gt;&lt;w:tmpl w:val=&quot;99F25B1E&quot; /&gt;&lt;w:lvl w:ilvl=&quot;0&quot; w:tplc=&quot;7506DA28&quot;&gt;&lt;w:numFmt w:val=&quot;bullet&quot; /&gt;&lt;w:pStyle w:val=&quot;VBS-TabelleBullet3&quot; /&gt;&lt;w:lvlText w:val=&quot;+&quot; /&gt;&lt;w:lvlJc w:val=&quot;left&quot; /&gt;&lt;w:pPr&gt;&lt;w:ind w:left=&quot;720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num w:numId=&quot;1&quot;&gt;&lt;w:abstractNumId w:val=&quot;11&quot; /&gt;&lt;/w:num&gt;&lt;w:num w:numId=&quot;2&quot;&gt;&lt;w:abstractNumId w:val=&quot;15&quot; /&gt;&lt;/w:num&gt;&lt;w:num w:numId=&quot;3&quot;&gt;&lt;w:abstractNumId w:val=&quot;10&quot; /&gt;&lt;/w:num&gt;&lt;w:num w:numId=&quot;4&quot;&gt;&lt;w:abstractNumId w:val=&quot;14&quot; /&gt;&lt;/w:num&gt;&lt;w:num w:numId=&quot;5&quot;&gt;&lt;w:abstractNumId w:val=&quot;13&quot; /&gt;&lt;/w:num&gt;&lt;w:num w:numId=&quot;6&quot;&gt;&lt;w:abstractNumId w:val=&quot;12&quot; /&gt;&lt;/w:num&gt;&lt;w:num w:numId=&quot;7&quot;&gt;&lt;w:abstractNumId w:val=&quot;17&quot; /&gt;&lt;/w:num&gt;&lt;w:num w:numId=&quot;8&quot;&gt;&lt;w:abstractNumId w:val=&quot;18&quot; /&gt;&lt;/w:num&gt;&lt;w:num w:numId=&quot;9&quot;&gt;&lt;w:abstractNumId w:val=&quot;16&quot; /&gt;&lt;/w:num&gt;&lt;w:num w:numId=&quot;10&quot;&gt;&lt;w:abstractNumId w:val=&quot;9&quot; /&gt;&lt;/w:num&gt;&lt;w:num w:numId=&quot;11&quot;&gt;&lt;w:abstractNumId w:val=&quot;7&quot; /&gt;&lt;/w:num&gt;&lt;w:num w:numId=&quot;12&quot;&gt;&lt;w:abstractNumId w:val=&quot;6&quot; /&gt;&lt;/w:num&gt;&lt;w:num w:numId=&quot;13&quot;&gt;&lt;w:abstractNumId w:val=&quot;5&quot; /&gt;&lt;/w:num&gt;&lt;w:num w:numId=&quot;14&quot;&gt;&lt;w:abstractNumId w:val=&quot;4&quot; /&gt;&lt;/w:num&gt;&lt;w:num w:numId=&quot;15&quot;&gt;&lt;w:abstractNumId w:val=&quot;8&quot; /&gt;&lt;/w:num&gt;&lt;w:num w:numId=&quot;16&quot;&gt;&lt;w:abstractNumId w:val=&quot;3&quot; /&gt;&lt;/w:num&gt;&lt;w:num w:numId=&quot;17&quot;&gt;&lt;w:abstractNumId w:val=&quot;2&quot; /&gt;&lt;/w:num&gt;&lt;w:num w:numId=&quot;18&quot;&gt;&lt;w:abstractNumId w:val=&quot;1&quot; /&gt;&lt;/w:num&gt;&lt;w:num w:numId=&quot;19&quot;&gt;&lt;w:abstractNumId w:val=&quot;0&quot; /&gt;&lt;/w:num&gt;&lt;w:numIdMacAtCleanup w:val=&quot;9&quot; /&gt;&lt;/w:numbering&gt;&lt;/pkg:xmlData&gt;&lt;/pkg:part&gt;&lt;pkg:part pkg:name=&quot;/docProps/app.xml&quot; pkg:contentType=&quot;application/vnd.openxmlformats-officedocument.extended-properties+xml&quot; pkg:padding=&quot;256&quot;&gt;&lt;pkg:xmlData&gt;&lt;Properties xmlns=&quot;http://schemas.openxmlformats.org/officeDocument/2006/extended-properties&quot; xmlns:vt=&quot;http://schemas.openxmlformats.org/officeDocument/2006/docPropsVTypes&quot;&gt;&lt;Template&gt;Basisformular_Hoch.dotx&lt;/Template&gt;&lt;TotalTime&gt;0&lt;/TotalTime&gt;&lt;Pages&gt;1&lt;/Pages&gt;&lt;Words&gt;2&lt;/Words&gt;&lt;Characters&gt;39&lt;/Characters&gt;&lt;Application&gt;Microsoft Office Word&lt;/Application&gt;&lt;DocSecurity&gt;0&lt;/DocSecurity&gt;&lt;Lines&gt;1&lt;/Lines&gt;&lt;Paragraphs&gt;1&lt;/Paragraphs&gt;&lt;ScaleCrop&gt;false&lt;/ScaleCrop&gt;&lt;HeadingPairs&gt;&lt;vt:vector size=&quot;2&quot; baseType=&quot;variant&quot;&gt;&lt;vt:variant&gt;&lt;vt:lpstr&gt;Titel&lt;/vt:lpstr&gt;&lt;/vt:variant&gt;&lt;vt:variant&gt;&lt;vt:i4&gt;1&lt;/vt:i4&gt;&lt;/vt:variant&gt;&lt;/vt:vector&gt;&lt;/HeadingPairs&gt;&lt;TitlesOfParts&gt;&lt;vt:vector size=&quot;1&quot; baseType=&quot;lpstr&quot;&gt;&lt;vt:lpstr&gt;Basisformular_Hoch&lt;/vt:lpstr&gt;&lt;/vt:vector&gt;&lt;/TitlesOfParts&gt;&lt;Company&gt;BURAUT VBS&lt;/Company&gt;&lt;LinksUpToDate&gt;false&lt;/LinksUpToDate&gt;&lt;CharactersWithSpaces&gt;40&lt;/CharactersWithSpaces&gt;&lt;SharedDoc&gt;false&lt;/SharedDoc&gt;&lt;HyperlinksChanged&gt;false&lt;/HyperlinksChanged&gt;&lt;AppVersion&gt;16.0000&lt;/AppVersion&gt;&lt;/Properties&gt;&lt;/pkg:xmlData&gt;&lt;/pkg:part&gt;&lt;pkg:part pkg:name=&quot;/docProps/core.xml&quot; pkg:contentType=&quot;application/vnd.openxmlformats-package.core-properties+xml&quot; pkg:padding=&quot;256&quot;&gt;&lt;pkg:xmlData&gt;&lt;cp:coreProperties xmlns:cp=&quot;http://schemas.openxmlformats.org/package/2006/metadata/core-properties&quot; xmlns:dc=&quot;http://purl.org/dc/elements/1.1/&quot; xmlns:dcterms=&quot;http://purl.org/dc/terms/&quot; xmlns:dcmitype=&quot;http://purl.org/dc/dcmitype/&quot; xmlns:xsi=&quot;http://www.w3.org/2001/XMLSchema-instance&quot;&gt;&lt;dc:title&gt;Basisformular_Hoch&lt;/dc:title&gt;&lt;dc:creator&gt;Spicher Anton FUB&lt;/dc:creator&gt;&lt;cp:lastModifiedBy&gt;Schaad, Peter&lt;/cp:lastModifiedBy&gt;&lt;cp:revision&gt;4&lt;/cp:revision&gt;&lt;cp:lastPrinted&gt;2006-08-23T11:16:00Z&lt;/cp:lastPrinted&gt;&lt;dcterms:created xsi:type=&quot;dcterms:W3CDTF&quot;&gt;2016-07-19T12:36:00Z&lt;/dcterms:created&gt;&lt;dcterms:modified xsi:type=&quot;dcterms:W3CDTF&quot;&gt;2017-01-20T12:16:00Z&lt;/dcterms:modified&gt;&lt;/cp:coreProperties&gt;&lt;/pkg:xmlData&gt;&lt;/pkg:part&gt;&lt;pkg:part pkg:name=&quot;/word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/w:fonts&gt;&lt;/pkg:xmlData&gt;&lt;/pkg:part&gt;&lt;pkg:part pkg:name=&quot;/word/glossary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optimizeForBrowser /&gt;&lt;/w:webSettings&gt;&lt;/pkg:xmlData&gt;&lt;/pkg:part&gt;&lt;pkg:part pkg:name=&quot;/word/glossary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w:font w:name=&quot;Calibri Light&quot;&gt;&lt;w:panose1 w:val=&quot;020F0302020204030204&quot; /&gt;&lt;w:charset w:val=&quot;00&quot; /&gt;&lt;w:family w:val=&quot;swiss&quot; /&gt;&lt;w:pitch w:val=&quot;variable&quot; /&gt;&lt;w:sig w:usb0=&quot;A00002EF&quot; w:usb1=&quot;4000207B&quot; w:usb2=&quot;00000000&quot; w:usb3=&quot;00000000&quot; w:csb0=&quot;0000019F&quot; w:csb1=&quot;00000000&quot; /&gt;&lt;/w:font&gt;&lt;/w:fonts&gt;&lt;/pkg:xmlData&gt;&lt;/pkg:part&gt;&lt;pkg:part pkg:name=&quot;/word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relyOnVML /&gt;&lt;w:allowPNG /&gt;&lt;/w:webSettings&gt;&lt;/pkg:xmlData&gt;&lt;/pkg:part&gt;&lt;pkg:part pkg:name=&quot;/customXml/item1.xml&quot; pkg:contentType=&quot;application/xml&quot; pkg:padding=&quot;32&quot;&gt;&lt;pkg:xmlData pkg:originalXmlStandalone=&quot;no&quot;&gt;&lt;b:Sources SelectedStyle=&quot;\APA.XSL&quot; StyleName=&quot;APA&quot; xmlns:b=&quot;http://schemas.openxmlformats.org/officeDocument/2006/bibliography&quot; xmlns=&quot;http://schemas.openxmlformats.org/officeDocument/2006/bibliography&quot; /&gt;&lt;/pkg:xmlData&gt;&lt;/pkg:part&gt;&lt;/pkg:package&gt;"/>
    <w:docVar w:name="FussAdr" w:val="Dr. Ariane Schmutzdocvar non existante, 3003 Bern-Zollikofen+41 31 323 78 13, +41 31 323 79 39"/>
    <w:docVar w:name="GARAIO_XmlDialogDefinition_100" w:val="&lt;DocumentDefinition Title=&quot;de-CH=Basisformular Hochformat#fr-CH=Formulaire de base, format portrait#it-CH=Modulo di base - Orientamento verticale#en-US=Basic form portrait format#rm-CH=n.a.#es-ES=n.a.&quot;&gt;&lt;Step Type=&quot;ChooseLanguageStep&quot; Title=&quot;de-CH=Dokumentsprache#fr-CH=Langue du document#it-CH=Lingua del documento#en-US=Document language&quot; /&gt;&lt;Step Type=&quot;Step&quot; Title=&quot;de-CH=Allgemein#fr-CH=Informations générales#it-CH=Informazioni generali#en-US=General information#rm-CH=General information#es-ES=General information&quot;&gt;&lt;StepItem Type=&quot;StepItemLookupControl&quot; Weight=&quot;10&quot;&gt;&lt;LookupXmlFile&gt;LU_VBS_Kennzeichnungen_SelektModell.xml&lt;/LookupXmlFile&gt;&lt;XmlFilesPath&gt;\\ifc1.ifr.intra2.admin.ch\Userhomes\U80807232\Documents\CD_BUND_UserDefinition&lt;/XmlFilesPath&gt;&lt;ControlCount&gt;3&lt;/ControlCount&gt;&lt;DocVariableName1&gt;varlookup1&lt;/DocVariableName1&gt;&lt;DocVariableValue1&gt;Eidgenössisches Departement für Verteidigung,&amp;#xB;Bevölkerungsschutz und Sport VBS&lt;/DocVariableValue1&gt;&lt;DocVariableName2&gt;varlookup2&lt;/DocVariableName2&gt;&lt;DocVariableValue2&gt;&lt;/DocVariableValue2&gt;&lt;DocVariableName3&gt;varlookup3&lt;/DocVariableName3&gt;&lt;DocVariableValue3&gt;&lt;/DocVariableValue3&gt;&lt;IsNotEnabled&gt;False&lt;/IsNotEnabled&gt;&lt;IsSaveableLocally&gt;False&lt;/IsSaveableLocally&gt;&lt;IsNotVisible&gt;False&lt;/IsNotVisible&gt;&lt;SetDatafromSender&gt;True&lt;/SetDatafromSender&gt;&lt;/StepItem&gt;&lt;StepItem Type=&quot;StepItemDropDownControl&quot; Weight=&quot;20&quot;&gt;&lt;DocVariableName&gt;Klassifizierungsvermerk&lt;/DocVariableName&gt;&lt;Description&gt;&lt;LocalizedValue&gt;&lt;CultureID&gt;de-CH&lt;/CultureID&gt;&lt;Value&gt;&lt;/Value&gt;&lt;/LocalizedValue&gt;&lt;LocalizedValue&gt;&lt;CultureID&gt;fr-CH&lt;/CultureID&gt;&lt;Value&gt;&lt;/Value&gt;&lt;/LocalizedValue&gt;&lt;LocalizedValue&gt;&lt;CultureID&gt;it-CH&lt;/CultureID&gt;&lt;Value&gt;&lt;/Value&gt;&lt;/LocalizedValue&gt;&lt;LocalizedValue&gt;&lt;CultureID&gt;en-US&lt;/CultureID&gt;&lt;Value&gt;&lt;/Value&gt;&lt;/LocalizedValue&gt;&lt;LocalizedValue&gt;&lt;CultureID&gt;es-ES&lt;/CultureID&gt;&lt;Value&gt;&lt;/Value&gt;&lt;/LocalizedValue&gt;&lt;LocalizedValue&gt;&lt;CultureID&gt;rm-CH&lt;/CultureID&gt;&lt;Value&gt;&lt;/Value&gt;&lt;/LocalizedValue&gt;&lt;/Description&gt;&lt;Caption&gt;&lt;LocalizedValue&gt;&lt;CultureID&gt;de-CH&lt;/CultureID&gt;&lt;Value&gt;Klassifizierung&lt;/Value&gt;&lt;/LocalizedValue&gt;&lt;LocalizedValue&gt;&lt;CultureID&gt;fr-CH&lt;/CultureID&gt;&lt;Value&gt;Statut&lt;/Value&gt;&lt;/LocalizedValue&gt;&lt;LocalizedValue&gt;&lt;CultureID&gt;it-CH&lt;/CultureID&gt;&lt;Value&gt;Avvertenza&lt;/Value&gt;&lt;/LocalizedValue&gt;&lt;LocalizedValue&gt;&lt;CultureID&gt;en-US&lt;/CultureID&gt;&lt;Value&gt;Classification&lt;/Value&gt;&lt;/LocalizedValue&gt;&lt;LocalizedValue&gt;&lt;CultureID&gt;es-ES&lt;/CultureID&gt;&lt;Value&gt;&lt;/Value&gt;&lt;/LocalizedValue&gt;&lt;LocalizedValue&gt;&lt;CultureID&gt;rm-CH&lt;/CultureID&gt;&lt;Value&gt;&lt;/Value&gt;&lt;/LocalizedValue&gt;&lt;/Caption&gt;&lt;IsNotEnabled&gt;False&lt;/IsNotEnabled&gt;&lt;IsSaveableLocally&gt;False&lt;/IsSaveableLocally&gt;&lt;IsNotVisible&gt;False&lt;/IsNotVisible&gt;&lt;IsMustField&gt;False&lt;/IsMustField&gt;&lt;Defaultvalues&gt;&lt;LocalizedValue&gt;&lt;CultureID&gt;en-US&lt;/CultureID&gt;&lt;Value&gt;;RESTRICTED;SECRET;CONFIDENTIAL;CONFIDENTIAL (when completed)&lt;/Value&gt;&lt;/LocalizedValue&gt;&lt;LocalizedValue&gt;&lt;CultureID&gt;de-CH&lt;/CultureID&gt;&lt;Value&gt;;INTERN;GEHEIM;VERTRAULICH;VERTRAULICH (wenn ausgefüllt)&lt;/Value&gt;&lt;/LocalizedValue&gt;&lt;LocalizedValue&gt;&lt;CultureID&gt;it-CH&lt;/CultureID&gt;&lt;Value&gt;;AD USO INTERNO;SEGRETO;CONFIDENZIALE;CONFIDENZIALE (se compilato)&lt;/Value&gt;&lt;/LocalizedValue&gt;&lt;LocalizedValue&gt;&lt;CultureID&gt;fr-CH&lt;/CultureID&gt;&lt;Value&gt;;INTERNE;SECRET;CONFIDENTIEL;CONFIDENTIEL (lorsque rempli)&lt;/Value&gt;&lt;/LocalizedValue&gt;&lt;/Defaultvalues&gt;&lt;/StepItem&gt;&lt;StepItem Type=&quot;StepItemDropDownControl&quot; Weight=&quot;30&quot;&gt;&lt;DocVariableName&gt;Klassifizierung_Beilage&lt;/DocVariableName&gt;&lt;Description&gt;&lt;LocalizedValue&gt;&lt;CultureID&gt;de-CH&lt;/CultureID&gt;&lt;Value&gt;&lt;/Value&gt;&lt;/LocalizedValue&gt;&lt;LocalizedValue&gt;&lt;CultureID&gt;fr-CH&lt;/CultureID&gt;&lt;Value&gt;&lt;/Value&gt;&lt;/LocalizedValue&gt;&lt;LocalizedValue&gt;&lt;CultureID&gt;it-CH&lt;/CultureID&gt;&lt;Value&gt;&lt;/Value&gt;&lt;/LocalizedValue&gt;&lt;LocalizedValue&gt;&lt;CultureID&gt;en-US&lt;/CultureID&gt;&lt;Value&gt;&lt;/Value&gt;&lt;/LocalizedValue&gt;&lt;LocalizedValue&gt;&lt;CultureID&gt;es-ES&lt;/CultureID&gt;&lt;Value&gt;&lt;/Value&gt;&lt;/LocalizedValue&gt;&lt;LocalizedValue&gt;&lt;CultureID&gt;rm-CH&lt;/CultureID&gt;&lt;Value&gt;&lt;/Value&gt;&lt;/LocalizedValue&gt;&lt;/Description&gt;&lt;Caption&gt;&lt;LocalizedValue&gt;&lt;CultureID&gt;de-CH&lt;/CultureID&gt;&lt;Value&gt;Klassifizierung Beilage&lt;/Value&gt;&lt;/LocalizedValue&gt;&lt;LocalizedValue&gt;&lt;CultureID&gt;fr-CH&lt;/CultureID&gt;&lt;Value&gt;Statut d'annexe&lt;/Value&gt;&lt;/LocalizedValue&gt;&lt;LocalizedValue&gt;&lt;CultureID&gt;it-CH&lt;/CultureID&gt;&lt;Value&gt;Avvertenza d'allegato&lt;/Value&gt;&lt;/LocalizedValue&gt;&lt;LocalizedValue&gt;&lt;CultureID&gt;en-US&lt;/CultureID&gt;&lt;Value&gt;Annex classification&lt;/Value&gt;&lt;/LocalizedValue&gt;&lt;LocalizedValue&gt;&lt;CultureID&gt;es-ES&lt;/CultureID&gt;&lt;Value&gt;&lt;/Value&gt;&lt;/LocalizedValue&gt;&lt;LocalizedValue&gt;&lt;CultureID&gt;rm-CH&lt;/CultureID&gt;&lt;Value&gt;&lt;/Value&gt;&lt;/LocalizedValue&gt;&lt;/Caption&gt;&lt;IsNotEnabled&gt;False&lt;/IsNotEnabled&gt;&lt;IsSaveableLocally&gt;False&lt;/IsSaveableLocally&gt;&lt;IsNotVisible&gt;False&lt;/IsNotVisible&gt;&lt;IsMustField&gt;False&lt;/IsMustField&gt;&lt;Defaultvalues&gt;&lt;LocalizedValue&gt;&lt;CultureID&gt;en-US&lt;/CultureID&gt;&lt;Value&gt;;Annex CONFIDENTIAL;Annex SECRET&lt;/Value&gt;&lt;/LocalizedValue&gt;&lt;LocalizedValue&gt;&lt;CultureID&gt;de-CH&lt;/CultureID&gt;&lt;Value&gt;;Beilage(n) VERTRAULICH;Beilage(n) GEHEIM&lt;/Value&gt;&lt;/LocalizedValue&gt;&lt;LocalizedValue&gt;&lt;CultureID&gt;it-CH&lt;/CultureID&gt;&lt;Value&gt;;Allegato(i) CONFIDENZIALE;Allegato(i) SEGRETO&lt;/Value&gt;&lt;/LocalizedValue&gt;&lt;LocalizedValue&gt;&lt;CultureID&gt;fr-CH&lt;/CultureID&gt;&lt;Value&gt;;Annexe(s) CONFIDENTIEL;Annexe(s) SECRET&lt;/Value&gt;&lt;/LocalizedValue&gt;&lt;/Defaultvalues&gt;&lt;/StepItem&gt;&lt;StepItem Type=&quot;StepItemMappedTextboxControl&quot; Weight=&quot;40&quot;&gt;&lt;DocVariableName&gt;Klassifizierung_Mapper&lt;/DocVariableName&gt;&lt;Description&gt;&lt;LocalizedValue&gt;&lt;CultureID&gt;de-CH&lt;/CultureID&gt;&lt;Value&gt;&lt;/Value&gt;&lt;/LocalizedValue&gt;&lt;LocalizedValue&gt;&lt;CultureID&gt;fr-CH&lt;/CultureID&gt;&lt;Value&gt;&lt;/Value&gt;&lt;/LocalizedValue&gt;&lt;LocalizedValue&gt;&lt;CultureID&gt;it-CH&lt;/CultureID&gt;&lt;Value&gt;&lt;/Value&gt;&lt;/LocalizedValue&gt;&lt;LocalizedValue&gt;&lt;CultureID&gt;en-US&lt;/CultureID&gt;&lt;Value&gt;&lt;/Value&gt;&lt;/LocalizedValue&gt;&lt;LocalizedValue&gt;&lt;CultureID&gt;es-ES&lt;/CultureID&gt;&lt;Value&gt;&lt;/Value&gt;&lt;/LocalizedValue&gt;&lt;LocalizedValue&gt;&lt;CultureID&gt;rm-CH&lt;/CultureID&gt;&lt;Value&gt;&lt;/Value&gt;&lt;/LocalizedValue&gt;&lt;/Description&gt;&lt;Caption&gt;&lt;LocalizedValue&gt;&lt;CultureID&gt;de-CH&lt;/CultureID&gt;&lt;Value&gt;Klassifizierung_Mapper&lt;/Value&gt;&lt;/LocalizedValue&gt;&lt;LocalizedValue&gt;&lt;CultureID&gt;fr-CH&lt;/CultureID&gt;&lt;Value&gt;Klassifizierung_Mapper&lt;/Value&gt;&lt;/LocalizedValue&gt;&lt;LocalizedValue&gt;&lt;CultureID&gt;it-CH&lt;/CultureID&gt;&lt;Value&gt;Klassifizierung_Mapper&lt;/Value&gt;&lt;/LocalizedValue&gt;&lt;LocalizedValue&gt;&lt;CultureID&gt;en-US&lt;/CultureID&gt;&lt;Value&gt;Klassifizierung_Mapper&lt;/Value&gt;&lt;/LocalizedValue&gt;&lt;LocalizedValue&gt;&lt;CultureID&gt;es-ES&lt;/CultureID&gt;&lt;Value&gt;&lt;/Value&gt;&lt;/LocalizedValue&gt;&lt;LocalizedValue&gt;&lt;CultureID&gt;rm-CH&lt;/CultureID&gt;&lt;Value&gt;&lt;/Value&gt;&lt;/LocalizedValue&gt;&lt;/Caption&gt;&lt;IsNotEnabled&gt;False&lt;/IsNotEnabled&gt;&lt;IsSaveableLocally&gt;False&lt;/IsSaveableLocally&gt;&lt;IsNotVisible&gt;False&lt;/IsNotVisible&gt;&lt;MappedTextPlaceholders&gt;[Klassifizierungsvermerk]_x000d__x000d__x000a_[Klassifizierung_Beilage]&lt;/MappedTextPlaceholders&gt;&lt;/StepItem&gt;&lt;StepItem Type=&quot;StepItemTextboxDataControl&quot; Weight=&quot;50&quot;&gt;&lt;DocVariableName&gt;var_Name&lt;/DocVariableName&gt;&lt;Description&gt;&lt;LocalizedValue&gt;&lt;CultureID&gt;de-CH&lt;/CultureID&gt;&lt;Value&gt;&lt;/Value&gt;&lt;/LocalizedValue&gt;&lt;LocalizedValue&gt;&lt;CultureID&gt;fr-CH&lt;/CultureID&gt;&lt;Value&gt;&lt;/Value&gt;&lt;/LocalizedValue&gt;&lt;LocalizedValue&gt;&lt;CultureID&gt;it-CH&lt;/CultureID&gt;&lt;Value&gt;&lt;/Value&gt;&lt;/LocalizedValue&gt;&lt;LocalizedValue&gt;&lt;CultureID&gt;en-US&lt;/CultureID&gt;&lt;Value&gt;&lt;/Value&gt;&lt;/LocalizedValue&gt;&lt;LocalizedValue&gt;&lt;CultureID&gt;es-ES&lt;/CultureID&gt;&lt;Value&gt;&lt;/Value&gt;&lt;/LocalizedValue&gt;&lt;LocalizedValue&gt;&lt;CultureID&gt;rm-CH&lt;/CultureID&gt;&lt;Value&gt;&lt;/Value&gt;&lt;/LocalizedValue&gt;&lt;/Description&gt;&lt;Caption&gt;&lt;LocalizedValue&gt;&lt;CultureID&gt;de-CH&lt;/CultureID&gt;&lt;Value&gt;Name&lt;/Value&gt;&lt;/LocalizedValue&gt;&lt;LocalizedValue&gt;&lt;CultureID&gt;fr-CH&lt;/CultureID&gt;&lt;Value&gt;Name&lt;/Value&gt;&lt;/LocalizedValue&gt;&lt;LocalizedValue&gt;&lt;CultureID&gt;it-CH&lt;/CultureID&gt;&lt;Value&gt;Name&lt;/Value&gt;&lt;/LocalizedValue&gt;&lt;LocalizedValue&gt;&lt;CultureID&gt;en-US&lt;/CultureID&gt;&lt;Value&gt;Name&lt;/Value&gt;&lt;/LocalizedValue&gt;&lt;LocalizedValue&gt;&lt;CultureID&gt;es-ES&lt;/CultureID&gt;&lt;Value&gt;&lt;/Value&gt;&lt;/LocalizedValue&gt;&lt;LocalizedValue&gt;&lt;CultureID&gt;rm-CH&lt;/CultureID&gt;&lt;Value&gt;&lt;/Value&gt;&lt;/LocalizedValue&gt;&lt;/Caption&gt;&lt;IsNotEnabled&gt;False&lt;/IsNotEnabled&gt;&lt;IsSaveableLocally&gt;False&lt;/IsSaveableLocally&gt;&lt;IsNotVisible&gt;True&lt;/IsNotVisible&gt;&lt;IsMustField&gt;False&lt;/IsMustField&gt;&lt;FieldValidationMode&gt;Text&lt;/FieldValidationMode&gt;&lt;Defaultvalues&gt;&lt;LocalizedValue&gt;&lt;CultureID&gt;en-US&lt;/CultureID&gt;&lt;Value&gt;&lt;/Value&gt;&lt;/LocalizedValue&gt;&lt;LocalizedValue&gt;&lt;CultureID&gt;de-CH&lt;/CultureID&gt;&lt;Value&gt;&lt;/Value&gt;&lt;/LocalizedValue&gt;&lt;LocalizedValue&gt;&lt;CultureID&gt;it-CH&lt;/CultureID&gt;&lt;Value&gt;&lt;/Value&gt;&lt;/LocalizedValue&gt;&lt;LocalizedValue&gt;&lt;CultureID&gt;fr-CH&lt;/CultureID&gt;&lt;Value&gt;&lt;/Value&gt;&lt;/LocalizedValue&gt;&lt;/Defaultvalues&gt;&lt;AbsenderAdressProperty&gt;Lastname&lt;/AbsenderAdressProperty&gt;&lt;EmpfaengerAdressProperty&gt;&lt;/EmpfaengerAdressProperty&gt;&lt;/StepItem&gt;&lt;/Step&gt;&lt;Step Type=&quot;Step&quot; Title=&quot;de-CH=Logo#fr-CH=Logo#it-CH=Logo#en-US=Logo&quot;&gt;&lt;StepItem Type=&quot;StepItemLogoControl&quot; Weight=&quot;10&quot;&gt;&lt;DocVariableName&gt;varLogo&lt;/DocVariableName&gt;&lt;Description&gt;&lt;LocalizedValue&gt;&lt;CultureID&gt;de-CH&lt;/CultureID&gt;&lt;Value&gt;&lt;/Value&gt;&lt;/LocalizedValue&gt;&lt;LocalizedValue&gt;&lt;CultureID&gt;fr-CH&lt;/CultureID&gt;&lt;Value&gt;&lt;/Value&gt;&lt;/LocalizedValue&gt;&lt;LocalizedValue&gt;&lt;CultureID&gt;it-CH&lt;/CultureID&gt;&lt;Value&gt;&lt;/Value&gt;&lt;/LocalizedValue&gt;&lt;LocalizedValue&gt;&lt;CultureID&gt;en-US&lt;/CultureID&gt;&lt;Value&gt;&lt;/Value&gt;&lt;/LocalizedValue&gt;&lt;LocalizedValue&gt;&lt;CultureID&gt;es-ES&lt;/CultureID&gt;&lt;Value&gt;&lt;/Value&gt;&lt;/LocalizedValue&gt;&lt;LocalizedValue&gt;&lt;CultureID&gt;rm-CH&lt;/CultureID&gt;&lt;Value&gt;&lt;/Value&gt;&lt;/LocalizedValue&gt;&lt;/Description&gt;&lt;Caption&gt;&lt;LocalizedValue&gt;&lt;CultureID&gt;de-CH&lt;/CultureID&gt;&lt;Value&gt;Logo&lt;/Value&gt;&lt;/LocalizedValue&gt;&lt;LocalizedValue&gt;&lt;CultureID&gt;fr-CH&lt;/CultureID&gt;&lt;Value&gt;Logo&lt;/Value&gt;&lt;/LocalizedValue&gt;&lt;LocalizedValue&gt;&lt;CultureID&gt;it-CH&lt;/CultureID&gt;&lt;Value&gt;Logo&lt;/Value&gt;&lt;/LocalizedValue&gt;&lt;LocalizedValue&gt;&lt;CultureID&gt;en-US&lt;/CultureID&gt;&lt;Value&gt;Logo&lt;/Value&gt;&lt;/LocalizedValue&gt;&lt;LocalizedValue&gt;&lt;CultureID&gt;es-ES&lt;/CultureID&gt;&lt;Value&gt;Logo&lt;/Value&gt;&lt;/LocalizedValue&gt;&lt;LocalizedValue&gt;&lt;CultureID&gt;rm-CH&lt;/CultureID&gt;&lt;Value&gt;Logo&lt;/Value&gt;&lt;/LocalizedValue&gt;&lt;/Caption&gt;&lt;IsNotEnabled&gt;False&lt;/IsNotEnabled&gt;&lt;IsSaveableLocally&gt;False&lt;/IsSaveableLocally&gt;&lt;IsNotVisible&gt;False&lt;/IsNotVisible&gt;&lt;Logos&gt;&lt;LogoObjectSerialized&gt;﻿&amp;lt;?xml version=&quot;1.0&quot; encoding=&quot;utf-8&quot;?&amp;gt;&amp;lt;Logo xmlns:xsi=&quot;http://www.w3.org/2001/XMLSchema-instance&quot; xmlns:xsd=&quot;http://www.w3.org/2001/XMLSchema&quot;&amp;gt;&amp;lt;FileName&amp;gt;NewLogo_RGB.jpg&amp;lt;/FileName&amp;gt;&amp;lt;LogoString&amp;gt;/9j/4AAQSkZJRgABAgECWAJYAAD/4Q7tRXhpZgAATU0AKgAAAAgABwESAAMAAAABAAEAAAEaAAUAAAABAAAAYgEbAAUAAAABAAAAagEoAAMAAAABAAIAAAExAAIAAAAcAAAAcgEyAAIAAAAUAAAAjodpAAQAAAABAAAApAAAANAAW42AAAAnEABbjYAAACcQQWRvYmUgUGhvdG9zaG9wIENTNCBXaW5kb3dzADIwMDk6MDU6MTIgMTQ6NTQ6NDcAAAAAA6ABAAMAAAAB//8AAKACAAQAAAABAAAFMqADAAQAAAABAAABXgAAAAAAAAAGAQMAAwAAAAEABgAAARoABQAAAAEAAAEeARsABQAAAAEAAAEmASgAAwAAAAEAAgAAAgEABAAAAAEAAAEuAgIABAAAAAEAAA23AAAAAAAAAEgAAAABAAAASAAAAAH/2P/gABBKRklG"/>
    <w:docVar w:name="GARAIO_XmlDialogDefinition_101" w:val="AAECAABIAEgAAP/tAAxBZG9iZV9DTQAB/+4ADkFkb2JlAGSAAAAAAf/bAIQADAgICAkIDAkJDBELCgsRFQ8MDA8VGBMTFRMTGBEMDAwMDAwRDAwMDAwMDAwMDAwMDAwMDAwMDAwMDAwMDAwMDAENCwsNDg0QDg4QFA4ODhQUDg4ODhQRDAwMDAwREQwMDAwMDBEMDAwMDAwMDAwMDAwMDAwMDAwMDAwMDAwMDAwM/8AAEQgAK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V4AAAAAUmdodGxvbmcAAAUy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AjhCSU0EDAAAAAAN0wAAAAEAAACgAAAAKgAAAeAAAE7AAAANtwAYAAH/2P/gABBKRklGAAECAABIAEgAAP/tAAxBZG9iZV9DTQAB/+4ADkFkb2JlAGSAAAAAAf/bAIQADAgICAkIDAkJDBELCgsRFQ8MDA8VGBMTFRMTGBEMDAwMDAwRDAwMDAwMDAwMDAwMDAwMDAwMDAwMDAwMDAwMDAENCwsNDg0QDg4QFA4ODhQUDg4ODhQRDAwMDAwREQwMDAwMDBEMDAwMDAwMDAwMDAwMDAwMDAwMDAwMDAwMDAwM/8AAEQgAK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"/>
    <w:docVar w:name="GARAIO_XmlDialogDefinition_102" w:val="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"/>
    <w:docVar w:name="GARAIO_XmlDialogDefinition_103" w:val="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"/>
    <w:docVar w:name="GARAIO_XmlDialogDefinition_104" w:val="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"/>
    <w:docVar w:name="GARAIO_XmlDialogDefinition_105" w:val="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"/>
    <w:docVar w:name="GARAIO_XmlDialogDefinition_106" w:val="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"/>
    <w:docVar w:name="GARAIO_XmlDialogDefinition_107" w:val="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"/>
    <w:docVar w:name="GARAIO_XmlDialogDefinition_108" w:val="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"/>
    <w:docVar w:name="GARAIO_XmlDialogDefinition_109" w:val="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&amp;lt;/LogoString&amp;gt;&amp;lt;PicBezeichnungDE /&amp;gt;&amp;lt;PicBeschreibungDE /&amp;gt;&amp;lt;PicBezeichnungFR /&amp;gt;&amp;lt;PicBeschreibungFR /&amp;gt;&amp;lt;PicBezeichnungIT /&amp;gt;&amp;lt;PicBeschreibungIT /&amp;gt;&amp;lt;PicBezeichnungEN /&amp;gt;&amp;lt;PicBeschreibungEN /&amp;gt;&amp;lt;PicBezeichnungES /&amp;gt;&amp;lt;PicBeschreibungES /&amp;gt;&amp;lt;PicBezeichnungRM /&amp;gt;&amp;lt;PicBeschreibungRM /&amp;gt;&amp;lt;IstStandardLogo&amp;gt;false&amp;lt;/IstStandardLogo&amp;gt;&amp;lt;HatAuswahlDruckOptionen&amp;gt;false&amp;lt;/HatAuswahlDruckOptionen&amp;gt;&amp;lt;/Logo&amp;gt;&lt;/LogoObjectSerialized&gt;&lt;LogoObjectSerialized&gt;﻿&amp;lt;?xml version=&quot;1.0&quot; encoding=&quot;utf-8&quot;?&amp;gt;&amp;lt;Logo xmlns:xsi=&quot;http://www.w3.org/2001/XMLSchema-instance&quot; xmlns:xsd=&quot;http://www.w3.org/2001/XMLSchema&quot;&amp;gt;&amp;lt;FileName&amp;gt;NewLogo_GRST.jpg&amp;lt;/FileName&amp;gt;&amp;lt;LogoString&amp;gt;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"/>
    <w:docVar w:name="GARAIO_XmlDialogDefinition_110" w:val="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"/>
    <w:docVar w:name="GARAIO_XmlDialogDefinition_111" w:val="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"/>
    <w:docVar w:name="GARAIO_XmlDialogDefinition_112" w:val="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"/>
    <w:docVar w:name="GARAIO_XmlDialogDefinition_113" w:val="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"/>
    <w:docVar w:name="GARAIO_XmlDialogDefinition_114" w:val="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"/>
    <w:docVar w:name="GARAIO_XmlDialogDefinition_115" w:val="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"/>
    <w:docVar w:name="GARAIO_XmlDialogDefinition_116" w:val="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"/>
    <w:docVar w:name="GARAIO_XmlDialogDefinition_117" w:val="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"/>
    <w:docVar w:name="GARAIO_XmlDialogDefinition_118" w:val="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&amp;lt;/LogoString&amp;gt;&amp;lt;PicBezeichnungDE /&amp;gt;&amp;lt;PicBeschreibungDE /&amp;gt;&amp;lt;PicBezeichnungFR /&amp;gt;&amp;lt;PicBeschreibungFR /&amp;gt;&amp;lt;PicBezeichnungIT /&amp;gt;&amp;lt;PicBeschreibungIT /&amp;gt;&amp;lt;PicBezeichnungEN /&amp;gt;&amp;lt;PicBeschreibungEN /&amp;gt;&amp;lt;PicBezeichnungES /&amp;gt;&amp;lt;PicBeschreibungES /&amp;gt;&amp;lt;PicBezeichnungRM /&amp;gt;&amp;lt;PicBeschreibungRM /&amp;gt;&amp;lt;IstStandardLogo&amp;gt;true&amp;lt;/IstStandardLogo&amp;gt;&amp;lt;HatAuswahlDruckOptionen&amp;gt;false&amp;lt;/HatAuswahlDruckOptionen&amp;gt;&amp;lt;/Logo&amp;gt;&lt;/LogoObjectSerialized&gt;&lt;/Logos&gt;&lt;/StepItem&gt;&lt;/Step&gt;&lt;/DocumentDefinition&gt;"/>
    <w:docVar w:name="GaraioDocPropertyAuthor" w:val="&lt;Absender_Name&gt; &lt;Absender_Vorname&gt;"/>
    <w:docVar w:name="GaraioDocPropertyCompany" w:val="&lt;Absender_Departement&gt;"/>
    <w:docVar w:name="GaraioDocPropertySubject" w:val="&lt;Betreff&gt;"/>
    <w:docVar w:name="GaraioDocPropertyTitle" w:val="&lt;Betreff&gt;"/>
    <w:docVar w:name="GaraioDocumentLanguage" w:val="de-CH"/>
    <w:docVar w:name="GaraioLogoMappedText" w:val="[Klassifizierungsvermerk]_x000d__x000d__x000d__x000a_[Klassifizierung_Beilage]"/>
    <w:docVar w:name="GaraioRunCounter" w:val="2"/>
    <w:docVar w:name="GaraioTextLogoContinueWithLogo" w:val="False"/>
    <w:docVar w:name="GaraioTextLogoImageStyle" w:val="True"/>
    <w:docVar w:name="it-CH0_LanguageVersion" w:val="&lt;?xml version=&quot;1.0&quot; standalone=&quot;yes&quot;?&gt;&lt;?mso-application progid=&quot;Word.Document&quot;?&gt;&lt;pkg:package xmlns:pkg=&quot;http://schemas.microsoft.com/office/2006/xmlPackage&quot;&gt;&lt;pkg:part pkg:name=&quot;/_rels/.rels&quot; pkg:contentType=&quot;application/vnd.openxmlformats-package.relationships+xml&quot; pkg:padding=&quot;512&quot;&gt;&lt;pkg:xmlData&gt;&lt;Relationships xmlns=&quot;http://schemas.openxmlformats.org/package/2006/relationships&quot;&gt;&lt;Relationship Id=&quot;rId3&quot; Type=&quot;http://schemas.openxmlformats.org/officeDocument/2006/relationships/extended-properties&quot; Target=&quot;docProps/app.xml&quot; /&gt;&lt;Relationship Id=&quot;rId2&quot; Type=&quot;http://schemas.openxmlformats.org/package/2006/relationships/metadata/core-properties&quot; Target=&quot;docProps/core.xml&quot; /&gt;&lt;Relationship Id=&quot;rId1&quot; Type=&quot;http://schemas.openxmlformats.org/officeDocument/2006/relationships/officeDocument&quot; Target=&quot;word/document.xml&quot; /&gt;&lt;/Relationships&gt;&lt;/pkg:xmlData&gt;&lt;/pkg:part&gt;&lt;pkg:part pkg:name=&quot;/word/_rels/document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8&quot; Type=&quot;http://schemas.openxmlformats.org/officeDocument/2006/relationships/endnotes&quot; Target=&quot;endnotes.xml&quot; /&gt;&lt;Relationship Id=&quot;rId13&quot; Type=&quot;http://schemas.openxmlformats.org/officeDocument/2006/relationships/fontTable&quot; Target=&quot;fontTable.xml&quot; /&gt;&lt;Relationship Id=&quot;rId3&quot; Type=&quot;http://schemas.openxmlformats.org/officeDocument/2006/relationships/numbering&quot; Target=&quot;numbering.xml&quot; /&gt;&lt;Relationship Id=&quot;rId7&quot; Type=&quot;http://schemas.openxmlformats.org/officeDocument/2006/relationships/footnotes&quot; Target=&quot;footnotes.xml&quot; /&gt;&lt;Relationship Id=&quot;rId12&quot; Type=&quot;http://schemas.openxmlformats.org/officeDocument/2006/relationships/footer&quot; Target=&quot;footer2.xml&quot; /&gt;&lt;Relationship Id=&quot;rId2&quot; Type=&quot;http://schemas.openxmlformats.org/officeDocument/2006/relationships/customXml&quot; Target=&quot;../customXml/item1.xml&quot; /&gt;&lt;Relationship Id=&quot;rId1&quot; Type=&quot;http://schemas.microsoft.com/office/2006/relationships/keyMapCustomizations&quot; Target=&quot;customizations.xml&quot; /&gt;&lt;Relationship Id=&quot;rId6&quot; Type=&quot;http://schemas.openxmlformats.org/officeDocument/2006/relationships/webSettings&quot; Target=&quot;webSettings.xml&quot; /&gt;&lt;Relationship Id=&quot;rId11&quot; Type=&quot;http://schemas.openxmlformats.org/officeDocument/2006/relationships/header&quot; Target=&quot;header2.xml&quot; /&gt;&lt;Relationship Id=&quot;rId5&quot; Type=&quot;http://schemas.openxmlformats.org/officeDocument/2006/relationships/settings&quot; Target=&quot;settings.xml&quot; /&gt;&lt;Relationship Id=&quot;rId15&quot; Type=&quot;http://schemas.openxmlformats.org/officeDocument/2006/relationships/theme&quot; Target=&quot;theme/theme1.xml&quot; /&gt;&lt;Relationship Id=&quot;rId10&quot; Type=&quot;http://schemas.openxmlformats.org/officeDocument/2006/relationships/footer&quot; Target=&quot;footer1.xml&quot; /&gt;&lt;Relationship Id=&quot;rId4&quot; Type=&quot;http://schemas.openxmlformats.org/officeDocument/2006/relationships/styles&quot; Target=&quot;styles.xml&quot; /&gt;&lt;Relationship Id=&quot;rId9&quot; Type=&quot;http://schemas.openxmlformats.org/officeDocument/2006/relationships/header&quot; Target=&quot;header1.xml&quot; /&gt;&lt;Relationship Id=&quot;rId14&quot; Type=&quot;http://schemas.openxmlformats.org/officeDocument/2006/relationships/glossaryDocument&quot; Target=&quot;glossary/document.xml&quot; /&gt;&lt;/Relationships&gt;&lt;/pkg:xmlData&gt;&lt;/pkg:part&gt;&lt;pkg:part pkg:name=&quot;/word/document.xml&quot; pkg:contentType=&quot;application/vnd.openxmlformats-officedocument.wordprocessingml.document.main+xml&quot;&gt;&lt;pkg:xmlData&gt;&lt;w: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body&gt;&lt;w:p w:rsidR=&quot;00A060C1&quot; w:rsidRDefault=&quot;00A060C1&quot; w:rsidP=&quot;005602F7&quot;&gt;&lt;w:pPr&gt;&lt;w:pStyle w:val=&quot;Klassifizierung&quot; /&gt;&lt;/w:pPr&gt;&lt;w:sdt&gt;&lt;w:sdtPr&gt;&lt;w:alias w:val=&quot;Klassifizierung_Mapper&quot; /&gt;&lt;w:tag w:val=&quot;Klassifizierung_Mapper&quot; /&gt;&lt;w:id w:val=&quot;10285943&quot; /&gt;&lt;w:lock w:val=&quot;sdtContentLocked&quot; /&gt;&lt;w:placeholder&gt;&lt;w:docPart w:val=&quot;75D861E217AF4255B54704FBD1B22BE5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B005BC&quot;&gt;&lt;w:pPr&gt;&lt;w:pStyle w:val=&quot;Klassifizierung&quot; /&gt;&lt;/w:pPr&gt;&lt;/w:p&gt;&lt;w:p w:rsidR=&quot;00A060C1&quot; w:rsidRDefault=&quot;00A060C1&quot; w:rsidP=&quot;00B55821&quot;&gt;&lt;w:r w:rsidRPr=&quot;00B55821&quot;&gt;&lt;w:t&gt;[TextStart]&lt;/w:t&gt;&lt;/w:r&gt;&lt;/w:p&gt;&lt;w:p w:rsidR=&quot;00A060C1&quot; w:rsidRDefault=&quot;00A060C1&quot; w:rsidP=&quot;00B55821&quot; /&gt;&lt;w:p w:rsidR=&quot;00A060C1&quot; w:rsidRDefault=&quot;00A060C1&quot; w:rsidP=&quot;002E11F6&quot; /&gt;&lt;w:p w:rsidR=&quot;00A060C1&quot; w:rsidRDefault=&quot;00A060C1&quot; w:rsidP=&quot;002E11F6&quot; /&gt;&lt;w:sectPr w:rsidR=&quot;00A060C1&quot; w:rsidSect=&quot;00EC038D&quot;&gt;&lt;w:headerReference w:type=&quot;default&quot; r:id=&quot;rId9&quot; /&gt;&lt;w:footerReference w:type=&quot;default&quot; r:id=&quot;rId10&quot; /&gt;&lt;w:headerReference w:type=&quot;first&quot; r:id=&quot;rId11&quot; /&gt;&lt;w:footerReference w:type=&quot;first&quot; r:id=&quot;rId12&quot; /&gt;&lt;w:pgSz w:w=&quot;11906&quot; w:h=&quot;16838&quot; w:code=&quot;9&quot; /&gt;&lt;w:pgMar w:top=&quot;1191&quot; w:right=&quot;1134&quot; w:bottom=&quot;907&quot; w:left=&quot;1701&quot; w:header=&quot;624&quot; w:footer=&quot;340&quot; w:gutter=&quot;0&quot; /&gt;&lt;w:cols w:space=&quot;708&quot; /&gt;&lt;w:titlePg /&gt;&lt;w:docGrid w:linePitch=&quot;360&quot; /&gt;&lt;/w:sectPr&gt;&lt;/w:body&gt;&lt;/w:document&gt;&lt;/pkg:xmlData&gt;&lt;/pkg:part&gt;&lt;pkg:part pkg:name=&quot;/word/footer1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781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351730&quot;&gt;&lt;w:trPr&gt;&lt;w:cantSplit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/w:p&gt;&lt;/w:tc&gt;&lt;/w:tr&gt;&lt;w:tr w:rsidR=&quot;00A060C1&quot; w:rsidTr=&quot;00351730&quot;&gt;&lt;w:trPr&gt;&lt;w:cantSplit /&gt;&lt;w:trHeight w:hRule=&quot;exact&quot; w:val=&quot;397&quot;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A060C1&quot; w:rsidRDefault=&quot;00A060C1&quot; w:rsidP=&quot;00A060C1&quot;&gt;&lt;w:pPr&gt;&lt;w:pStyle w:val=&quot;Pfad&quot; /&gt;&lt;w:rPr&gt;&lt;w:noProof w:val=&quot;0&quot; /&gt;&lt;w:lang w:val=&quot;it-CH&quot; /&gt;&lt;/w:rPr&gt;&lt;/w:pPr&gt;&lt;/w:p&gt;&lt;/w:ftr&gt;&lt;/pkg:xmlData&gt;&lt;/pkg:part&gt;&lt;pkg:part pkg:name=&quot;/word/footnotes.xml&quot; pkg:contentType=&quot;application/vnd.openxmlformats-officedocument.wordprocessingml.footnotes+xml&quot;&gt;&lt;pkg:xmlData&gt;&lt;w:foot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footnote w:type=&quot;separator&quot; w:id=&quot;-1&quot;&gt;&lt;w:p w:rsidR=&quot;002B5F69&quot; w:rsidRDefault=&quot;002B5F69&quot;&gt;&lt;w:r&gt;&lt;w:separator /&gt;&lt;/w:r&gt;&lt;/w:p&gt;&lt;w:p w:rsidR=&quot;002B5F69&quot; w:rsidRDefault=&quot;002B5F69&quot; /&gt;&lt;/w:footnote&gt;&lt;w:footnote w:type=&quot;continuationSeparator&quot; w:id=&quot;0&quot;&gt;&lt;w:p w:rsidR=&quot;002B5F69&quot; w:rsidRDefault=&quot;002B5F69&quot;&gt;&lt;w:r&gt;&lt;w:continuationSeparator /&gt;&lt;/w:r&gt;&lt;/w:p&gt;&lt;w:p w:rsidR=&quot;002B5F69&quot; w:rsidRDefault=&quot;002B5F69&quot; /&gt;&lt;/w:footnote&gt;&lt;/w:footnotes&gt;&lt;/pkg:xmlData&gt;&lt;/pkg:part&gt;&lt;pkg:part pkg:name=&quot;/word/header2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703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A060C1&quot;&gt;&lt;w:trPr&gt;&lt;w:cantSplit /&gt;&lt;w:trHeight w:hRule=&quot;exact&quot; w:val=&quot;2041&quot; /&gt;&lt;/w:trPr&gt;&lt;w:sdt&gt;&lt;w:sdtPr&gt;&lt;w:alias w:val=&quot;Logo&quot; /&gt;&lt;w:tag w:val=&quot;varLogo&quot; /&gt;&lt;w:id w:val=&quot;10285911&quot; /&gt;&lt;w:lock w:val=&quot;sdtLocked&quot; /&gt;&lt;w:showingPlcHdr /&gt;&lt;w:picture /&gt;&lt;/w:sdtPr&gt;&lt;w:sdtContent&gt;&lt;w:tc&gt;&lt;w:tcPr&gt;&lt;w:tcW w:w=&quot;4848&quot; w:type=&quot;dxa&quot; /&gt;&lt;/w:tcPr&gt;&lt;w:p w:rsidR=&quot;00A060C1&quot; w:rsidRDefault=&quot;00A060C1&quot; w:rsidP=&quot;00A060C1&quot;&gt;&lt;w:pPr&gt;&lt;w:pStyle w:val=&quot;Logo&quot; /&gt;&lt;/w:pPr&gt;&lt;w:r&gt;&lt;w:drawing&gt;&lt;wp:inline distT=&quot;0&quot; distB=&quot;0&quot; distL=&quot;0&quot; distR=&quot;0&quot; wp14:anchorId=&quot;1D3FECEE&quot; wp14:editId=&quot;3871155E&quot;&gt;&lt;wp:extent cx=&quot;2114550&quot; cy=&quot;895350&quot; /&gt;&lt;wp:effectExtent l=&quot;19050&quot; t=&quot;0&quot; r=&quot;0&quot; b=&quot;0&quot; /&gt;&lt;wp:docPr id=&quot;1&quot; name=&quot;Bild 1&quot; /&gt;&lt;wp:cNvGraphicFramePr&gt;&lt;a:graphicFrameLocks xmlns:a=&quot;http://schemas.openxmlformats.org/drawingml/2006/main&quot; noChangeAspect=&quot;1&quot; /&gt;&lt;/wp:cNvGraphicFramePr&gt;&lt;a:graphic xmlns:a=&quot;http://schemas.openxmlformats.org/drawingml/2006/main&quot;&gt;&lt;a:graphicData uri=&quot;http://schemas.openxmlformats.org/drawingml/2006/picture&quot;&gt;&lt;pic:pic xmlns:pic=&quot;http://schemas.openxmlformats.org/drawingml/2006/picture&quot;&gt;&lt;pic:nvPicPr&gt;&lt;pic:cNvPr id=&quot;0&quot; name=&quot;Picture 1&quot; /&gt;&lt;pic:cNvPicPr&gt;&lt;a:picLocks noChangeAspect=&quot;1&quot; noChangeArrowheads=&quot;1&quot; /&gt;&lt;/pic:cNvPicPr&gt;&lt;/pic:nvPicPr&gt;&lt;pic:blipFill&gt;&lt;a:blip r:embed=&quot;rId1&quot; /&gt;&lt;a:srcRect /&gt;&lt;a:stretch&gt;&lt;a:fillRect /&gt;&lt;/a:stretch&gt;&lt;/pic:blipFill&gt;&lt;pic:spPr bwMode=&quot;auto&quot;&gt;&lt;a:xfrm&gt;&lt;a:off x=&quot;0&quot; y=&quot;0&quot; /&gt;&lt;a:ext cx=&quot;2114550&quot; cy=&quot;895350&quot; /&gt;&lt;/a:xfrm&gt;&lt;a:prstGeom prst=&quot;rect&quot;&gt;&lt;a:avLst /&gt;&lt;/a:prstGeom&gt;&lt;a:noFill /&gt;&lt;a:ln w=&quot;9525&quot;&gt;&lt;a:noFill /&gt;&lt;a:miter lim=&quot;800000&quot; /&gt;&lt;a:headEnd /&gt;&lt;a:tailEnd /&gt;&lt;/a:ln&gt;&lt;/pic:spPr&gt;&lt;/pic:pic&gt;&lt;/a:graphicData&gt;&lt;/a:graphic&gt;&lt;/wp:inline&gt;&lt;/w:drawing&gt;&lt;/w:r&gt;&lt;/w:p&gt;&lt;/w:tc&gt;&lt;/w:sdtContent&gt;&lt;/w:sdt&gt;&lt;w:tc&gt;&lt;w:tcPr&gt;&lt;w:tcW w:w=&quot;4961&quot; w:type=&quot;dxa&quot; /&gt;&lt;/w:tcPr&gt;&lt;w:p w:rsidR=&quot;00A060C1&quot; w:rsidRPr=&quot;007B7A0D&quot; w:rsidRDefault=&quot;00A060C1&quot; w:rsidP=&quot;00A060C1&quot;&gt;&lt;w:pPr&gt;&lt;w:pStyle w:val=&quot;KopfDept&quot; /&gt;&lt;/w:pPr&gt;&lt;w:sdt&gt;&lt;w:sdtPr&gt;&lt;w:alias w:val=&quot;varlookup1&quot; /&gt;&lt;w:tag w:val=&quot;varlookup1&quot; /&gt;&lt;w:id w:val=&quot;10285912&quot; /&gt;&lt;w:lock w:val=&quot;sdtContentLocked&quot; /&gt;&lt;w:placeholder&gt;&lt;w:docPart w:val=&quot;15A95722E1D5466BA3628972B10002CC&quot; /&gt;&lt;/w:placeholder&gt;&lt;w:text /&gt;&lt;/w:sdtPr&gt;&lt;w:sdtContent&gt;&lt;w:r&gt;&lt;w:t&gt;varlookup1&lt;/w:t&gt;&lt;/w:r&gt;&lt;/w:sdtContent&gt;&lt;/w:sdt&gt;&lt;/w:p&gt;&lt;w:p w:rsidR=&quot;00A060C1&quot; w:rsidRPr=&quot;001D4E59&quot; w:rsidRDefault=&quot;00A060C1&quot; w:rsidP=&quot;00A060C1&quot;&gt;&lt;w:pPr&gt;&lt;w:pStyle w:val=&quot;KopfFett&quot; /&gt;&lt;/w:pPr&gt;&lt;w:sdt&gt;&lt;w:sdtPr&gt;&lt;w:alias w:val=&quot;varlookup2&quot; /&gt;&lt;w:tag w:val=&quot;varlookup2&quot; /&gt;&lt;w:id w:val=&quot;10285914&quot; /&gt;&lt;w:lock w:val=&quot;sdtContentLocked&quot; /&gt;&lt;w:placeholder&gt;&lt;w:docPart w:val=&quot;15A95722E1D5466BA3628972B10002CC&quot; /&gt;&lt;/w:placeholder&gt;&lt;w:text /&gt;&lt;/w:sdtPr&gt;&lt;w:sdtContent&gt;&lt;w:r&gt;&lt;w:t&gt;varlookup2&lt;/w:t&gt;&lt;/w:r&gt;&lt;/w:sdtContent&gt;&lt;/w:sdt&gt;&lt;/w:p&gt;&lt;w:p w:rsidR=&quot;00A060C1&quot; w:rsidRDefault=&quot;00A060C1&quot; w:rsidP=&quot;00A060C1&quot;&gt;&lt;w:pPr&gt;&lt;w:pStyle w:val=&quot;Header&quot; /&gt;&lt;/w:pPr&gt;&lt;w:sdt&gt;&lt;w:sdtPr&gt;&lt;w:alias w:val=&quot;varlookup3&quot; /&gt;&lt;w:tag w:val=&quot;varlookup3&quot; /&gt;&lt;w:id w:val=&quot;10285915&quot; /&gt;&lt;w:lock w:val=&quot;sdtContentLocked&quot; /&gt;&lt;w:placeholder&gt;&lt;w:docPart w:val=&quot;15A95722E1D5466BA3628972B10002CC&quot; /&gt;&lt;/w:placeholder&gt;&lt;w:text /&gt;&lt;/w:sdtPr&gt;&lt;w:sdtContent&gt;&lt;w:r&gt;&lt;w:t&gt;varlookup3&lt;/w:t&gt;&lt;/w:r&gt;&lt;/w:sdtContent&gt;&lt;/w:sdt&gt;&lt;/w:p&gt;&lt;/w:tc&gt;&lt;/w:tr&gt;&lt;/w:tbl&gt;&lt;w:p w:rsidR=&quot;00A060C1&quot; w:rsidRDefault=&quot;00A060C1&quot; w:rsidP=&quot;00A060C1&quot;&gt;&lt;w:pPr&gt;&lt;w:pStyle w:val=&quot;Platzhalter&quot; /&gt;&lt;/w:pPr&gt;&lt;/w:p&gt;&lt;w:p w:rsidR=&quot;00A060C1&quot; w:rsidRDefault=&quot;00A060C1&quot; w:rsidP=&quot;00A060C1&quot;&gt;&lt;w:pPr&gt;&lt;w:pStyle w:val=&quot;Platzhalter&quot; /&gt;&lt;/w:pPr&gt;&lt;/w:p&gt;&lt;/w:hdr&gt;&lt;/pkg:xmlData&gt;&lt;/pkg:part&gt;&lt;pkg:part pkg:name=&quot;/word/header1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595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351730&quot;&gt;&lt;w:trPr&gt;&lt;w:cantSplit /&gt;&lt;w:trHeight w:hRule=&quot;exact&quot; w:val=&quot;20&quot; /&gt;&lt;/w:trPr&gt;&lt;w:tc&gt;&lt;w:tcPr&gt;&lt;w:tcW w:w=&quot;4848&quot; w:type=&quot;dxa&quot; /&gt;&lt;/w:tcPr&gt;&lt;w:p w:rsidR=&quot;00A060C1&quot; w:rsidRPr=&quot;00E534A0&quot; w:rsidRDefault=&quot;00A060C1&quot; w:rsidP=&quot;00A060C1&quot;&gt;&lt;w:pPr&gt;&lt;w:pStyle w:val=&quot;Logo&quot; /&gt;&lt;/w:pPr&gt;&lt;/w:p&gt;&lt;/w:tc&gt;&lt;w:tc&gt;&lt;w:tcPr&gt;&lt;w:tcW w:w=&quot;4961&quot; w:type=&quot;dxa&quot; /&gt;&lt;/w:tcPr&gt;&lt;w:p w:rsidR=&quot;00A060C1&quot; w:rsidRPr=&quot;00D33E17&quot; w:rsidRDefault=&quot;00A060C1&quot; w:rsidP=&quot;00A060C1&quot;&gt;&lt;w:pPr&gt;&lt;w:pStyle w:val=&quot;Header&quot; /&gt;&lt;w:keepNext /&gt;&lt;/w:pPr&gt;&lt;/w:p&gt;&lt;/w:tc&gt;&lt;/w:tr&gt;&lt;/w:tbl&gt;&lt;w:p w:rsidR=&quot;00A060C1&quot; w:rsidRDefault=&quot;00A060C1&quot; w:rsidP=&quot;00A060C1&quot;&gt;&lt;w:pPr&gt;&lt;w:pStyle w:val=&quot;Klassifizierung&quot; /&gt;&lt;/w:pPr&gt;&lt;w:sdt&gt;&lt;w:sdtPr&gt;&lt;w:alias w:val=&quot;Klassifizierung_Mapper&quot; /&gt;&lt;w:tag w:val=&quot;Klassifizierung_Mapper&quot; /&gt;&lt;w:id w:val=&quot;10551581&quot; /&gt;&lt;w:lock w:val=&quot;sdtContentLocked&quot; /&gt;&lt;w:placeholder&gt;&lt;w:docPart w:val=&quot;3A6504E48D114940904B0FA5C513E7D7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A060C1&quot;&gt;&lt;w:pPr&gt;&lt;w:pStyle w:val=&quot;Klassifizierung&quot; /&gt;&lt;/w:pPr&gt;&lt;/w:p&gt;&lt;/w:hdr&gt;&lt;/pkg:xmlData&gt;&lt;/pkg:part&gt;&lt;pkg:part pkg:name=&quot;/word/footer2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Style w:val=&quot;TableGrid&quot; /&gt;&lt;w:tblW w:w=&quot;9781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A060C1&quot;&gt;&lt;w:tc&gt;&lt;w:tcPr&gt;&lt;w:tcW w:w=&quot;9781&quot; w:type=&quot;dxa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/w:p&gt;&lt;/w:tc&gt;&lt;/w:tr&gt;&lt;w:tr w:rsidR=&quot;00A060C1&quot; w:rsidTr=&quot;00A060C1&quot;&gt;&lt;w:trPr&gt;&lt;w:trHeight w:hRule=&quot;exact&quot; w:val=&quot;397&quot; /&gt;&lt;/w:trPr&gt;&lt;w:tc&gt;&lt;w:tcPr&gt;&lt;w:tcW w:w=&quot;9781&quot; w:type=&quot;dxa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482A04&quot; w:rsidRDefault=&quot;00A060C1&quot; w:rsidP=&quot;00A060C1&quot;&gt;&lt;w:pPr&gt;&lt;w:pStyle w:val=&quot;Pfad&quot; /&gt;&lt;/w:pPr&gt;&lt;/w:p&gt;&lt;/w:ftr&gt;&lt;/pkg:xmlData&gt;&lt;/pkg:part&gt;&lt;pkg:part pkg:name=&quot;/word/_rels/header2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image&quot; Target=&quot;media/image1.png&quot; /&gt;&lt;/Relationships&gt;&lt;/pkg:xmlData&gt;&lt;/pkg:part&gt;&lt;pkg:part pkg:name=&quot;/word/endnotes.xml&quot; pkg:contentType=&quot;application/vnd.openxmlformats-officedocument.wordprocessingml.endnotes+xml&quot;&gt;&lt;pkg:xmlData&gt;&lt;w:end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endnote w:type=&quot;separator&quot; w:id=&quot;-1&quot;&gt;&lt;w:p w:rsidR=&quot;002B5F69&quot; w:rsidRDefault=&quot;002B5F69&quot;&gt;&lt;w:r&gt;&lt;w:separator /&gt;&lt;/w:r&gt;&lt;/w:p&gt;&lt;w:p w:rsidR=&quot;002B5F69&quot; w:rsidRDefault=&quot;002B5F69&quot; /&gt;&lt;/w:endnote&gt;&lt;w:endnote w:type=&quot;continuationSeparator&quot; w:id=&quot;0&quot;&gt;&lt;w:p w:rsidR=&quot;002B5F69&quot; w:rsidRDefault=&quot;002B5F69&quot;&gt;&lt;w:r&gt;&lt;w:continuationSeparator /&gt;&lt;/w:r&gt;&lt;/w:p&gt;&lt;w:p w:rsidR=&quot;002B5F69&quot; w:rsidRDefault=&quot;002B5F69&quot; /&gt;&lt;/w:endnote&gt;&lt;/w:endnotes&gt;&lt;/pkg:xmlData&gt;&lt;/pkg:part&gt;&lt;pkg:part pkg:name=&quot;/word/theme/theme1.xml&quot; pkg:contentType=&quot;application/vnd.openxmlformats-officedocument.theme+xml&quot;&gt;&lt;pkg:xmlData&gt;&lt;a:theme xmlns:a=&quot;http://schemas.openxmlformats.org/drawingml/2006/main&quot; name=&quot;Larissa-Design&quot;&gt;&lt;a:themeElements&gt;&lt;a:clrScheme name=&quot;Larissa&quot;&gt;&lt;a:dk1&gt;&lt;a:sysClr val=&quot;windowText&quot; lastClr=&quot;000000&quot; /&gt;&lt;/a:dk1&gt;&lt;a:lt1&gt;&lt;a:sysClr val=&quot;window&quot; lastClr=&quot;FFFFFF&quot; /&gt;&lt;/a:lt1&gt;&lt;a:dk2&gt;&lt;a:srgbClr val=&quot;1F497D&quot; /&gt;&lt;/a:dk2&gt;&lt;a:lt2&gt;&lt;a:srgbClr val=&quot;EEECE1&quot; /&gt;&lt;/a:lt2&gt;&lt;a:accent1&gt;&lt;a:srgbClr val=&quot;4F81BD&quot; /&gt;&lt;/a:accent1&gt;&lt;a:accent2&gt;&lt;a:srgbClr val=&quot;C0504D&quot; /&gt;&lt;/a:accent2&gt;&lt;a:accent3&gt;&lt;a:srgbClr val=&quot;9BBB59&quot; /&gt;&lt;/a:accent3&gt;&lt;a:accent4&gt;&lt;a:srgbClr val=&quot;8064A2&quot; /&gt;&lt;/a:accent4&gt;&lt;a:accent5&gt;&lt;a:srgbClr val=&quot;4BACC6&quot; /&gt;&lt;/a:accent5&gt;&lt;a:accent6&gt;&lt;a:srgbClr val=&quot;F79646&quot; /&gt;&lt;/a:accent6&gt;&lt;a:hlink&gt;&lt;a:srgbClr val=&quot;0000FF&quot; /&gt;&lt;/a:hlink&gt;&lt;a:folHlink&gt;&lt;a:srgbClr val=&quot;800080&quot; /&gt;&lt;/a:folHlink&gt;&lt;/a:clrScheme&gt;&lt;a:fontScheme name=&quot;Larissa&quot;&gt;&lt;a:majorFont&gt;&lt;a:latin typeface=&quot;Cambria&quot; /&gt;&lt;a:ea typeface=&quot;&quot; /&gt;&lt;a:cs typeface=&quot;&quot; /&gt;&lt;a:font script=&quot;Jpan&quot; typeface=&quot;ＭＳ ゴシック&quot; /&gt;&lt;a:font script=&quot;Hang&quot; typeface=&quot;맑은 고딕&quot; /&gt;&lt;a:font script=&quot;Hans&quot; typeface=&quot;宋体&quot; /&gt;&lt;a:font script=&quot;Hant&quot; typeface=&quot;新細明體&quot; /&gt;&lt;a:font script=&quot;Arab&quot; typeface=&quot;Times New Roman&quot; /&gt;&lt;a:font script=&quot;Hebr&quot; typeface=&quot;Times New Roman&quot; /&gt;&lt;a:font script=&quot;Thai&quot; typeface=&quot;Angsana New&quot; /&gt;&lt;a:font script=&quot;Ethi&quot; typeface=&quot;Nyala&quot; /&gt;&lt;a:font script=&quot;Beng&quot; typeface=&quot;Vrinda&quot; /&gt;&lt;a:font script=&quot;Gujr&quot; typeface=&quot;Shruti&quot; /&gt;&lt;a:font script=&quot;Khmr&quot; typeface=&quot;MoolBoran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Times New Roman&quot; /&gt;&lt;a:font script=&quot;Uigh&quot; typeface=&quot;Microsoft Uighur&quot; /&gt;&lt;/a:majorFont&gt;&lt;a:minorFont&gt;&lt;a:latin typeface=&quot;Calibri&quot; /&gt;&lt;a:ea typeface=&quot;&quot; /&gt;&lt;a:cs typeface=&quot;&quot; /&gt;&lt;a:font script=&quot;Jpan&quot; typeface=&quot;ＭＳ 明朝&quot; /&gt;&lt;a:font script=&quot;Hang&quot; typeface=&quot;맑은 고딕&quot; /&gt;&lt;a:font script=&quot;Hans&quot; typeface=&quot;宋体&quot; /&gt;&lt;a:font script=&quot;Hant&quot; typeface=&quot;新細明體&quot; /&gt;&lt;a:font script=&quot;Arab&quot; typeface=&quot;Arial&quot; /&gt;&lt;a:font script=&quot;Hebr&quot; typeface=&quot;Arial&quot; /&gt;&lt;a:font script=&quot;Thai&quot; typeface=&quot;Cordia New&quot; /&gt;&lt;a:font script=&quot;Ethi&quot; typeface=&quot;Nyala&quot; /&gt;&lt;a:font script=&quot;Beng&quot; typeface=&quot;Vrinda&quot; /&gt;&lt;a:font script=&quot;Gujr&quot; typeface=&quot;Shruti&quot; /&gt;&lt;a:font script=&quot;Khmr&quot; typeface=&quot;DaunPenh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Arial&quot; /&gt;&lt;a:font script=&quot;Uigh&quot; typeface=&quot;Microsoft Uighur&quot; /&gt;&lt;/a:minorFont&gt;&lt;/a:fontScheme&gt;&lt;a:fmtScheme name=&quot;Larissa&quot;&gt;&lt;a:fillStyleLst&gt;&lt;a:solidFill&gt;&lt;a:schemeClr val=&quot;phClr&quot; /&gt;&lt;/a:solidFill&gt;&lt;a:gradFill rotWithShape=&quot;1&quot;&gt;&lt;a:gsLst&gt;&lt;a:gs pos=&quot;0&quot;&gt;&lt;a:schemeClr val=&quot;phClr&quot;&gt;&lt;a:tint val=&quot;50000&quot; /&gt;&lt;a:satMod val=&quot;300000&quot; /&gt;&lt;/a:schemeClr&gt;&lt;/a:gs&gt;&lt;a:gs pos=&quot;35000&quot;&gt;&lt;a:schemeClr val=&quot;phClr&quot;&gt;&lt;a:tint val=&quot;37000&quot; /&gt;&lt;a:satMod val=&quot;300000&quot; /&gt;&lt;/a:schemeClr&gt;&lt;/a:gs&gt;&lt;a:gs pos=&quot;100000&quot;&gt;&lt;a:schemeClr val=&quot;phClr&quot;&gt;&lt;a:tint val=&quot;15000&quot; /&gt;&lt;a:satMod val=&quot;350000&quot; /&gt;&lt;/a:schemeClr&gt;&lt;/a:gs&gt;&lt;/a:gsLst&gt;&lt;a:lin ang=&quot;16200000&quot; scaled=&quot;1&quot; /&gt;&lt;/a:gradFill&gt;&lt;a:gradFill rotWithShape=&quot;1&quot;&gt;&lt;a:gsLst&gt;&lt;a:gs pos=&quot;0&quot;&gt;&lt;a:schemeClr val=&quot;phClr&quot;&gt;&lt;a:shade val=&quot;51000&quot; /&gt;&lt;a:satMod val=&quot;130000&quot; /&gt;&lt;/a:schemeClr&gt;&lt;/a:gs&gt;&lt;a:gs pos=&quot;80000&quot;&gt;&lt;a:schemeClr val=&quot;phClr&quot;&gt;&lt;a:shade val=&quot;93000&quot; /&gt;&lt;a:satMod val=&quot;130000&quot; /&gt;&lt;/a:schemeClr&gt;&lt;/a:gs&gt;&lt;a:gs pos=&quot;100000&quot;&gt;&lt;a:schemeClr val=&quot;phClr&quot;&gt;&lt;a:shade val=&quot;94000&quot; /&gt;&lt;a:satMod val=&quot;135000&quot; /&gt;&lt;/a:schemeClr&gt;&lt;/a:gs&gt;&lt;/a:gsLst&gt;&lt;a:lin ang=&quot;16200000&quot; scaled=&quot;0&quot; /&gt;&lt;/a:gradFill&gt;&lt;/a:fillStyleLst&gt;&lt;a:lnStyleLst&gt;&lt;a:ln w=&quot;9525&quot; cap=&quot;flat&quot; cmpd=&quot;sng&quot; algn=&quot;ctr&quot;&gt;&lt;a:solidFill&gt;&lt;a:schemeClr val=&quot;phClr&quot;&gt;&lt;a:shade val=&quot;95000&quot; /&gt;&lt;a:satMod val=&quot;105000&quot; /&gt;&lt;/a:schemeClr&gt;&lt;/a:solidFill&gt;&lt;a:prstDash val=&quot;solid&quot; /&gt;&lt;/a:ln&gt;&lt;a:ln w=&quot;25400&quot; cap=&quot;flat&quot; cmpd=&quot;sng&quot; algn=&quot;ctr&quot;&gt;&lt;a:solidFill&gt;&lt;a:schemeClr val=&quot;phClr&quot; /&gt;&lt;/a:solidFill&gt;&lt;a:prstDash val=&quot;solid&quot; /&gt;&lt;/a:ln&gt;&lt;a:ln w=&quot;38100&quot; cap=&quot;flat&quot; cmpd=&quot;sng&quot; algn=&quot;ctr&quot;&gt;&lt;a:solidFill&gt;&lt;a:schemeClr val=&quot;phClr&quot; /&gt;&lt;/a:solidFill&gt;&lt;a:prstDash val=&quot;solid&quot; /&gt;&lt;/a:ln&gt;&lt;/a:lnStyleLst&gt;&lt;a:effectStyleLst&gt;&lt;a:effectStyle&gt;&lt;a:effectLst&gt;&lt;a:outerShdw blurRad=&quot;40000&quot; dist=&quot;20000&quot; dir=&quot;5400000&quot; rotWithShape=&quot;0&quot;&gt;&lt;a:srgbClr val=&quot;000000&quot;&gt;&lt;a:alpha val=&quot;38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a:scene3d&gt;&lt;a:camera prst=&quot;orthographicFront&quot;&gt;&lt;a:rot lat=&quot;0&quot; lon=&quot;0&quot; rev=&quot;0&quot; /&gt;&lt;/a:camera&gt;&lt;a:lightRig rig=&quot;threePt&quot; dir=&quot;t&quot;&gt;&lt;a:rot lat=&quot;0&quot; lon=&quot;0&quot; rev=&quot;1200000&quot; /&gt;&lt;/a:lightRig&gt;&lt;/a:scene3d&gt;&lt;a:sp3d&gt;&lt;a:bevelT w=&quot;63500&quot; h=&quot;25400&quot; /&gt;&lt;/a:sp3d&gt;&lt;/a:effectStyle&gt;&lt;/a:effectStyleLst&gt;&lt;a:bgFillStyleLst&gt;&lt;a:solidFill&gt;&lt;a:schemeClr val=&quot;phClr&quot; /&gt;&lt;/a:solidFill&gt;&lt;a:gradFill rotWithShape=&quot;1&quot;&gt;&lt;a:gsLst&gt;&lt;a:gs pos=&quot;0&quot;&gt;&lt;a:schemeClr val=&quot;phClr&quot;&gt;&lt;a:tint val=&quot;40000&quot; /&gt;&lt;a:satMod val=&quot;350000&quot; /&gt;&lt;/a:schemeClr&gt;&lt;/a:gs&gt;&lt;a:gs pos=&quot;40000&quot;&gt;&lt;a:schemeClr val=&quot;phClr&quot;&gt;&lt;a:tint val=&quot;45000&quot; /&gt;&lt;a:shade val=&quot;99000&quot; /&gt;&lt;a:satMod val=&quot;350000&quot; /&gt;&lt;/a:schemeClr&gt;&lt;/a:gs&gt;&lt;a:gs pos=&quot;100000&quot;&gt;&lt;a:schemeClr val=&quot;phClr&quot;&gt;&lt;a:shade val=&quot;20000&quot; /&gt;&lt;a:satMod val=&quot;255000&quot; /&gt;&lt;/a:schemeClr&gt;&lt;/a:gs&gt;&lt;/a:gsLst&gt;&lt;a:path path=&quot;circle&quot;&gt;&lt;a:fillToRect l=&quot;50000&quot; t=&quot;-80000&quot; r=&quot;50000&quot; b=&quot;180000&quot; /&gt;&lt;/a:path&gt;&lt;/a:gradFill&gt;&lt;a:gradFill rotWithShape=&quot;1&quot;&gt;&lt;a:gsLst&gt;&lt;a:gs pos=&quot;0&quot;&gt;&lt;a:schemeClr val=&quot;phClr&quot;&gt;&lt;a:tint val=&quot;80000&quot; /&gt;&lt;a:satMod val=&quot;300000&quot; /&gt;&lt;/a:schemeClr&gt;&lt;/a:gs&gt;&lt;a:gs pos=&quot;100000&quot;&gt;&lt;a:schemeClr val=&quot;phClr&quot;&gt;&lt;a:shade val=&quot;30000&quot; /&gt;&lt;a:satMod val=&quot;200000&quot; /&gt;&lt;/a:schemeClr&gt;&lt;/a:gs&gt;&lt;/a:gsLst&gt;&lt;a:path path=&quot;circle&quot;&gt;&lt;a:fillToRect l=&quot;50000&quot; t=&quot;50000&quot; r=&quot;50000&quot; b=&quot;50000&quot; /&gt;&lt;/a:path&gt;&lt;/a:gradFill&gt;&lt;/a:bgFillStyleLst&gt;&lt;/a:fmtScheme&gt;&lt;/a:themeElements&gt;&lt;a:objectDefaults /&gt;&lt;a:extraClrSchemeLst /&gt;&lt;/a:theme&gt;&lt;/pkg:xmlData&gt;&lt;/pkg:part&gt;&lt;pkg:part pkg:name=&quot;/word/media/image1.png&quot; pkg:contentType=&quot;image/png&quot; pkg:compression=&quot;store&quot;&gt;&lt;pkg:binaryData&gt;iVBORw0KGgoAAAANSUhEUgAAAMgAAADICAIAAAAiOjnJAAAAAXNSR0IArs4c6QAAAAlwSFlzAAAO_x000d__x000a_xAAADsQBlSsOGwAAA5dJREFUeF7t0rEVgkAAREG4BgjpvzvJsAA9DSiBHzFbwAb/zTrnPN7fxRS4_x000d__x000a_r8C+jfV1fu479KTAVWAooUBRAKyiqs8FLAiSAmAlWZ2CxUBSAKwkq1OwGEgKgJVkdQoWA0kBsJKs_x000d__x000a_TsFiICkAVpLVKVgMJAXASrI6BYuBpABYSVanYDGQFAAryeoULAaSAmAlWZ2CxUBSAKwkq1OwGEgK_x000d__x000a_gJVkdQoWA0kBsJKsTsFiICkAVpLVKVgMJAXASrI6BYuBpABYSVanYDGQFAAryeoULAaSAmAlWZ2C_x000d__x000a_xUBSAKwkq1OwGEgKgJVkdQoWA0kBsJKsTsFiICkAVpLVKVgMJAXASrI6BYuBpABYSVanYDGQFAAr_x000d__x000a_yeoULAaSAmAlWZ2CxUBSAKwkq1OwGEgKgJVkdQoWA0kBsJKsTsFiICkAVpLVKVgMJAXASrI6BYuB_x000d__x000a_pABYSVanYDGQFAAryeoULAaSAmAlWZ2CxUBSAKwkq1OwGEgKgJVkdQoWA0kBsJKsTsFiICkAVpLV_x000d__x000a_KVgMJAXASrI6BYuBpABYSVanYDGQFAAryeoULAaSAmAlWZ2CxUBSAKwkq1OwGEgKgJVkdQoWA0kB_x000d__x000a_sJKsTsFiICkAVpLVKVgMJAXASrI6BYuBpABYSVanYDGQFAAryeoULAaSAmAlWZ2CxUBSAKwkq1Ow_x000d__x000a_GEgKgJVkdQoWA0kBsJKsTsFiICkAVpLVKVgMJAXASrI6BYuBpABYSVanYDGQFAAryeoULAaSAmAl_x000d__x000a_WZ2CxUBSAKwkq1OwGEgKgJVkdQoWA0kBsJKsTsFiICkAVpLVKVgMJAXASrI6BYuBpABYSVanYDGQ_x000d__x000a_FAAryeoULAaSAmAlWZ2CxUBSAKwkq1OwGEgKgJVkdQoWA0kBsJKsTsFiICkAVpLVKVgMJAXASrI6_x000d__x000a_BYuBpABYSVanYDGQFAAryeoULAaSAmAlWZ2CxUBSAKwkq1OwGEgKgJVkdQoWA0kBsJKsTsFiICkA_x000d__x000a_VpLVKVgMJAXASrI6BYuBpABYSVanYDGQFAAryeoULAaSAmAlWZ2CxUBSAKwkq1OwGEgKgJVkdQoW_x000d__x000a_A0kBsJKsTsFiICkAVpLVKVgMJAXASrI6BYuBpABYSVanYDGQFAAryeoULAaSAmAlWZ2CxUBSAKwk_x000d__x000a_q1OwGEgKgJVkdQoWA0kBsJKsTsFiICkAVpLVKVgMJAXASrI6BYuBpABYSVanYDGQFAAryeoULAaS_x000d__x000a_AmAlWZ2CxUBSYOwbW0nZJ5/+Uf0Ahm8Ksdfm760AAAAASUVORK5CYII=&lt;/pkg:binaryData&gt;&lt;/pkg:part&gt;&lt;pkg:part pkg:name=&quot;/word/glossary/_rels/document.xml.rels&quot; pkg:contentType=&quot;application/vnd.openxmlformats-package.relationships+xml&quot;&gt;&lt;pkg:xmlData&gt;&lt;Relationships xmlns=&quot;http://schemas.openxmlformats.org/package/2006/relationships&quot;&gt;&lt;Relationship Id=&quot;rId3&quot; Type=&quot;http://schemas.openxmlformats.org/officeDocument/2006/relationships/webSettings&quot; Target=&quot;webSettings.xml&quot; /&gt;&lt;Relationship Id=&quot;rId2&quot; Type=&quot;http://schemas.openxmlformats.org/officeDocument/2006/relationships/settings&quot; Target=&quot;settings.xml&quot; /&gt;&lt;Relationship Id=&quot;rId1&quot; Type=&quot;http://schemas.openxmlformats.org/officeDocument/2006/relationships/styles&quot; Target=&quot;styles.xml&quot; /&gt;&lt;Relationship Id=&quot;rId4&quot; Type=&quot;http://schemas.openxmlformats.org/officeDocument/2006/relationships/fontTable&quot; Target=&quot;fontTable.xml&quot; /&gt;&lt;/Relationships&gt;&lt;/pkg:xmlData&gt;&lt;/pkg:part&gt;&lt;pkg:part pkg:name=&quot;/word/glossary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view w:val=&quot;normal&quot; /&gt;&lt;w:defaultTabStop w:val=&quot;720&quot; /&gt;&lt;w:hyphenationZone w:val=&quot;425&quot; /&gt;&lt;w:characterSpacingControl w:val=&quot;doNotCompress&quot; /&gt;&lt;w:compat&gt;&lt;w:useFELayout /&gt;&lt;w:compatSetting w:name=&quot;compatibilityMode&quot; w:uri=&quot;http://schemas.microsoft.com/office/word&quot; w:val=&quot;14&quot; /&gt;&lt;/w:compat&gt;&lt;w:rsids&gt;&lt;w:rsidRoot w:val=&quot;005128E0&quot; /&gt;&lt;w:rsid w:val=&quot;002248E8&quot; /&gt;&lt;w:rsid w:val=&quot;00250911&quot; /&gt;&lt;w:rsid w:val=&quot;00323DF0&quot; /&gt;&lt;w:rsid w:val=&quot;00386FA4&quot; /&gt;&lt;w:rsid w:val=&quot;004C2A24&quot; /&gt;&lt;w:rsid w:val=&quot;004F6212&quot; /&gt;&lt;w:rsid w:val=&quot;005128E0&quot; /&gt;&lt;w:rsid w:val=&quot;00513AD9&quot; /&gt;&lt;w:rsid w:val=&quot;00546FF6&quot; /&gt;&lt;w:rsid w:val=&quot;005B3509&quot; /&gt;&lt;w:rsid w:val=&quot;005F2AAB&quot; /&gt;&lt;w:rsid w:val=&quot;00686F19&quot; /&gt;&lt;w:rsid w:val=&quot;00774263&quot; /&gt;&lt;w:rsid w:val=&quot;007D6EEC&quot; /&gt;&lt;w:rsid w:val=&quot;00813145&quot; /&gt;&lt;w:rsid w:val=&quot;00823BBE&quot; /&gt;&lt;w:rsid w:val=&quot;0083151E&quot; /&gt;&lt;w:rsid w:val=&quot;008632AD&quot; /&gt;&lt;w:rsid w:val=&quot;00A375AC&quot; /&gt;&lt;w:rsid w:val=&quot;00AD4891&quot; /&gt;&lt;w:rsid w:val=&quot;00AE02AC&quot; /&gt;&lt;w:rsid w:val=&quot;00B067D3&quot; /&gt;&lt;w:rsid w:val=&quot;00B13B59&quot; /&gt;&lt;w:rsid w:val=&quot;00B14E64&quot; /&gt;&lt;w:rsid w:val=&quot;00B5215C&quot; /&gt;&lt;w:rsid w:val=&quot;00C567ED&quot; /&gt;&lt;w:rsid w:val=&quot;00D51C0E&quot; /&gt;&lt;w:rsid w:val=&quot;00E92A9B&quot; /&gt;&lt;w:rsid w:val=&quot;00FA6649&quot; /&gt;&lt;w:rsid w:val=&quot;00FA7E70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en-US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ecimalSymbol w:val=&quot;.&quot; /&gt;&lt;w:listSeparator w:val=&quot;;&quot; /&gt;&lt;/w:settings&gt;&lt;/pkg:xmlData&gt;&lt;/pkg:part&gt;&lt;pkg:part pkg:name=&quot;/word/_rels/customizations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microsoft.com/office/2006/relationships/attachedToolbars&quot; Target=&quot;attachedToolbars.bin&quot; /&gt;&lt;/Relationships&gt;&lt;/pkg:xmlData&gt;&lt;/pkg:part&gt;&lt;pkg:part pkg:name=&quot;/word/attachedToolbars.bin&quot; pkg:contentType=&quot;application/vnd.ms-word.attachedToolbars&quot;&gt;&lt;pkg:binaryData&gt;EgAABwYADAASAAIAQQEAAAMBAAoBAAAAKAADBw1TAGUAbgBkACAAdABvACAATQBDACYATQBTAAAM_x000d__x000a_UwBlAG4AZAAgAHQAbwAgAE0AQwBNAFMAAAAAAAALTQBzAEMAbQBzAE8AYwBNAGUAbgB1AAAAAAMB_x000d__x000a_AAAAFEMAdQBzAHQAbwBtACAAUABvAHAAdQBwACAAMQAwADQANQAzADkAMwADARMEAQAAACgAA+MA_x000d__x000a_AAANIlAAYQByAGEAZABvAGMAcwAtAEQAbwBrAHUAbQBlAG4AdAB2AGEAcgBpAGEAYgBsAGUAIABl_x000d__x000a_AGkAbgBmAPwAZwBlAG4AAAAAAAAAAAABAwEAJDwAUABhAHIAYQBkAG8AYwBzAC0ARABvAGsAdQBt_x000d__x000a_AGUAbgB0AHYAYQByAGkAYQBiAGwAZQAgAGUAaQBuAGYA/ABnAGUAbgA+AP//AAABAOMAACgAAAAA_x000d__x000a_AAEAABL5HgAA+R4AABAAAAABAI4ACQAAAAAAAgACHPkeAAAAAAAAAAAAAAAAAAAFHP/////5HgAA_x000d__x000a_ngAAAAEAswA=&lt;/pkg:binaryData&gt;&lt;/pkg:part&gt;&lt;pkg:part pkg:name=&quot;/word/glossary/document.xml&quot; pkg:contentType=&quot;application/vnd.openxmlformats-officedocument.wordprocessingml.document.glossary+xml&quot;&gt;&lt;pkg:xmlData&gt;&lt;w:glossary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docParts&gt;&lt;w:docPart&gt;&lt;w:docPartPr&gt;&lt;w:name w:val=&quot;75D861E217AF4255B54704FBD1B22BE5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DAFFA073-69FB-4784-9EFF-1FDEC6332095}&quot; /&gt;&lt;/w:docPartPr&gt;&lt;w:docPartBody&gt;&lt;w:p w:rsidR=&quot;00000000&quot; w:rsidRDefault=&quot;00AE02AC&quot; w:rsidP=&quot;00AE02AC&quot;&gt;&lt;w:pPr&gt;&lt;w:pStyle w:val=&quot;75D861E217AF4255B54704FBD1B22BE5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15A95722E1D5466BA3628972B10002CC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332114DC-5330-4594-9068-B3D9F71C471E}&quot; /&gt;&lt;/w:docPartPr&gt;&lt;w:docPartBody&gt;&lt;w:p w:rsidR=&quot;00000000&quot; w:rsidRDefault=&quot;00AE02AC&quot; w:rsidP=&quot;00AE02AC&quot;&gt;&lt;w:pPr&gt;&lt;w:pStyle w:val=&quot;15A95722E1D5466BA3628972B10002CC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3A6504E48D114940904B0FA5C513E7D7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9C8CFBB5-B60E-4571-9392-02B7AFF3B5CB}&quot; /&gt;&lt;/w:docPartPr&gt;&lt;w:docPartBody&gt;&lt;w:p w:rsidR=&quot;00000000&quot; w:rsidRDefault=&quot;00AE02AC&quot; w:rsidP=&quot;00AE02AC&quot;&gt;&lt;w:pPr&gt;&lt;w:pStyle w:val=&quot;3A6504E48D114940904B0FA5C513E7D7&quot; /&gt;&lt;/w:pPr&gt;&lt;w:r w:rsidRPr=&quot;00E26835&quot;&gt;&lt;w:rPr&gt;&lt;w:rStyle w:val=&quot;PlaceholderText&quot; /&gt;&lt;/w:rPr&gt;&lt;w:t&gt;Klicken Sie hier, um Text einzugeben.&lt;/w:t&gt;&lt;/w:r&gt;&lt;/w:p&gt;&lt;/w:docPartBody&gt;&lt;/w:docPart&gt;&lt;/w:docParts&gt;&lt;/w:glossaryDocument&gt;&lt;/pkg:xmlData&gt;&lt;/pkg:part&gt;&lt;pkg:part pkg:name=&quot;/word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zoom w:percent=&quot;100&quot; /&gt;&lt;w:proofState w:spelling=&quot;clean&quot; w:grammar=&quot;clean&quot; /&gt;&lt;w:formsDesign /&gt;&lt;w:stylePaneFormatFilter w:val=&quot;3821&quot; w:allStyles=&quot;1&quot; w:customStyles=&quot;0&quot; w:latentStyles=&quot;0&quot; w:stylesInUse=&quot;0&quot; w:headingStyles=&quot;1&quot; w:numberingStyles=&quot;0&quot; w:tableStyles=&quot;0&quot; w:directFormattingOnRuns=&quot;0&quot; w:directFormattingOnParagraphs=&quot;0&quot; w:directFormattingOnNumbering=&quot;0&quot; w:directFormattingOnTables=&quot;1&quot; w:clearFormatting=&quot;1&quot; w:top3HeadingStyles=&quot;1&quot; w:visibleStyles=&quot;0&quot; w:alternateStyleNames=&quot;0&quot; /&gt;&lt;w:defaultTabStop w:val=&quot;709&quot; /&gt;&lt;w:autoHyphenation /&gt;&lt;w:hyphenationZone w:val=&quot;425&quot; /&gt;&lt;w:drawingGridHorizontalSpacing w:val=&quot;142&quot; /&gt;&lt;w:drawingGridVerticalSpacing w:val=&quot;142&quot; /&gt;&lt;w:doNotUseMarginsForDrawingGridOrigin /&gt;&lt;w:drawingGridVerticalOrigin w:val=&quot;2608&quot; /&gt;&lt;w:noPunctuationKerning /&gt;&lt;w:characterSpacingControl w:val=&quot;doNotCompress&quot; /&gt;&lt;w:hdrShapeDefaults&gt;&lt;o:shapedefaults v:ext=&quot;edit&quot; spidmax=&quot;2049&quot; /&gt;&lt;/w:hdrShapeDefaults&gt;&lt;w:footnotePr&gt;&lt;w:footnote w:id=&quot;-1&quot; /&gt;&lt;w:footnote w:id=&quot;0&quot; /&gt;&lt;/w:footnotePr&gt;&lt;w:endnotePr&gt;&lt;w:endnote w:id=&quot;-1&quot; /&gt;&lt;w:endnote w:id=&quot;0&quot; /&gt;&lt;/w:endnotePr&gt;&lt;w:compat&gt;&lt;w:compatSetting w:name=&quot;compatibilityMode&quot; w:uri=&quot;http://schemas.microsoft.com/office/word&quot; w:val=&quot;14&quot; /&gt;&lt;w:compatSetting w:name=&quot;overrideTableStyleFontSizeAndJustification&quot; w:uri=&quot;http://schemas.microsoft.com/office/word&quot; w:val=&quot;1&quot; /&gt;&lt;w:compatSetting w:name=&quot;enableOpenTypeFeatures&quot; w:uri=&quot;http://schemas.microsoft.com/office/word&quot; w:val=&quot;1&quot; /&gt;&lt;w:compatSetting w:name=&quot;doNotFlipMirrorIndents&quot; w:uri=&quot;http://schemas.microsoft.com/office/word&quot; w:val=&quot;1&quot; /&gt;&lt;/w:compat&gt;&lt;w:docVars&gt;&lt;/w:docVars&gt;&lt;w:rsids&gt;&lt;w:rsidRoot w:val=&quot;00396368&quot; /&gt;&lt;w:rsid w:val=&quot;00000A8A&quot; /&gt;&lt;w:rsid w:val=&quot;00003CCD&quot; /&gt;&lt;w:rsid w:val=&quot;0000523F&quot; /&gt;&lt;w:rsid w:val=&quot;000126E2&quot; /&gt;&lt;w:rsid w:val=&quot;00016A47&quot; /&gt;&lt;w:rsid w:val=&quot;0002211E&quot; /&gt;&lt;w:rsid w:val=&quot;00023616&quot; /&gt;&lt;w:rsid w:val=&quot;0002383A&quot; /&gt;&lt;w:rsid w:val=&quot;00024E24&quot; /&gt;&lt;w:rsid w:val=&quot;00025206&quot; /&gt;&lt;w:rsid w:val=&quot;00026181&quot; /&gt;&lt;w:rsid w:val=&quot;00026C83&quot; /&gt;&lt;w:rsid w:val=&quot;00030704&quot; /&gt;&lt;w:rsid w:val=&quot;00035D1F&quot; /&gt;&lt;w:rsid w:val=&quot;00042946&quot; /&gt;&lt;w:rsid w:val=&quot;000518F6&quot; /&gt;&lt;w:rsid w:val=&quot;00055FA6&quot; /&gt;&lt;w:rsid w:val=&quot;00056243&quot; /&gt;&lt;w:rsid w:val=&quot;000625F8&quot; /&gt;&lt;w:rsid w:val=&quot;000643A8&quot; /&gt;&lt;w:rsid w:val=&quot;000643F3&quot; /&gt;&lt;w:rsid w:val=&quot;00064826&quot; /&gt;&lt;w:rsid w:val=&quot;00064A36&quot; /&gt;&lt;w:rsid w:val=&quot;0006600F&quot; /&gt;&lt;w:rsid w:val=&quot;00075B85&quot; /&gt;&lt;w:rsid w:val=&quot;00076FD5&quot; /&gt;&lt;w:rsid w:val=&quot;00083AAC&quot; /&gt;&lt;w:rsid w:val=&quot;000850D6&quot; /&gt;&lt;w:rsid w:val=&quot;00093CA0&quot; /&gt;&lt;w:rsid w:val=&quot;00094D72&quot; /&gt;&lt;w:rsid w:val=&quot;000A127C&quot; /&gt;&lt;w:rsid w:val=&quot;000A196C&quot; /&gt;&lt;w:rsid w:val=&quot;000A1C18&quot; /&gt;&lt;w:rsid w:val=&quot;000B4E19&quot; /&gt;&lt;w:rsid w:val=&quot;000C02BB&quot; /&gt;&lt;w:rsid w:val=&quot;000C0B35&quot; /&gt;&lt;w:rsid w:val=&quot;000C2CE9&quot; /&gt;&lt;w:rsid w:val=&quot;000C3857&quot; /&gt;&lt;w:rsid w:val=&quot;000C3D56&quot; /&gt;&lt;w:rsid w:val=&quot;000C668B&quot; /&gt;&lt;w:rsid w:val=&quot;000C6B71&quot; /&gt;&lt;w:rsid w:val=&quot;000D064F&quot; /&gt;&lt;w:rsid w:val=&quot;000D64E9&quot; /&gt;&lt;w:rsid w:val=&quot;000E132D&quot; /&gt;&lt;w:rsid w:val=&quot;000E4191&quot; /&gt;&lt;w:rsid w:val=&quot;000E5D57&quot; /&gt;&lt;w:rsid w:val=&quot;000E5FE7&quot; /&gt;&lt;w:rsid w:val=&quot;000F1558&quot; /&gt;&lt;w:rsid w:val=&quot;00101339&quot; /&gt;&lt;w:rsid w:val=&quot;00102A71&quot; /&gt;&lt;w:rsid w:val=&quot;0011202D&quot; /&gt;&lt;w:rsid w:val=&quot;001129DF&quot; /&gt;&lt;w:rsid w:val=&quot;001134E9&quot; /&gt;&lt;w:rsid w:val=&quot;001145F7&quot; /&gt;&lt;w:rsid w:val=&quot;00120320&quot; /&gt;&lt;w:rsid w:val=&quot;00121ACA&quot; /&gt;&lt;w:rsid w:val=&quot;00122EB9&quot; /&gt;&lt;w:rsid w:val=&quot;001243FA&quot; /&gt;&lt;w:rsid w:val=&quot;00127277&quot; /&gt;&lt;w:rsid w:val=&quot;00127926&quot; /&gt;&lt;w:rsid w:val=&quot;00131D68&quot; /&gt;&lt;w:rsid w:val=&quot;00133DA5&quot; /&gt;&lt;w:rsid w:val=&quot;00142436&quot; /&gt;&lt;w:rsid w:val=&quot;00146982&quot; /&gt;&lt;w:rsid w:val=&quot;0014759A&quot; /&gt;&lt;w:rsid w:val=&quot;00153451&quot; /&gt;&lt;w:rsid w:val=&quot;001536FE&quot; /&gt;&lt;w:rsid w:val=&quot;001538FE&quot; /&gt;&lt;w:rsid w:val=&quot;001560B2&quot; /&gt;&lt;w:rsid w:val=&quot;00162272&quot; /&gt;&lt;w:rsid w:val=&quot;00174A1D&quot; /&gt;&lt;w:rsid w:val=&quot;0017527F&quot; /&gt;&lt;w:rsid w:val=&quot;00176E29&quot; /&gt;&lt;w:rsid w:val=&quot;001800D0&quot; /&gt;&lt;w:rsid w:val=&quot;00180184&quot; /&gt;&lt;w:rsid w:val=&quot;00184E7E&quot; /&gt;&lt;w:rsid w:val=&quot;0018569F&quot; /&gt;&lt;w:rsid w:val=&quot;001866A0&quot; /&gt;&lt;w:rsid w:val=&quot;001879B9&quot; /&gt;&lt;w:rsid w:val=&quot;00194792&quot; /&gt;&lt;w:rsid w:val=&quot;00195A1A&quot; /&gt;&lt;w:rsid w:val=&quot;00196374&quot; /&gt;&lt;w:rsid w:val=&quot;001975DE&quot; /&gt;&lt;w:rsid w:val=&quot;00197FDD&quot; /&gt;&lt;w:rsid w:val=&quot;001A05F3&quot; /&gt;&lt;w:rsid w:val=&quot;001A0E2C&quot; /&gt;&lt;w:rsid w:val=&quot;001A32E7&quot; /&gt;&lt;w:rsid w:val=&quot;001A3E26&quot; /&gt;&lt;w:rsid w:val=&quot;001A519F&quot; /&gt;&lt;w:rsid w:val=&quot;001A7525&quot; /&gt;&lt;w:rsid w:val=&quot;001B13B0&quot; /&gt;&lt;w:rsid w:val=&quot;001B219A&quot; /&gt;&lt;w:rsid w:val=&quot;001B2430&quot; /&gt;&lt;w:rsid w:val=&quot;001C4BDA&quot; /&gt;&lt;w:rsid w:val=&quot;001C5823&quot; /&gt;&lt;w:rsid w:val=&quot;001D0025&quot; /&gt;&lt;w:rsid w:val=&quot;001D15A1&quot; /&gt;&lt;w:rsid w:val=&quot;001D1737&quot; /&gt;&lt;w:rsid w:val=&quot;001D4D22&quot; /&gt;&lt;w:rsid w:val=&quot;001D4E59&quot; /&gt;&lt;w:rsid w:val=&quot;001E1A29&quot; /&gt;&lt;w:rsid w:val=&quot;001E6660&quot; /&gt;&lt;w:rsid w:val=&quot;001E7A9B&quot; /&gt;&lt;w:rsid w:val=&quot;001E7C79&quot; /&gt;&lt;w:rsid w:val=&quot;001F0A8A&quot; /&gt;&lt;w:rs"/>
    <w:docVar w:name="it-CH1_LanguageVersion" w:val="id w:val=&quot;001F152B&quot; /&gt;&lt;w:rsid w:val=&quot;001F786B&quot; /&gt;&lt;w:rsid w:val=&quot;00202B7F&quot; /&gt;&lt;w:rsid w:val=&quot;002068EA&quot; /&gt;&lt;w:rsid w:val=&quot;00211F1B&quot; /&gt;&lt;w:rsid w:val=&quot;00212DA1&quot; /&gt;&lt;w:rsid w:val=&quot;00214F61&quot; /&gt;&lt;w:rsid w:val=&quot;00215BF8&quot; /&gt;&lt;w:rsid w:val=&quot;00221A13&quot; /&gt;&lt;w:rsid w:val=&quot;002373CB&quot; /&gt;&lt;w:rsid w:val=&quot;00242297&quot; /&gt;&lt;w:rsid w:val=&quot;00251029&quot; /&gt;&lt;w:rsid w:val=&quot;00252CB2&quot; /&gt;&lt;w:rsid w:val=&quot;002530C9&quot; /&gt;&lt;w:rsid w:val=&quot;00256B25&quot; /&gt;&lt;w:rsid w:val=&quot;0025739E&quot; /&gt;&lt;w:rsid w:val=&quot;00260D09&quot; /&gt;&lt;w:rsid w:val=&quot;00294E0D&quot; /&gt;&lt;w:rsid w:val=&quot;00294F45&quot; /&gt;&lt;w:rsid w:val=&quot;00295EB2&quot; /&gt;&lt;w:rsid w:val=&quot;002A0FCA&quot; /&gt;&lt;w:rsid w:val=&quot;002A1F2F&quot; /&gt;&lt;w:rsid w:val=&quot;002A26D5&quot; /&gt;&lt;w:rsid w:val=&quot;002B155D&quot; /&gt;&lt;w:rsid w:val=&quot;002B273E&quot; /&gt;&lt;w:rsid w:val=&quot;002B5F69&quot; /&gt;&lt;w:rsid w:val=&quot;002B66F6&quot; /&gt;&lt;w:rsid w:val=&quot;002C03F7&quot; /&gt;&lt;w:rsid w:val=&quot;002C0602&quot; /&gt;&lt;w:rsid w:val=&quot;002C24F6&quot; /&gt;&lt;w:rsid w:val=&quot;002C2D21&quot; /&gt;&lt;w:rsid w:val=&quot;002C2ED2&quot; /&gt;&lt;w:rsid w:val=&quot;002C4F4D&quot; /&gt;&lt;w:rsid w:val=&quot;002C7D86&quot; /&gt;&lt;w:rsid w:val=&quot;002D68EC&quot; /&gt;&lt;w:rsid w:val=&quot;002E11F6&quot; /&gt;&lt;w:rsid w:val=&quot;002E64AB&quot; /&gt;&lt;w:rsid w:val=&quot;002F0FD6&quot; /&gt;&lt;w:rsid w:val=&quot;002F1014&quot; /&gt;&lt;w:rsid w:val=&quot;002F2484&quot; /&gt;&lt;w:rsid w:val=&quot;002F7F05&quot; /&gt;&lt;w:rsid w:val=&quot;00304B10&quot; /&gt;&lt;w:rsid w:val=&quot;00306F24&quot; /&gt;&lt;w:rsid w:val=&quot;00310BBC&quot; /&gt;&lt;w:rsid w:val=&quot;00311602&quot; /&gt;&lt;w:rsid w:val=&quot;0031188B&quot; /&gt;&lt;w:rsid w:val=&quot;003159A4&quot; /&gt;&lt;w:rsid w:val=&quot;00321184&quot; /&gt;&lt;w:rsid w:val=&quot;00322C0E&quot; /&gt;&lt;w:rsid w:val=&quot;00330B4C&quot; /&gt;&lt;w:rsid w:val=&quot;00331545&quot; /&gt;&lt;w:rsid w:val=&quot;003319A1&quot; /&gt;&lt;w:rsid w:val=&quot;003328BA&quot; /&gt;&lt;w:rsid w:val=&quot;003360D1&quot; /&gt;&lt;w:rsid w:val=&quot;0033720D&quot; /&gt;&lt;w:rsid w:val=&quot;00341B97&quot; /&gt;&lt;w:rsid w:val=&quot;003422CA&quot; /&gt;&lt;w:rsid w:val=&quot;003521BB&quot; /&gt;&lt;w:rsid w:val=&quot;003542FA&quot; /&gt;&lt;w:rsid w:val=&quot;003658EA&quot; /&gt;&lt;w:rsid w:val=&quot;0037090A&quot; /&gt;&lt;w:rsid w:val=&quot;00370C4F&quot; /&gt;&lt;w:rsid w:val=&quot;003729F0&quot; /&gt;&lt;w:rsid w:val=&quot;00376C74&quot; /&gt;&lt;w:rsid w:val=&quot;00383910&quot; /&gt;&lt;w:rsid w:val=&quot;00385818&quot; /&gt;&lt;w:rsid w:val=&quot;00385DD4&quot; /&gt;&lt;w:rsid w:val=&quot;00392DB4&quot; /&gt;&lt;w:rsid w:val=&quot;00394DA8&quot; /&gt;&lt;w:rsid w:val=&quot;00396368&quot; /&gt;&lt;w:rsid w:val=&quot;00396A9C&quot; /&gt;&lt;w:rsid w:val=&quot;003A156F&quot; /&gt;&lt;w:rsid w:val=&quot;003A3372&quot; /&gt;&lt;w:rsid w:val=&quot;003A7596&quot; /&gt;&lt;w:rsid w:val=&quot;003B0D96&quot; /&gt;&lt;w:rsid w:val=&quot;003B2348&quot; /&gt;&lt;w:rsid w:val=&quot;003B5A9F&quot; /&gt;&lt;w:rsid w:val=&quot;003B79E5&quot; /&gt;&lt;w:rsid w:val=&quot;003C0684&quot; /&gt;&lt;w:rsid w:val=&quot;003C23C6&quot; /&gt;&lt;w:rsid w:val=&quot;003C26E4&quot; /&gt;&lt;w:rsid w:val=&quot;003D1B35&quot; /&gt;&lt;w:rsid w:val=&quot;003E4D67&quot; /&gt;&lt;w:rsid w:val=&quot;003F4558&quot; /&gt;&lt;w:rsid w:val=&quot;003F73B3&quot; /&gt;&lt;w:rsid w:val=&quot;004024C6&quot; /&gt;&lt;w:rsid w:val=&quot;004032CC&quot; /&gt;&lt;w:rsid w:val=&quot;00405236&quot; /&gt;&lt;w:rsid w:val=&quot;00411041&quot; /&gt;&lt;w:rsid w:val=&quot;0041705B&quot; /&gt;&lt;w:rsid w:val=&quot;004213C0&quot; /&gt;&lt;w:rsid w:val=&quot;00421954&quot; /&gt;&lt;w:rsid w:val=&quot;00422B9C&quot; /&gt;&lt;w:rsid w:val=&quot;00423B2C&quot; /&gt;&lt;w:rsid w:val=&quot;00426979&quot; /&gt;&lt;w:rsid w:val=&quot;00431569&quot; /&gt;&lt;w:rsid w:val=&quot;004324D1&quot; /&gt;&lt;w:rsid w:val=&quot;00437A4B&quot; /&gt;&lt;w:rsid w:val=&quot;00437F2E&quot; /&gt;&lt;w:rsid w:val=&quot;004403B6&quot; /&gt;&lt;w:rsid w:val=&quot;00442EBC&quot; /&gt;&lt;w:rsid w:val=&quot;004431C9&quot; /&gt;&lt;w:rsid w:val=&quot;0045468D&quot; /&gt;&lt;w:rsid w:val=&quot;004562B4&quot; /&gt;&lt;w:rsid w:val=&quot;004563C6&quot; /&gt;&lt;w:rsid w:val=&quot;00456AC1&quot; /&gt;&lt;w:rsid w:val=&quot;00460EFA&quot; /&gt;&lt;w:rsid w:val=&quot;004632CC&quot; /&gt;&lt;w:rsid w:val=&quot;00464B3D&quot; /&gt;&lt;w:rsid w:val=&quot;0047145A&quot; /&gt;&lt;w:rsid w:val=&quot;0047687F&quot; /&gt;&lt;w:rsid w:val=&quot;00482A04&quot; /&gt;&lt;w:rsid w:val=&quot;00483483&quot; /&gt;&lt;w:rsid w:val=&quot;004838BC&quot; /&gt;&lt;w:rsid w:val=&quot;00484F7D&quot; /&gt;&lt;w:rsid w:val=&quot;00487503&quot; /&gt;&lt;w:rsid w:val=&quot;00491FB2&quot; /&gt;&lt;w:rsid w:val=&quot;004A1E62&quot; /&gt;&lt;w:rsid w:val=&quot;004A6B3D&quot; /&gt;&lt;w:rsid w:val=&quot;004A7DC9&quot; /&gt;&lt;w:rsid w:val=&quot;004B0718&quot; /&gt;&lt;w:rsid w:val=&quot;004B3DD3&quot; /&gt;&lt;w:rsid w:val=&quot;004B46DC&quot; /&gt;&lt;w:rsid w:val=&quot;004C1FB1&quot; /&gt;&lt;w:rsid w:val=&quot;004C5DE6&quot; /&gt;&lt;w:rsid w:val=&quot;004C62B9&quot; /&gt;&lt;w:rsid w:val=&quot;004D2594&quot; /&gt;&lt;w:rsid w:val=&quot;004D2A46&quot; /&gt;&lt;w:rsid w:val=&quot;004D4FD3&quot; /&gt;&lt;w:rsid w:val=&quot;004E0195&quot; /&gt;&lt;w:rsid w:val=&quot;004E2F92&quot; /&gt;&lt;w:rsid w:val=&quot;004E77A0&quot; /&gt;&lt;w:rsid w:val=&quot;004F309C&quot; /&gt;&lt;w:rsid w:val=&quot;004F31BA&quot; /&gt;&lt;w:rsid w:val=&quot;00500AB9&quot; /&gt;&lt;w:rsid w:val=&quot;00501BF8&quot; /&gt;&lt;w:rsid w:val=&quot;00502017&quot; /&gt;&lt;w:rsid w:val=&quot;00502D9E&quot; /&gt;&lt;w:rsid w:val=&quot;00520C78&quot; /&gt;&lt;w:rsid w:val=&quot;0052127B&quot; /&gt;&lt;w:rsid w:val=&quot;00530126&quot; /&gt;&lt;w:rsid w:val=&quot;005313AB&quot; /&gt;&lt;w:rsid w:val=&quot;005335A2&quot; /&gt;&lt;w:rsid w:val=&quot;005338C0&quot; /&gt;&lt;w:rsid w:val=&quot;00534329&quot; /&gt;&lt;w:rsid w:val=&quot;00537306&quot; /&gt;&lt;w:rsid w:val=&quot;00537AD4&quot; /&gt;&lt;w:rsid w:val=&quot;0054487D&quot; /&gt;&lt;w:rsid w:val=&quot;005602F7&quot; /&gt;&lt;w:rsid w:val=&quot;00575C0A&quot; /&gt;&lt;w:rsid w:val=&quot;0057611B&quot; /&gt;&lt;w:rsid w:val=&quot;00577BBA&quot; /&gt;&lt;w:rsid w:val=&quot;00583311&quot; /&gt;&lt;w:rsid w:val=&quot;005915E1&quot; /&gt;&lt;w:rsid w:val=&quot;00593F93&quot; /&gt;&lt;w:rsid w:val=&quot;00596A2F&quot; /&gt;&lt;w:rsid w:val=&quot;005A124F&quot; /&gt;&lt;w:rsid w:val=&quot;005A2BDA&quot; /&gt;&lt;w:rsid w:val=&quot;005A4054&quot; /&gt;&lt;w:rsid w:val=&quot;005A46BF&quot; /&gt;&lt;w:rsid w:val=&quot;005B2A06&quot; /&gt;&lt;w:rsid w:val=&quot;005B5413&quot; /&gt;&lt;w:rsid w:val=&quot;005B61EC&quot; /&gt;&lt;w:rsid w:val=&quot;005C404F&quot; /&gt;&lt;w:rsid w:val=&quot;005C551C&quot; /&gt;&lt;w:rsid w:val=&quot;005C5DC1&quot; /&gt;&lt;w:rsid w:val=&quot;005D0845&quot; /&gt;&lt;w:rsid w:val=&quot;005D391E&quot; /&gt;&lt;w:rsid w:val=&quot;005D7D80&quot; /&gt;&lt;w:rsid w:val=&quot;005E283B&quot; /&gt;&lt;w:rsid w:val=&quot;005E403B&quot; /&gt;&lt;w:rsid w:val=&quot;005E5838&quot; /&gt;&lt;w:rsid w:val=&quot;005E628B&quot; /&gt;&lt;w:rsid w:val=&quot;005F2EF5&quot; /&gt;&lt;w:rsid w:val=&quot;005F459D&quot; /&gt;&lt;w:rsid w:val=&quot;005F60EF&quot; /&gt;&lt;w:rsid w:val=&quot;005F6161&quot; /&gt;&lt;w:rsid w:val=&quot;005F7E31&quot; /&gt;&lt;w:rsid w:val=&quot;00601B37&quot; /&gt;&lt;w:rsid w:val=&quot;00603106&quot; /&gt;&lt;w:rsid w:val=&quot;0060513D&quot; /&gt;&lt;w:rsid w:val=&quot;0060764B&quot; /&gt;&lt;w:rsid w:val=&quot;00607CCC&quot; /&gt;&lt;w:rsid w:val=&quot;00621306&quot; /&gt;&lt;w:rsid w:val=&quot;00642AC7&quot; /&gt;&lt;w:rsid w:val=&quot;00645957&quot; /&gt;&lt;w:rsid w:val=&quot;006466E5&quot; /&gt;&lt;w:rsid w:val=&quot;00652EA9&quot; /&gt;&lt;w:rsid w:val=&quot;00664FFD&quot; /&gt;&lt;w:rsid w:val=&quot;006742BB&quot; /&gt;&lt;w:rsid w:val=&quot;00675665&quot; /&gt;&lt;w:rsid w:val=&quot;00677D22&quot; /&gt;&lt;w:rsid w:val=&quot;00680DFF&quot; /&gt;&lt;w:rsid w:val=&quot;00681017&quot; /&gt;&lt;w:rsid w:val=&quot;00683C9A&quot; /&gt;&lt;w:rsid w:val=&quot;00690E7E&quot; /&gt;&lt;w:rsid w:val=&quot;006A0847&quot; /&gt;&lt;w:rsid w:val=&quot;006C7E98&quot; /&gt;&lt;w:rsid w:val=&quot;006D02FF&quot; /&gt;&lt;w:rsid w:val=&quot;006D458C&quot; /&gt;&lt;w:rsid w:val=&quot;006D63B6&quot; /&gt;&lt;w:rsid w:val=&quot;006E1464&quot; /&gt;&lt;w:rsid w:val=&quot;006F203D&quot; /&gt;&lt;w:rsid w:val=&quot;006F557B&quot; /&gt;&lt;w:rsid w:val=&quot;006F6403&quot; /&gt;&lt;w:rsid w:val=&quot;00711A69&quot; /&gt;&lt;w:rsid w:val=&quot;0073209E&quot; /&gt;&lt;w:rsid w:val=&quot;007326ED&quot; /&gt;&lt;w:rsid w:val=&quot;007403BA&quot; /&gt;&lt;w:rsid w:val=&quot;00747C95&quot; /&gt;&lt;w:rsid w:val=&quot;00750247&quot; /&gt;&lt;w:rsid w:val=&quot;007508D2&quot; /&gt;&lt;w:rsid w:val=&quot;0075378A&quot; /&gt;&lt;w:rsid w:val=&quot;00753C42&quot; /&gt;&lt;w:rsid w:val=&quot;00753D10&quot; /&gt;&lt;w:rsid w:val=&quot;00754B2A&quot; /&gt;&lt;w:rsid w:val=&quot;00754B60&quot; /&gt;&lt;w:rsid w:val=&quot;00755BD4&quot; /&gt;&lt;w:rsid w:val=&quot;00756BA3&quot; /&gt;&lt;w:rsid w:val=&quot;0077051F&quot; /&gt;&lt;w:rsid w:val=&quot;00770D01&quot; /&gt;&lt;w:rsid w:val=&quot;00776349&quot; /&gt;&lt;w:rsid w:val=&quot;00780855&quot; /&gt;&lt;w:rsid w:val=&quot;00781BC1&quot; /&gt;&lt;w:rsid w:val=&quot;00784155&quot; /&gt;&lt;w:rsid w:val=&quot;00784244&quot; /&gt;&lt;w:rsid w:val=&quot;00790D8D&quot; /&gt;&lt;w:rsid w:val=&quot;007920C3&quot; /&gt;&lt;w:rsid w:val=&quot;0079582A&quot; /&gt;&lt;w:rsid w:val=&quot;00796A96&quot; /&gt;&lt;w:rsid w:val=&quot;00796DBA&quot; /&gt;&lt;w:rsid w:val=&quot;007A30C6&quot; /&gt;&lt;w:rsid w:val=&quot;007A5119&quot; /&gt;&lt;w:rsid w:val=&quot;007A5168&quot; /&gt;&lt;w:rsid w:val=&quot;007A5993&quot; /&gt;&lt;w:rsid w:val=&quot;007A633D&quot; /&gt;&lt;w:rsid w:val=&quot;007A6824&quot; /&gt;&lt;w:rsid w:val=&quot;007B289D&quot; /&gt;&lt;w:rsid w:val=&quot;007B2C78&quot; /&gt;&lt;w:rsid w:val=&quot;007B678A&quot; /&gt;&lt;w:rsid w:val=&quot;007B7A0D&quot; /&gt;&lt;w:rsid w:val=&quot;007C57BD&quot; /&gt;&lt;w:rsid w:val=&quot;007D2816&quot; /&gt;&lt;w:rsid w:val=&quot;007D2BBB&quot; /&gt;&lt;w:rsid w:val=&quot;007D4B4B&quot; /&gt;&lt;w:rsid w:val=&quot;007D6BBB&quot; /&gt;&lt;w:rsid w:val=&quot;007E6AFB&quot; /&gt;&lt;w:rsid w:val=&quot;007F22AE&quot; /&gt;&lt;w:rsid w:val=&quot;007F4E3E&quot; /&gt;&lt;w:rsid w:val=&quot;007F64CB&quot; /&gt;&lt;w:rsid w:val=&quot;007F6737&quot; /&gt;&lt;w:rsid w:val=&quot;00805079&quot; /&gt;&lt;w:rsid w:val=&quot;00805FDB&quot; /&gt;&lt;w:rsid w:val=&quot;008119EB&quot; /&gt;&lt;w:rsid w:val=&quot;00815985&quot; /&gt;&lt;w:rsid w:val=&quot;008159AF&quot; /&gt;&lt;w:rsid w:val=&quot;00820226&quot; /&gt;&lt;w:rsid w:val=&quot;00821329&quot; /&gt;&lt;w:rsid w:val=&quot;00821D91&quot; /&gt;&lt;w:rsid w:val=&quot;00826A9E&quot; /&gt;&lt;w:rsid w:val=&quot;00831663&quot; /&gt;&lt;w:rsid w:val=&quot;00831EB8&quot; /&gt;&lt;w:rsid w:val=&quot;00841C1C&quot; /&gt;&lt;w:rsid w:val=&quot;0084282A&quot; /&gt;&lt;w:rsid w:val=&quot;00860BD3&quot; /&gt;&lt;w:rsid w:val=&quot;00860F92&quot; /&gt;&lt;w:rsid w:val=&quot;00861FD2&quot; /&gt;&lt;w:rsid w:val=&quot;00863E06&quot; /&gt;&lt;w:rsid w:val=&quot;0086513C&quot; /&gt;&lt;w:rsid w:val=&quot;00867853&quot; /&gt;&lt;w:rsid w:val=&quot;00875F70&quot; /&gt;&lt;w:rsid w:val=&quot;00876544&quot; /&gt;&lt;w:rsid w:val=&quot;008820CD&quot; /&gt;&lt;w:rsid w:val=&quot;008A1868&quot; /&gt;&lt;w:rsid w:val=&quot;008A566D&quot; /&gt;&lt;w:rsid w:val=&quot;008B049D&quot; /&gt;&lt;w:rsid w:val=&quot;008B06D1&quot; /&gt;&lt;w:rsid w:val=&quot;008B66E1&quot; /&gt;&lt;w:rsid w:val=&quot;008B7C7D&quot; /&gt;&lt;w:rsid w:val=&quot;008C04D9&quot; /&gt;&lt;w:rsid w:val=&quot;008C5467&quot; /&gt;&lt;w:rsid w:val=&quot;008D1EE9&quot; /&gt;&lt;w:rsid w:val=&quot;008D37D4&quot; /&gt;&lt;w:rsid w:val=&quot;008D399F&quot; /&gt;&lt;w:rsid w:val=&quot;008E0103&quot; /&gt;&lt;w:rsid w:val=&quot;008F1AA9&quot; /&gt;&lt;w:rsid w:val=&quot;008F3659&quot; /&gt;&lt;w:rsid w:val=&quot;0090257B&quot; /&gt;&lt;w:rsid w:val=&quot;00904A26&quot; /&gt;&lt;w:rsid w:val=&quot;00915C2F&quot; /&gt;&lt;w:rsid w:val=&quot;009238EC&quot; /&gt;&lt;w:rsid w:val=&quot;0094134F&quot; /&gt;&lt;w:rsid w:val=&quot;00942FC3&quot; /&gt;&lt;w:rsid w:val=&quot;009433B3&quot; /&gt;&lt;w:rsid w:val=&quot;009444EA&quot; /&gt;&lt;w:rsid w:val=&quot;00946790&quot; /&gt;&lt;w:rsid w:val=&quot;00947552&quot; /&gt;&lt;w:rsid w:val=&quot;00953EDC&quot; /&gt;&lt;w:rsid w:val=&quot;009635E0&quot; /&gt;&lt;w:rsid w:val=&quot;00965063&quot; /&gt;&lt;w:rsid w:val=&quot;00973E18&quot; /&gt;&lt;w:rsid w:val=&quot;00977AA0&quot; /&gt;&lt;w:rsid w:val=&quot;00977DD2&quot; /&gt;&lt;w:rsid w:val=&quot;0098155C&quot; /&gt;&lt;w:rsid w:val=&quot;00987908&quot; /&gt;&lt;w:rsid w:val=&quot;00993399&quot; /&gt;&lt;w:rsid w:val=&quot;00995B86&quot; /&gt;&lt;w:rsid w:val=&quot;0099692F&quot; /&gt;&lt;w:rsid w:val=&quot;009A3D4B&quot; /&gt;&lt;w:rsid w:val=&quot;009B1B43&quot; /&gt;&lt;w:rsid w:val=&quot;009B6E90&quot; /&gt;&lt;w:rsid w:val=&quot;009B740A&quot; /&gt;&lt;w:rsid w:val=&quot;009B78F8&quot; /&gt;&lt;w:rsid w:val=&quot;009C106B&quot; /&gt;&lt;w:rsid w:val=&quot;009C218A&quot; /&gt;&lt;w:rsid w:val=&quot;009C3C1A&quot; /&gt;&lt;w:rsid w:val=&quot;009D0507&quot; /&gt;&lt;w:rsid w:val=&quot;009D2745&quot; /&gt;&lt;w:rsid w:val=&quot;009D412B&quot; /&gt;&lt;w:rsid w:val=&quot;009D6A02&quot; /&gt;&lt;w:rsid w:val=&quot;009D6C7A&quot; /&gt;&lt;w:rsid w:val=&quot;009D75B7&quot; /&gt;&lt;w:rsid w:val=&quot;009E4450&quot; /&gt;&lt;w:rsid w:val=&quot;009E5630&quot; /&gt;&lt;w:rsid w:val=&quot;009E668D&quot; /&gt;&lt;w:rsid w:val=&quot;009E7466&quot; /&gt;&lt;w:rsid w:val=&quot;009F5C0F&quot; /&gt;&lt;w:rsid w:val=&quot;009F5F6E&quot; /&gt;&lt;w:rsid w:val=&quot;00A00074&quot; /&gt;&lt;w:rsid w:val=&quot;00A04E9C&quot; /&gt;&lt;w:rsid w:val=&quot;00A0547F&quot; /&gt;&lt;w:rsid w:val=&quot;00A060C1&quot; /&gt;&lt;w:rsid w:val=&quot;00A06D3F&quot; /&gt;&lt;w:rsid w:val=&quot;00A07FCE&quot; /&gt;&lt;w:rsid w:val=&quot;00A141C1&quot; /&gt;&lt;w:rsid w:val=&quot;00A16D60&quot; /&gt;&lt;w:rsid w:val=&quot;00A20324&quot; /&gt;&lt;w:rsid w:val=&quot;00A21722&quot; /&gt;&lt;w:rsid w:val=&quot;00A268EB&quot; /&gt;&lt;w:rsid w:val=&quot;00A36599&quot; /&gt;&lt;w:rsid w:val=&quot;00A424A2&quot; /&gt;&lt;w:rsid w:val=&quot;00A433D8&quot; /&gt;&lt;w:rsid w:val=&quot;00A43D97&quot; /&gt;&lt;w:rsid w:val=&quot;00A44F68&quot; /&gt;&lt;w:rsid w:val=&quot;00A4513A&quot; /&gt;&lt;w:rsid w:val=&quot;00A465F3&quot; /&gt;&lt;w:rsid w:val=&quot;00A4792C&quot; /&gt;&lt;w:rsid w:val=&quot;00A57430&quot; /&gt;&lt;w:rsid w:val=&quot;00A65470&quot; /&gt;&lt;w:rsid w:val=&quot;00A658C5&quot; /&gt;&lt;w:rsid w:val=&quot;00A658DB&quot; /&gt;&lt;w:rsid w:val=&quot;00A66379&quot; /&gt;&lt;w:rsid w:val=&quot;00A66FC6&quot; /&gt;&lt;w:rsid w:val=&quot;00A71938&quot; /&gt;&lt;w:rsid w:val=&quot;00A74BD8&quot; /&gt;&lt;w:rsid w:val=&quot;00A75F98&quot; /&gt;&lt;w:rsid w:val=&quot;00A77597&quot; /&gt;&lt;w:rsid w:val=&quot;00A80C7F&quot; /&gt;&lt;w:rsid w:val=&quot;00A81777&quot; /&gt;&lt;w:rsid w:val=&quot;00A81800&quot; /&gt;&lt;w:rsid w:val=&quot;00A90AA0&quot; /&gt;&lt;w:rsid w:val=&quot;00A93458&quot; /&gt;&lt;w:rsid w:val=&quot;00A94F7A&quot; /&gt;&lt;w:rsid w:val=&quot;00A95C3C&quot; /&gt;&lt;w:rsid w:val=&quot;00AA1DC2&quot; /&gt;&lt;w:rsid w:val=&quot;00AA2B72&quot; /&gt;&lt;w:rsid w:val=&quot;00AA2FCA&quot; /&gt;&lt;w:rsid w:val=&quot;00AA37A4&quot; /&gt;&lt;w:rsid w:val=&quot;00AB1091&quot; /&gt;&lt;w:rsid w:val=&quot;00AB1277&quot; /&gt;&lt;w:rsid w:val=&quot;00AB2C21&quot; /&gt;&lt;w:rsid w:val=&quot;00AB57EC&quot; /&gt;&lt;w:rsid w:val=&quot;00AC6EEE&quot; /&gt;&lt;w:rsid w:val=&quot;00AC71CE&quot; /&gt;&lt;w:rsid w:val=&quot;00AC7887&quot; /&gt;&lt;w:rsid w:val=&quot;00AF373E&quot; /&gt;&lt;w:rsid w:val=&quot;00B001B4&quot; /&gt;&lt;w:rsid w:val=&quot;00B005BC&quot; /&gt;&lt;w:rsid w:val=&quot;00B014CF&quot; /&gt;&lt;w:rsid w:val=&quot;00B019A0&quot; /&gt;&lt;w:rsid w:val=&quot;00B10644&quot; /&gt;&lt;w:rsid w:val=&quot;00B13F03&quot; /&gt;&lt;w:rsid w:val=&quot;00B21676&quot; /&gt;&lt;w:rsid w:val=&quot;00B33014&quot; /&gt;&lt;w:rsid w:val=&quot;00B3488D&quot; /&gt;&lt;w:rsid w:val=&quot;00B35219&quot; /&gt;&lt;w:rsid w:val=&quot;00B41F57&quot; /&gt;&lt;w:rsid w:val=&quot;00B43B6B&quot; /&gt;&lt;w:rsid w:val=&quot;00B510CD&quot; /&gt;&lt;w:rsid w:val=&quot;00B55821&quot; /&gt;&lt;w:rsid w:val=&quot;00B63246&quot; /&gt;&lt;w:rsid w:val=&quot;00B63BE7&quot; /&gt;&lt;w:rsid w:val=&quot;00B675CC&quot; /&gt;&lt;w:rsid w:val=&quot;00B70C82&quot; /&gt;&lt;w:rsid w:val=&quot;00B71E7A&quot; /&gt;&lt;w:rsid w:val=&quot;00B80464&quot; /&gt;&lt;w:rsid w:val=&quot;00B8489C&quot; /&gt;&lt;w:rsid w:val=&quot;00B91715&quot; /&gt;&lt;w:rsid w:val=&quot;00B95B30&quot; /&gt;&lt;w:rsid w:val=&quot;00BA2755&quot; /&gt;&lt;w:rsid w:val=&quot;00BA2F84&quot; /&gt;&lt;w:rsid w:val=&quot;00BC19B7&quot; /&gt;&lt;w:rsid w:val=&quot;00BC4342&quot; /&gt;&lt;w:rsid w:val=&quot;00BD033C&quot; /&gt;&lt;w:rsid w:val=&quot;00BD114E&quot; /&gt;&lt;w:rsid w:val=&quot;00BD124C&quot; /&gt;&lt;w:rsid w:val=&quot;00BD16CD&quot; /&gt;&lt;w:rsid w:val=&quot;00BD1E0D&quot; /&gt;&lt;w:rsid w:val=&quot;00BD1E2B&quot; /&gt;&lt;w:rsid w:val=&quot;00BD4CA2&quot; /&gt;&lt;w:rsid w:val=&quot;00BD5416&quot; /&gt;&lt;w:rsid w:val=&quot;00BE027D&quot; /&gt;&lt;w:rsid w:val=&quot;00BE04FB&quot; /&gt;&lt;w:rsid w:val=&quot;00BE1FB1&quot; /&gt;&lt;w:rsid w:val=&quot;00BE6079&quot; /&gt;&lt;w:rsid w:val=&quot;00BF2651&quot; /&gt;&lt;w:rsid w:val=&quot;00BF2CF8&quot; /&gt;&lt;w:rsid w:val=&quot;00BF4771&quot; /&gt;&lt;w:rsid w:val=&quot;00BF7161&quot; /&gt;&lt;w:rsid w:val=&quot;00C00FD9&quot; /&gt;&lt;w:rsid w:val=&quot;00C02365&quot; /&gt;&lt;w:rsid w:val=&quot;00C07BB2&quot; /&gt;&lt;w:rsid w:val=&quot;00C122B7&quot; /&gt;&lt;w:rsid w:val=&quot;00C168E4&quot; /&gt;&lt;w:rsid w:val=&quot;00C17210&quot; /&gt;&lt;w:rsid w:val=&quot;00C2385D&quot; /&gt;&lt;w:rsid w:val=&quot;00C253C5&quot; /&gt;&lt;w:rsid w:val=&quot;00C32754&quot; /&gt;&lt;w:rsid w:val=&quot;00C328CA&quot; /&gt;&lt;w:rsid w:val=&quot;00C34DCC&quot; /&gt;&lt;w:rsid w:val=&quot;00C35EEB&quot; /&gt;&lt;w:rsid w:val=&quot;00C4164E&quot; /&gt;&lt;w:rsid w:val=&quot;00C42F9D&quot; /&gt;&lt;w:rsid w:val=&quot;00C445F8&quot; /&gt;&lt;w:rsid w:val=&quot;00C51B2F&quot; /&gt;&lt;w:rsid w:val=&quot;00C528F1&quot; /&gt;&lt;w:rsid w:val=&quot;00C52EBC&quot; /&gt;&lt;w:rsid w:val=&quot;00C5383C&quot; /&gt;&lt;w:rsid w:val=&quot;00C54F77&quot; /&gt;&lt;w:rsid w:val=&quot;00C55E31&quot; /&gt;&lt;w:rsid w:val=&quot;00C56EF3&quot; /&gt;&lt;w:rsid w:val=&quot;00C57650&quot; /&gt;&lt;w:rsid w:val=&quot;00C82437&quot; /&gt;&lt;w:rsid w:val=&quot;00C83BC0&quot; /&gt;&lt;w:rsid w:val=&quot;00C901D2&quot; /&gt;&lt;w:rsid w:val=&quot;00C920E2&quot; /&gt;&lt;w:rsid w:val=&quot;00C954D3&quot; /&gt;&lt;w:rsid w:val=&quot;00C95C7B&quot; /&gt;&lt;w:rsid w:val=&quot;00CA14A9&quot; /&gt;&lt;w:rsid w:val=&quot;00CA2D74&quot; /&gt;&lt;w:rsid w:val=&quot;00CA39F2&quot; /&gt;&lt;w:rsid w:val=&quot;00CB1452&quot; /&gt;&lt;w:rsid w:val=&quot;00CB23B0&quot; /&gt;&lt;w:rsid w:val=&quot;00CB4EFE&quot; /&gt;&lt;w:rsid w:val=&quot;00CC2E2A&quot; /&gt;&lt;w:rsid w:val=&quot;00CC3C7A&quot; /&gt;&lt;w:rsid w:val=&quot;00CD3095&quot; /&gt;&lt;w:rsid w:val=&quot;00CE0ACB&quot; /&gt;&lt;w:rsid w:val=&quot;00CE649C&quot; /&gt;&lt;w:rsid w:val=&quot;00CF293F&quot; /&gt;&lt;w:rsid w:val=&quot;00CF60C9&quot; /&gt;&lt;w:rsid w:val=&quot;00CF6730&quot; /&gt;&lt;w:rsid w:val=&quot;00D00D9B&quot; /&gt;&lt;w:rsid w:val=&quot;00D00EF9&quot; /&gt;&lt;w:rsid w:val=&quot;00D02C2E&quot; /&gt;&lt;w:rsid w:val=&quot;00D02E0C&quot; /&gt;&lt;w:rsid w:val=&quot;00D03328&quot; /&gt;&lt;w:rsid w:val=&quot;00D056FA&quot; /&gt;&lt;w:rsid w:val=&quot;00D076FC&quot; /&gt;&lt;w:rsid w:val=&quot;00D12C1F&quot; /&gt;&lt;w:rsid w:val=&quot;00D15848&quot; /&gt;&lt;w:rsid w:val=&quot;00D17B22&quot; /&gt;&lt;w:rsid w:val=&quot;00D17D44&quot; /&gt;&lt;w:rsid w:val=&quot;00D244E6&quot; /&gt;&lt;w:rsid w:val=&quot;00D24F87&quot; /&gt;&lt;w:rsid w:val=&quot;00D27739&quot; /&gt;&lt;w:rsid w:val=&quot;00D278AD&quot; /&gt;&lt;w:rsid w:val=&quot;00D433FC&quot; /&gt;&lt;w:rsid w:val=&quot;00D506EB&quot; /&gt;&lt;w:rsid w:val=&quot;00D556AC&quot; /&gt;&lt;w:rsid w:val=&quot;00D558C0&quot; /&gt;&lt;w:rsid w:val=&quot;00D60822&quot; /&gt;&lt;w:rsid w:val=&quot;00D623BD&quot; /&gt;&lt;w:rsid w:val=&quot;00D63E5C&quot; /&gt;&lt;w:rsid w:val=&quot;00D67A96&quot; /&gt;&lt;w:rsid w:val=&quot;00D70B4C&quot; /&gt;&lt;w:rsid w:val=&quot;00D72C8A&quot; /&gt;&lt;w:rsid w:val=&quot;00D8402E&quot; /&gt;&lt;w:rsid w:val=&quot;00D92052&quot; /&gt;&lt;w:rsid w:val=&quot;00DA3E3D&quot; /&gt;&lt;w:rsid w:val=&quot;00DA5BB1&quot; /&gt;&lt;w:rsid w:val=&quot;00DB409C&quot; /&gt;&lt;w:rsid w:val=&quot;00DB52EE&quot; /&gt;&lt;w:rsid w:val=&quot;00DC1F78&quot; /&gt;&lt;w:rsid w:val=&quot;00DC3B16&quot; /&gt;&lt;w:rsid w:val=&quot;00DC67C0&quot; /&gt;&lt;w:rsid w:val=&quot;00DD0418&quot; /&gt;&lt;w:rsid w:val=&quot;00DD1F8E&quot; /&gt;&lt;w:rsid w:val=&quot;00DD650B&quot; /&gt;&lt;w:rsid w:val=&quot;00DD69A5&quot; /&gt;&lt;w:rsid w:val=&quot;00DD73B1&quot; /&gt;&lt;w:rsid w:val=&quot;00DD745C&quot; /&gt;&lt;w:rsid w:val=&quot;00DD75A2&quot; /&gt;&lt;w:rsid w:val=&quot;00DD7687&quot; /&gt;&lt;w:rsid w:val=&quot;00DE0E63&quot; /&gt;&lt;w:rsid w:val=&quot;00DF0714&quot; /&gt;&lt;w:rsid w:val=&quot;00DF3480&quot; /&gt;&lt;w:rsid w:val=&quot;00DF4393&quot; /&gt;&lt;w:rsid w:val=&quot;00DF45FB&quot; /&gt;&lt;w:rsid w:val=&quot;00E05988&quot; /&gt;&lt;w:rsid w:val=&quot;00E0792C&quot; /&gt;&lt;w:rsid w:val=&quot;00E11D32&quot; /&gt;&lt;w:rsid w:val=&quot;00E12884&quot; /&gt;&lt;w:rsid w:val=&quot;00E15F35&quot; /&gt;&lt;w:rsid w:val=&quot;00E1663E&quot; /&gt;&lt;w:rsid w:val=&quot;00E2136A&quot; /&gt;&lt;w:rsid w:val=&quot;00E27A64&quot; /&gt;&lt;w:rsid w:val=&quot;00E30749&quot; /&gt;&lt;w:rsid w:val=&quot;00E32A3D&quot; /&gt;&lt;w:rsid w:val=&quot;00E445FF&quot; /&gt;&lt;w:rsid w:val=&quot;00E544AD&quot; /&gt;&lt;w:rsid w:val=&quot;00E65B53&quot; /&gt;&lt;w:rsid w:val=&quot;00E66C7B&quot; /&gt;&lt;w:rsid w:val=&quot;00E716F9&quot; /&gt;&lt;w:rsid w:val=&quot;00E733CC&quot; /&gt;&lt;w:rsid w:val=&quot;00E74FC2&quot; /&gt;&lt;w:rsid w:val=&quot;00E77457&quot; /&gt;&lt;w:rsid w:val=&quot;00E82582&quot; /&gt;&lt;w:rsid w:val=&quot;00E83DCC&quot; /&gt;&lt;w:rsid w:val=&quot;00E84ED7&quot; /&gt;&lt;w:rsid w:val=&quot;00E863D2&quot; /&gt;&lt;w:rsid w:val=&quot;00E86D85&quot; /&gt;&lt;w:rsid w:val=&quot;00E93133&quot; /&gt;&lt;w:rsid w:val=&quot;00E94068&quot; /&gt;&lt;w:rsid w:val=&quot;00E958DB&quot; /&gt;&lt;w:rsid w:val=&quot;00E9704D&quot; /&gt;&lt;w:rsid w:val=&quot;00EA0770&quot; /&gt;&lt;w:rsid w:val=&quot;00EA25FC&quot; /&gt;&lt;w:rsid w:val=&quot;00EB11F4&quot; /&gt;&lt;w:rsid w:val=&quot;00EC038D&quot; /&gt;&lt;w:rsid w:val=&quot;00EC425C&quot; /&gt;&lt;w:rsid w:val=&quot;00EC4533&quot; /&gt;&lt;w:rsid w:val=&quot;00ED3A47&quot; /&gt;&lt;w:rsid w:val=&quot;00ED541B&quot; /&gt;&lt;w:rsid w:val=&quot;00EE077A&quot; /&gt;&lt;w:rsid w:val=&quot;00EE2069&quot; /&gt;&lt;w:rsid w:val=&quot;00EF1A4F&quot; /&gt;&lt;w:rsid w:val=&quot;00EF6C38&quot; /&gt;&lt;w:rsid w:val=&quot;00F01543&quot; /&gt;&lt;w:rsid w:val=&quot;00F060B4&quot; /&gt;&lt;w:rsid w:val=&quot;00F11D6D&quot; /&gt;&lt;w:rsid w:val=&quot;00F22E91&quot; /&gt;&lt;w:rsid w:val=&quot;00F266A3&quot; /&gt;&lt;w:rsid w:val=&quot;00F3252E&quot; /&gt;&lt;w:rsid w:val=&quot;00F4337C&quot; /&gt;&lt;w:rsid w:val=&quot;00F44145&quot; /&gt;&lt;w:rsid w:val=&quot;00F446F6&quot; /&gt;&lt;w:rsid w:val=&quot;00F45495&quot; /&gt;&lt;w:rsid w:val=&quot;00F461AE&quot; /&gt;&lt;w:rsid w:val=&quot;00F46A04&quot; /&gt;&lt;w:rsid w:val=&quot;00F51F0A&quot; /&gt;&lt;w:rsid w:val=&quot;00F655D5&quot; /&gt;&lt;w:rsid w:val=&quot;00F66BCC&quot; /&gt;&lt;w:rsid w:val=&quot;00F67D02&quot; /&gt;&lt;w:rsid w:val=&quot;00F7253B&quot; /&gt;&lt;w:rsid w:val=&quot;00F77564&quot; /&gt;&lt;w:rsid w:val=&quot;00F82A43&quot; /&gt;&lt;w:rsid w:val=&quot;00F9039B&quot; /&gt;&lt;w:rsid w:val=&quot;00F91972&quot; /&gt;&lt;w:rsid w:val=&quot;00F93A76&quot; /&gt;&lt;w:rsid w:val=&quot;00F9785A&quot; /&gt;&lt;w:rsid w:val=&quot;00FA0FEA&quot; /&gt;&lt;w:rsid w:val=&quot;00FA1C52&quot; /&gt;&lt;w:rsid w:val=&quot;00FA2E16&quot; /&gt;&lt;w:rsid w:val=&quot;00FC2BC5&quot; /&gt;&lt;w:rsid w:val=&quot;00FD15A7&quot; /&gt;&lt;w:rsid w:val=&quot;00FE02AF&quot; /&gt;&lt;w:rsid w:val=&quot;00FE1A69&quot; /&gt;&lt;w:rsid w:val=&quot;00FF055D&quot; /&gt;&lt;w:rsid w:val=&quot;00FF5AA8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de-CH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oNotIncludeSubdocsInStats /&gt;&lt;w:shapeDefaults&gt;&lt;o:shapedefaults v:ext=&quot;edit&quot; spidmax=&quot;2049&quot; /&gt;&lt;o:shapelayout v:ext=&quot;edit&quot;&gt;&lt;o:idmap v:ext=&quot;edit&quot; data=&quot;1&quot; /&gt;&lt;/o:shapelayout&gt;&lt;/w:shapeDefaults&gt;&lt;w:decimalSymbol w:val=&quot;.&quot; /&gt;&lt;w:listSeparator w:val=&quot;;&quot; /&gt;&lt;/w:settings&gt;&lt;/pkg:xmlData&gt;&lt;/pkg:part&gt;&lt;pkg:part pkg:name=&quot;/word/customizations.xml&quot; pkg:contentType=&quot;application/vnd.ms-word.keyMapCustomizations+xml&quot;&gt;&lt;pkg:xmlData&gt;&lt;wne:tcg xmlns:r=&quot;http://schemas.openxmlformats.org/officeDocument/2006/relationships&quot; xmlns:wne=&quot;http://schemas.microsoft.com/office/word/2006/wordml&quot;&gt;&lt;wne:keymaps&gt;&lt;wne:keymap wne:kcmPrimary=&quot;0445&quot;&gt;&lt;wne:acd wne:acdName=&quot;acd0&quot; /&gt;&lt;/wne:keymap&gt;&lt;/wne:keymaps&gt;&lt;wne:toolbars&gt;&lt;wne:acdManifest&gt;&lt;wne:acdEntry wne:acdName=&quot;acd0&quot; /&gt;&lt;/wne:acdManifest&gt;&lt;wne:toolbarData r:id=&quot;rId1&quot; /&gt;&lt;/wne:toolbars&gt;&lt;wne:acds&gt;&lt;wne:acd wne:argValue=&quot;AgBWAEIAUwAtAEUAaQBuAGcAZQByAPwAYwBrAHQA&quot; wne:acdName=&quot;acd0&quot; wne:fciIndexBasedOn=&quot;0065&quot; /&gt;&lt;/wne:acds&gt;&lt;/wne:tcg&gt;&lt;/pkg:xmlData&gt;&lt;/pkg:part&gt;&lt;pkg:part pkg:name=&quot;/word/glossary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Theme=&quot;minorHAnsi&quot; w:eastAsiaTheme=&quot;minorEastAsia&quot; w:hAnsiTheme=&quot;minorHAnsi&quot; w:cstheme=&quot;minorBidi&quot; /&gt;&lt;w:sz w:val=&quot;22&quot; /&gt;&lt;w:szCs w:val=&quot;22&quot; /&gt;&lt;w:lang w:val=&quot;en-US&quot; w:eastAsia=&quot;en-US&quot; w:bidi=&quot;ar-SA&quot; /&gt;&lt;/w:rPr&gt;&lt;/w:rPrDefault&gt;&lt;w:pPrDefault&gt;&lt;w:pPr&gt;&lt;w:spacing w:after=&quot;200&quot; w:line=&quot;276&quot; w:lineRule=&quot;auto&quot; /&gt;&lt;/w:pPr&gt;&lt;/w:pPrDefault&gt;&lt;/w:docDefaults&gt;&lt;w:latentStyles w:defLockedState=&quot;0&quot; w:defUIPriority=&quot;99&quot; w:defSemiHidden=&quot;0&quot; w:defUnhideWhenUsed=&quot;0&quot; w:defQFormat=&quot;0&quot; w:count=&quot;374&quot;&gt;&lt;w:lsdException w:name=&quot;Normal&quot; w:uiPriority=&quot;0&quot; w:qFormat=&quot;1&quot; /&gt;&lt;w:lsdException w:name=&quot;heading 1&quot; w:uiPriority=&quot;9&quot; w:qFormat=&quot;1&quot; /&gt;&lt;w:lsdException w:name=&quot;heading 2&quot; w:semiHidden=&quot;1&quot; w:uiPriority=&quot;9&quot; w:unhideWhenUsed=&quot;1&quot; w:qFormat=&quot;1&quot; /&gt;&lt;w:lsdException w:name=&quot;heading 3&quot; w:semiHidden=&quot;1&quot; w:uiPriority=&quot;9&quot; w:unhideWhenUsed=&quot;1&quot; w:qFormat=&quot;1&quot; /&gt;&lt;w:lsdException w:name=&quot;heading 4&quot; w:semiHidden=&quot;1&quot; w:uiPriority=&quot;9&quot; w:unhideWhenUsed=&quot;1&quot; w:qFormat=&quot;1&quot; /&gt;&lt;w:lsdException w:name=&quot;heading 5&quot; w:semiHidden=&quot;1&quot; w:uiPriority=&quot;9&quot; w:unhideWhenUsed=&quot;1&quot; w:qFormat=&quot;1&quot; /&gt;&lt;w:lsdException w:name=&quot;heading 6&quot; w:semiHidden=&quot;1&quot; w:uiPriority=&quot;9&quot; w:unhideWhenUsed=&quot;1&quot; w:qFormat=&quot;1&quot; /&gt;&lt;w:lsdException w:name=&quot;heading 7&quot; w:semiHidden=&quot;1&quot; w:uiPriority=&quot;9&quot; w:unhideWhenUsed=&quot;1&quot; w:qFormat=&quot;1&quot; /&gt;&lt;w:lsdException w:name=&quot;heading 8&quot; w:semiHidden=&quot;1&quot; w:uiPriority=&quot;9&quot; w:unhideWhenUsed=&quot;1&quot; w:qFormat=&quot;1&quot; /&gt;&lt;w:lsdException w:name=&quot;heading 9&quot; w:semiHidden=&quot;1&quot; w:uiPriority=&quot;9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iPriority=&quot;39&quot; w:unhideWhenUsed=&quot;1&quot; /&gt;&lt;w:lsdException w:name=&quot;toc 2&quot; w:semiHidden=&quot;1&quot; w:uiPriority=&quot;39&quot; w:unhideWhenUsed=&quot;1&quot; /&gt;&lt;w:lsdException w:name=&quot;toc 3&quot; w:semiHidden=&quot;1&quot; w:uiPriority=&quot;39&quot; w:unhideWhenUsed=&quot;1&quot; /&gt;&lt;w:lsdException w:name=&quot;toc 4&quot; w:semiHidden=&quot;1&quot; w:uiPriority=&quot;39&quot; w:unhideWhenUsed=&quot;1&quot; /&gt;&lt;w:lsdException w:name=&quot;toc 5&quot; w:semiHidden=&quot;1&quot; w:uiPriority=&quot;39&quot; w:unhideWhenUsed=&quot;1&quot; /&gt;&lt;w:lsdException w:name=&quot;toc 6&quot; w:semiHidden=&quot;1&quot; w:uiPriority=&quot;39&quot; w:unhideWhenUsed=&quot;1&quot; /&gt;&lt;w:lsdException w:name=&quot;toc 7&quot; w:semiHidden=&quot;1&quot; w:uiPriority=&quot;39&quot; w:unhideWhenUsed=&quot;1&quot; /&gt;&lt;w:lsdException w:name=&quot;toc 8&quot; w:semiHidden=&quot;1&quot; w:uiPriority=&quot;39&quot; w:unhideWhenUsed=&quot;1&quot; /&gt;&lt;w:lsdException w:name=&quot;toc 9&quot; w:semiHidden=&quot;1&quot; w:uiPriority=&quot;39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iPriority=&quot;35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w:unhideWhenUsed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w:unhideWhenUsed=&quot;1&quot; /&gt;&lt;w:lsdException w:name=&quot;List 2&quot; w:semiHidden=&quot;1&quot; w:unhideWhenUsed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uiPriority=&quot;10&quot; w:qFormat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iPriority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w:unhideWhenUsed=&quot;1&quot; /&gt;&lt;w:lsdException w:name=&quot;List Continue 5&quot; w:semiHidden=&quot;1&quot; w:unhideWhenUsed=&quot;1&quot; /&gt;&lt;w:lsdException w:name=&quot;Message Header&quot; w:semiHidden=&quot;1&quot; w:unhideWhenUsed=&quot;1&quot; /&gt;&lt;w:lsdException w:name=&quot;Subtitle&quot; w:uiPriority=&quot;11&quot; w:qFormat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uiPriority=&quot;22&quot; w:qFormat=&quot;1&quot; /&gt;&lt;w:lsdException w:name=&quot;Emphasis&quot; w:uiPriority=&quot;20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Balloon Text&quot; w:semiHidden=&quot;1&quot; w:unhideWhenUsed=&quot;1&quot; /&gt;&lt;w:lsdException w:name=&quot;Table Grid&quot; w:semiHidden=&quot;1&quot; w:uiPriority=&quot;59&quot; w:unhideWhenUsed=&quot;1&quot; /&gt;&lt;w:lsdException w:name=&quot;Table Theme&quot; w:semiHidden=&quot;1&quot; w:unhideWhenUsed=&quot;1&quot; /&gt;&lt;w:lsdException w:name=&quot;Placeholder Text&quot; w:semiHidden=&quot;1&quot; /&gt;&lt;w:lsdException w:name=&quot;No Spacing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/&gt;&lt;w:lsdException w:name=&quot;List Paragraph&quot; w:uiPriority=&quot;34&quot; w:qFormat=&quot;1&quot; /&gt;&lt;w:lsdException w:name=&quot;Quote&quot; w:uiPriority=&quot;29&quot; w:qFormat=&quot;1&quot; /&gt;&lt;w:lsdException w:name=&quot;Intense Quote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uiPriority=&quot;19&quot; w:qFormat=&quot;1&quot; /&gt;&lt;w:lsdException w:name=&quot;Intense Emphasis&quot; w:uiPriority=&quot;21&quot; w:qFormat=&quot;1&quot; /&gt;&lt;w:lsdException w:name=&quot;Subtle Reference&quot; w:uiPriority=&quot;31&quot; w:qFormat=&quot;1&quot; /&gt;&lt;w:lsdException w:name=&quot;Intense Reference&quot; w:uiPriority=&quot;32&quot; w:qFormat=&quot;1&quot; /&gt;&lt;w:lsdException w:name=&quot;Book Title&quot; w:uiPriority=&quot;33&quot; w:qFormat=&quot;1&quot; /&gt;&lt;w:lsdException w:name=&quot;Bibliography&quot; w:semiHidden=&quot;1&quot; w:uiPriority=&quot;37&quot; w:unhideWhenUsed=&quot;1&quot; /&gt;&lt;w:lsdException w:name=&quot;TOC Heading&quot; w:semiHidden=&quot;1&quot; w:uiPriority=&quot;39&quot; w:unhideWhenUsed=&quot;1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nhideWhenUsed=&quot;1&quot; /&gt;&lt;w:lsdException w:name=&quot;Smart Hyperlink&quot; w:semiHidden=&quot;1&quot; w:unhideWhenUsed=&quot;1&quot; /&gt;&lt;w:lsdException w:name=&quot;Hashtag&quot; w:semiHidden=&quot;1&quot; w:unhideWhenUsed=&quot;1&quot; /&gt;&lt;/w:latentStyles&gt;&lt;w:style w:type=&quot;paragraph&quot; w:default=&quot;1&quot; w:styleId=&quot;Normal&quot;&gt;&lt;w:name w:val=&quot;Normal&quot; /&gt;&lt;w:qFormat /&gt;&lt;w:rsid w:val=&quot;00386FA4&quot; /&gt;&lt;w:rPr&gt;&lt;w:rFonts w:cs=&quot;Times New Roman&quot; /&gt;&lt;w:sz w:val=&quot;3276&quot; /&gt;&lt;w:szCs w:val=&quot;3276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AE02AC&quot; /&gt;&lt;w:rPr&gt;&lt;w:color w:val=&quot;808080&quot; /&gt;&lt;/w:rPr&gt;&lt;/w:style&gt;&lt;w:style w:type=&quot;paragraph&quot; w:customStyle=&quot;1&quot; w:styleId=&quot;33786D7D115741E7B2638FA3E0C6E91A&quot;&gt;&lt;w:name w:val=&quot;33786D7D115741E7B2638FA3E0C6E91A&quot; /&gt;&lt;w:rsid w:val=&quot;00C567ED&quot; /&gt;&lt;w:rPr&gt;&lt;w:lang w:val=&quot;de-CH&quot; w:eastAsia=&quot;de-CH&quot; /&gt;&lt;/w:rPr&gt;&lt;/w:style&gt;&lt;w:style w:type=&quot;paragraph&quot; w:customStyle=&quot;1&quot; w:styleId=&quot;F6E35C3A433D419FADD9B6702CBC737B&quot;&gt;&lt;w:name w:val=&quot;F6E35C3A433D419FADD9B6702CBC737B&quot; /&gt;&lt;w:rsid w:val=&quot;00C567ED&quot; /&gt;&lt;w:rPr&gt;&lt;w:lang w:val=&quot;de-CH&quot; w:eastAsia=&quot;de-CH&quot; /&gt;&lt;/w:rPr&gt;&lt;/w:style&gt;&lt;w:style w:type=&quot;paragraph&quot; w:customStyle=&quot;1&quot; w:styleId=&quot;4EAA6B5B11274759947C01373E9BA289&quot;&gt;&lt;w:name w:val=&quot;4EAA6B5B11274759947C01373E9BA289&quot; /&gt;&lt;w:rsid w:val=&quot;00C567ED&quot; /&gt;&lt;w:rPr&gt;&lt;w:lang w:val=&quot;de-CH&quot; w:eastAsia=&quot;de-CH&quot; /&gt;&lt;/w:rPr&gt;&lt;/w:style&gt;&lt;w:style w:type=&quot;paragraph&quot; w:customStyle=&quot;1&quot; w:styleId=&quot;4F2238E76EB64405B600D6BECFF503B2&quot;&gt;&lt;w:name w:val=&quot;4F2238E76EB64405B600D6BECFF503B2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4A8420DF3E514D7E88CA252FC936451E&quot;&gt;&lt;w:name w:val=&quot;4A8420DF3E514D7E88CA252FC936451E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60C3CEF79504BEA97775F183C30EF60&quot;&gt;&lt;w:name w:val=&quot;D60C3CEF79504BEA97775F183C30EF60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116D11D867404168AECD4582713D25A8&quot;&gt;&lt;w:name w:val=&quot;116D11D867404168AECD4582713D25A8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12F7938E01E4C1C90FCA950792C12DC&quot;&gt;&lt;w:name w:val=&quot;D12F7938E01E4C1C90FCA950792C12DC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93C095493E3A43F7A1F9C41F5744EA37&quot;&gt;&lt;w:name w:val=&quot;93C095493E3A43F7A1F9C41F5744EA37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5C23FA377F79421EA4BB155EEBCB61D9&quot;&gt;&lt;w:name w:val=&quot;5C23FA377F79421EA4BB155EEBCB61D9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"/>
    <w:docVar w:name="it-CH2_LanguageVersion" w:val="le w:type=&quot;paragraph&quot; w:customStyle=&quot;1&quot; w:styleId=&quot;4D27E676B7904A48B1B8AB8B92B0F128&quot;&gt;&lt;w:name w:val=&quot;4D27E676B7904A48B1B8AB8B92B0F128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FCE1C722FB7C4449AA571EE463B6069C&quot;&gt;&lt;w:name w:val=&quot;FCE1C722FB7C4449AA571EE463B6069C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75D861E217AF4255B54704FBD1B22BE5&quot;&gt;&lt;w:name w:val=&quot;75D861E217AF4255B54704FBD1B22BE5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15A95722E1D5466BA3628972B10002CC&quot;&gt;&lt;w:name w:val=&quot;15A95722E1D5466BA3628972B10002CC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3A6504E48D114940904B0FA5C513E7D7&quot;&gt;&lt;w:name w:val=&quot;3A6504E48D114940904B0FA5C513E7D7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/w:styles&gt;&lt;/pkg:xmlData&gt;&lt;/pkg:part&gt;&lt;pkg:part pkg:name=&quot;/word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=&quot;Times New Roman&quot; w:eastAsia=&quot;Times New Roman&quot; w:hAnsi=&quot;Times New Roman&quot; w:cs=&quot;Times New Roman&quot; /&gt;&lt;w:lang w:val=&quot;de-CH&quot; w:eastAsia=&quot;de-CH&quot; w:bidi=&quot;ar-SA&quot; /&gt;&lt;/w:rPr&gt;&lt;/w:rPrDefault&gt;&lt;w:pPrDefault /&gt;&lt;/w:docDefaults&gt;&lt;w:latentStyles w:defLockedState=&quot;0&quot; w:defUIPriority=&quot;0&quot; w:defSemiHidden=&quot;0&quot; w:defUnhideWhenUsed=&quot;0&quot; w:defQFormat=&quot;0&quot; w:count=&quot;374&quot;&gt;&lt;w:lsdException w:name=&quot;Normal&quot; w:qFormat=&quot;1&quot; /&gt;&lt;w:lsdException w:name=&quot;heading 1&quot; w:qFormat=&quot;1&quot; /&gt;&lt;w:lsdException w:name=&quot;heading 2&quot; w:semiHidden=&quot;1&quot; w:unhideWhenUsed=&quot;1&quot; w:qFormat=&quot;1&quot; /&gt;&lt;w:lsdException w:name=&quot;heading 3&quot; w:semiHidden=&quot;1&quot; w:unhideWhenUsed=&quot;1&quot; w:qFormat=&quot;1&quot; /&gt;&lt;w:lsdException w:name=&quot;heading 4&quot; w:semiHidden=&quot;1&quot; w:unhideWhenUsed=&quot;1&quot; w:qFormat=&quot;1&quot; /&gt;&lt;w:lsdException w:name=&quot;heading 5&quot; w:semiHidden=&quot;1&quot; w:unhideWhenUsed=&quot;1&quot; w:qFormat=&quot;1&quot; /&gt;&lt;w:lsdException w:name=&quot;heading 6&quot; w:semiHidden=&quot;1&quot; w:unhideWhenUsed=&quot;1&quot; w:qFormat=&quot;1&quot; /&gt;&lt;w:lsdException w:name=&quot;heading 7&quot; w:semiHidden=&quot;1&quot; w:unhideWhenUsed=&quot;1&quot; w:qFormat=&quot;1&quot; /&gt;&lt;w:lsdException w:name=&quot;heading 8&quot; w:semiHidden=&quot;1&quot; w:unhideWhenUsed=&quot;1&quot; w:qFormat=&quot;1&quot; /&gt;&lt;w:lsdException w:name=&quot;heading 9&quot; w:semiHidden=&quot;1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nhideWhenUsed=&quot;1&quot; /&gt;&lt;w:lsdException w:name=&quot;toc 2&quot; w:semiHidden=&quot;1&quot; w:unhideWhenUsed=&quot;1&quot; /&gt;&lt;w:lsdException w:name=&quot;toc 3&quot; w:semiHidden=&quot;1&quot; w:unhideWhenUsed=&quot;1&quot; /&gt;&lt;w:lsdException w:name=&quot;toc 4&quot; w:semiHidden=&quot;1&quot; w:unhideWhenUsed=&quot;1&quot; /&gt;&lt;w:lsdException w:name=&quot;toc 5&quot; w:semiHidden=&quot;1&quot; w:unhideWhenUsed=&quot;1&quot; /&gt;&lt;w:lsdException w:name=&quot;toc 6&quot; w:semiHidden=&quot;1&quot; w:unhideWhenUsed=&quot;1&quot; /&gt;&lt;w:lsdException w:name=&quot;toc 7&quot; w:semiHidden=&quot;1&quot; w:unhideWhenUsed=&quot;1&quot; /&gt;&lt;w:lsdException w:name=&quot;toc 8&quot; w:semiHidden=&quot;1&quot; w:unhideWhenUsed=&quot;1&quot; /&gt;&lt;w:lsdException w:name=&quot;toc 9&quot; w:semiHidden=&quot;1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/&gt;&lt;w:lsdException w:name=&quot;List 2&quot; w:semiHidden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semiHidden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/&gt;&lt;w:lsdException w:name=&quot;List Continue 5&quot; w:semiHidden=&quot;1&quot; /&gt;&lt;w:lsdException w:name=&quot;Message Header&quot; w:semiHidden=&quot;1&quot; /&gt;&lt;w:lsdException w:name=&quot;Subtitle&quot; w:semiHidden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semiHidden=&quot;1&quot; w:qFormat=&quot;1&quot; /&gt;&lt;w:lsdException w:name=&quot;Emphasis&quot; w:semiHidden=&quot;1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Placeholder Text&quot; w:semiHidden=&quot;1&quot; w:uiPriority=&quot;99&quot; /&gt;&lt;w:lsdException w:name=&quot;No Spacing&quot; w:semiHidden=&quot;1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w:uiPriority=&quot;99&quot; /&gt;&lt;w:lsdException w:name=&quot;List Paragraph&quot; w:semiHidden=&quot;1&quot; w:uiPriority=&quot;34&quot; w:qFormat=&quot;1&quot; /&gt;&lt;w:lsdException w:name=&quot;Quote&quot; w:semiHidden=&quot;1&quot; w:uiPriority=&quot;29&quot; w:qFormat=&quot;1&quot; /&gt;&lt;w:lsdException w:name=&quot;Intense Quote&quot; w:semiHidden=&quot;1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semiHidden=&quot;1&quot; w:uiPriority=&quot;19&quot; w:qFormat=&quot;1&quot; /&gt;&lt;w:lsdException w:name=&quot;Intense Emphasis&quot; w:semiHidden=&quot;1&quot; w:uiPriority=&quot;21&quot; w:qFormat=&quot;1&quot; /&gt;&lt;w:lsdException w:name=&quot;Subtle Reference&quot; w:semiHidden=&quot;1&quot; w:uiPriority=&quot;31&quot; w:qFormat=&quot;1&quot; /&gt;&lt;w:lsdException w:name=&quot;Intense Reference&quot; w:semiHidden=&quot;1&quot; w:uiPriority=&quot;32&quot; w:qFormat=&quot;1&quot; /&gt;&lt;w:lsdException w:name=&quot;Book Title&quot; w:semiHidden=&quot;1&quot; w:uiPriority=&quot;33&quot; w:qFormat=&quot;1&quot; /&gt;&lt;w:lsdException w:name=&quot;Bibliography&quot; w:semiHidden=&quot;1&quot; w:uiPriority=&quot;37&quot; /&gt;&lt;w:lsdException w:name=&quot;TOC Heading&quot; w:semiHidden=&quot;1&quot; w:uiPriority=&quot;39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iPriority=&quot;99&quot; w:unhideWhenUsed=&quot;1&quot; /&gt;&lt;w:lsdException w:name=&quot;Smart Hyperlink&quot; w:semiHidden=&quot;1&quot; w:uiPriority=&quot;99&quot; w:unhideWhenUsed=&quot;1&quot; /&gt;&lt;w:lsdException w:name=&quot;Hashtag&quot; w:semiHidden=&quot;1&quot; w:uiPriority=&quot;99&quot; w:unhideWhenUsed=&quot;1&quot; /&gt;&lt;/w:latentStyles&gt;&lt;w:style w:type=&quot;paragraph&quot; w:default=&quot;1&quot; w:styleId=&quot;Normal&quot;&gt;&lt;w:name w:val=&quot;Normal&quot; /&gt;&lt;w:aliases w:val=&quot;VBS-Normal&quot; /&gt;&lt;w:qFormat /&gt;&lt;w:rsid w:val=&quot;004E77A0&quot; /&gt;&lt;w:rPr&gt;&lt;w:rFonts w:ascii=&quot;Arial&quot; w:eastAsia=&quot;Calibri&quot; w:hAnsi=&quot;Arial&quot; /&gt;&lt;w:sz w:val=&quot;22&quot; /&gt;&lt;w:szCs w:val=&quot;22&quot; /&gt;&lt;w:lang w:eastAsia=&quot;en-US&quot; /&gt;&lt;/w:rPr&gt;&lt;/w:style&gt;&lt;w:style w:type=&quot;paragraph&quot; w:styleId=&quot;Heading1&quot;&gt;&lt;w:name w:val=&quot;heading 1&quot; /&gt;&lt;w:aliases w:val=&quot;VBS-Hauptitel&quot; /&gt;&lt;w:basedOn w:val=&quot;Normal&quot; /&gt;&lt;w:next w:val=&quot;Normal&quot; /&gt;&lt;w:link w:val=&quot;Heading1Char&quot; /&gt;&lt;w:qFormat /&gt;&lt;w:rsid w:val=&quot;0090257B&quot; /&gt;&lt;w:pPr&gt;&lt;w:keepNext /&gt;&lt;w:keepLines /&gt;&lt;w:numPr&gt;&lt;w:numId w:val=&quot;1&quot; /&gt;&lt;/w:numPr&gt;&lt;w:tabs&gt;&lt;w:tab w:val=&quot;clear&quot; w:pos=&quot;432&quot; /&gt;&lt;w:tab w:val=&quot;left&quot; w:pos=&quot;992&quot; /&gt;&lt;/w:tabs&gt;&lt;w:ind w:left=&quot;992&quot; w:hanging=&quot;992&quot; /&gt;&lt;w:outlineLvl w:val=&quot;0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paragraph&quot; w:styleId=&quot;Heading2&quot;&gt;&lt;w:name w:val=&quot;heading 2&quot; /&gt;&lt;w:aliases w:val=&quot;VBS-Titel&quot; /&gt;&lt;w:basedOn w:val=&quot;Normal&quot; /&gt;&lt;w:next w:val=&quot;Normal&quot; /&gt;&lt;w:link w:val=&quot;Heading2Char&quot; /&gt;&lt;w:qFormat /&gt;&lt;w:rsid w:val=&quot;0090257B&quot; /&gt;&lt;w:pPr&gt;&lt;w:keepNext /&gt;&lt;w:keepLines /&gt;&lt;w:numPr&gt;&lt;w:ilvl w:val=&quot;1&quot; /&gt;&lt;w:numId w:val=&quot;1&quot; /&gt;&lt;/w:numPr&gt;&lt;w:tabs&gt;&lt;w:tab w:val=&quot;clear&quot; w:pos=&quot;576&quot; /&gt;&lt;w:tab w:val=&quot;left&quot; w:pos=&quot;992&quot; /&gt;&lt;/w:tabs&gt;&lt;w:ind w:left=&quot;992&quot; w:hanging=&quot;992&quot; /&gt;&lt;w:outlineLvl w:val=&quot;1&quot; /&gt;&lt;/w:pPr&gt;&lt;w:rPr&gt;&lt;w:rFonts w:eastAsia=&quot;Times New Roman&quot; /&gt;&lt;w:b /&gt;&lt;w:bCs /&gt;&lt;w:szCs w:val=&quot;24&quot; /&gt;&lt;w:lang w:eastAsia=&quot;de-DE&quot; /&gt;&lt;/w:rPr&gt;&lt;/w:style&gt;&lt;w:style w:type=&quot;paragraph&quot; w:styleId=&quot;Heading3&quot;&gt;&lt;w:name w:val=&quot;heading 3&quot; /&gt;&lt;w:aliases w:val=&quot;VBS-Untertitel&quot; /&gt;&lt;w:basedOn w:val=&quot;Normal&quot; /&gt;&lt;w:next w:val=&quot;Normal&quot; /&gt;&lt;w:link w:val=&quot;Heading3Char&quot; /&gt;&lt;w:qFormat /&gt;&lt;w:rsid w:val=&quot;0090257B&quot; /&gt;&lt;w:pPr&gt;&lt;w:keepNext /&gt;&lt;w:keepLines /&gt;&lt;w:numPr&gt;&lt;w:ilvl w:val=&quot;2&quot; /&gt;&lt;w:numId w:val=&quot;1&quot; /&gt;&lt;/w:numPr&gt;&lt;w:tabs&gt;&lt;w:tab w:val=&quot;clear&quot; w:pos=&quot;720&quot; /&gt;&lt;w:tab w:val=&quot;left&quot; w:pos=&quot;992&quot; /&gt;&lt;/w:tabs&gt;&lt;w:ind w:left=&quot;992&quot; w:hanging=&quot;992&quot; /&gt;&lt;w:outlineLvl w:val=&quot;2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paragraph&quot; w:styleId=&quot;Header&quot;&gt;&lt;w:name w:val=&quot;header&quot; /&gt;&lt;w:basedOn w:val=&quot;Normal&quot; /&gt;&lt;w:semiHidden /&gt;&lt;w:rsid w:val=&quot;00D056FA&quot; /&gt;&lt;w:pPr&gt;&lt;w:suppressAutoHyphens /&gt;&lt;w:spacing w:line=&quot;200&quot; w:lineRule=&quot;exact&quot; /&gt;&lt;/w:pPr&gt;&lt;w:rPr&gt;&lt;w:noProof /&gt;&lt;w:sz w:val=&quot;15&quot; /&gt;&lt;/w:rPr&gt;&lt;/w:style&gt;&lt;w:style w:type=&quot;paragraph&quot; w:styleId=&quot;Footer&quot;&gt;&lt;w:name w:val=&quot;footer&quot; /&gt;&lt;w:basedOn w:val=&quot;Normal&quot; /&gt;&lt;w:semiHidden /&gt;&lt;w:rsid w:val=&quot;00093CA0&quot; /&gt;&lt;w:pPr&gt;&lt;w:tabs&gt;&lt;w:tab w:val=&quot;center&quot; w:pos=&quot;4536&quot; /&gt;&lt;w:tab w:val=&quot;right&quot; w:pos=&quot;9072&quot; /&gt;&lt;/w:tabs&gt;&lt;/w:pPr&gt;&lt;/w:style&gt;&lt;w:style w:type=&quot;paragraph&quot; w:customStyle=&quot;1&quot; w:styleId=&quot;Logo&quot;&gt;&lt;w:name w:val=&quot;Logo&quot; /&gt;&lt;w:semiHidden /&gt;&lt;w:rsid w:val=&quot;00D056FA&quot; /&gt;&lt;w:rPr&gt;&lt;w:rFonts w:ascii=&quot;Arial&quot; w:hAnsi=&quot;Arial&quot; /&gt;&lt;w:noProof /&gt;&lt;w:sz w:val=&quot;15&quot; /&gt;&lt;/w:rPr&gt;&lt;/w:style&gt;&lt;w:style w:type=&quot;paragraph&quot; w:customStyle=&quot;1&quot; w:styleId=&quot;Pfad&quot;&gt;&lt;w:name w:val=&quot;Pfad&quot; /&gt;&lt;w:next w:val=&quot;Normal&quot; /&gt;&lt;w:semiHidden /&gt;&lt;w:rsid w:val=&quot;00D056FA&quot; /&gt;&lt;w:pPr&gt;&lt;w:spacing w:line=&quot;160&quot; w:lineRule=&quot;exact&quot; /&gt;&lt;/w:pPr&gt;&lt;w:rPr&gt;&lt;w:rFonts w:ascii=&quot;Arial&quot; w:hAnsi=&quot;Arial&quot; /&gt;&lt;w:noProof /&gt;&lt;w:sz w:val=&quot;12&quot; /&gt;&lt;w:szCs w:val=&quot;12&quot; /&gt;&lt;/w:rPr&gt;&lt;/w:style&gt;&lt;w:style w:type=&quot;paragraph&quot; w:customStyle=&quot;1&quot; w:styleId=&quot;VBS-Eingerckt&quot;&gt;&lt;w:name w:val=&quot;VBS-Eingerückt&quot; /&gt;&lt;w:basedOn w:val=&quot;Normal&quot; /&gt;&lt;w:qFormat /&gt;&lt;w:rsid w:val=&quot;001866A0&quot; /&gt;&lt;w:pPr&gt;&lt;w:ind w:left=&quot;992&quot; /&gt;&lt;/w:pPr&gt;&lt;w:rPr&gt;&lt;w:lang w:eastAsia=&quot;de-DE&quot; /&gt;&lt;/w:rPr&gt;&lt;/w:style&gt;&lt;w:style w:type=&quot;paragraph&quot; w:customStyle=&quot;1&quot; w:styleId=&quot;Seite&quot;&gt;&lt;w:name w:val=&quot;Seite&quot; /&gt;&lt;w:basedOn w:val=&quot;Normal&quot; /&gt;&lt;w:semiHidden /&gt;&lt;w:rsid w:val=&quot;00FA2E16&quot; /&gt;&lt;w:pPr&gt;&lt;w:suppressAutoHyphens /&gt;&lt;w:spacing w:line=&quot;200&quot; w:lineRule=&quot;atLeast&quot; /&gt;&lt;w:jc w:val=&quot;right&quot; /&gt;&lt;/w:pPr&gt;&lt;w:rPr&gt;&lt;w:sz w:val=&quot;14&quot; /&gt;&lt;w:szCs w:val=&quot;14&quot; /&gt;&lt;/w:rPr&gt;&lt;/w:style&gt;&lt;w:style w:type=&quot;paragraph&quot; w:customStyle=&quot;1&quot; w:styleId=&quot;VBS-EingercktBullet1&quot;&gt;&lt;w:name w:val=&quot;VBS-EingerücktBullet1&quot; /&gt;&lt;w:basedOn w:val=&quot;VBS-Eingerckt&quot; /&gt;&lt;w:qFormat /&gt;&lt;w:rsid w:val=&quot;00D8402E&quot; /&gt;&lt;w:pPr&gt;&lt;w:numPr&gt;&lt;w:numId w:val=&quot;2&quot; /&gt;&lt;/w:numPr&gt;&lt;w:ind w:left=&quot;1276&quot; w:hanging=&quot;284&quot; /&gt;&lt;/w:pPr&gt;&lt;/w:style&gt;&lt;w:style w:type=&quot;paragraph&quot; w:customStyle=&quot;1&quot; w:styleId=&quot;Platzhalter&quot;&gt;&lt;w:name w:val=&quot;Platzhalter&quot; /&gt;&lt;w:basedOn w:val=&quot;Normal&quot; /&gt;&lt;w:semiHidden /&gt;&lt;w:rsid w:val=&quot;00D056FA&quot; /&gt;&lt;w:rPr&gt;&lt;w:sz w:val=&quot;2&quot; /&gt;&lt;w:szCs w:val=&quot;2&quot; /&gt;&lt;/w:rPr&gt;&lt;/w:style&gt;&lt;w:style w:type=&quot;paragraph&quot; w:customStyle=&quot;1&quot; w:styleId=&quot;KopfFett&quot;&gt;&lt;w:name w:val=&quot;KopfFett&quot; /&gt;&lt;w:basedOn w:val=&quot;Header&quot; /&gt;&lt;w:next w:val=&quot;Header&quot; /&gt;&lt;w:semiHidden /&gt;&lt;w:rsid w:val=&quot;00A71938&quot; /&gt;&lt;w:rPr&gt;&lt;w:b /&gt;&lt;/w:rPr&gt;&lt;/w:style&gt;&lt;w:style w:type=&quot;paragraph&quot; w:customStyle=&quot;1&quot; w:styleId=&quot;KopfDept&quot;&gt;&lt;w:name w:val=&quot;KopfDept&quot; /&gt;&lt;w:basedOn w:val=&quot;Header&quot; /&gt;&lt;w:next w:val=&quot;KopfFett&quot; /&gt;&lt;w:semiHidden /&gt;&lt;w:rsid w:val=&quot;00A71938&quot; /&gt;&lt;w:pPr&gt;&lt;w:spacing w:after=&quot;100&quot; /&gt;&lt;w:contextualSpacing /&gt;&lt;/w:pPr&gt;&lt;/w:style&gt;&lt;w:style w:type=&quot;paragraph&quot; w:customStyle=&quot;1&quot; w:styleId=&quot;FuzeilePlatzhalter&quot;&gt;&lt;w:name w:val=&quot;FußzeilePlatzhalter&quot; /&gt;&lt;w:basedOn w:val=&quot;Seite&quot; /&gt;&lt;w:semiHidden /&gt;&lt;w:rsid w:val=&quot;00093CA0&quot; /&gt;&lt;w:pPr&gt;&lt;w:jc w:val=&quot;left&quot; /&gt;&lt;/w:pPr&gt;&lt;/w:style&gt;&lt;w:style w:type=&quot;paragraph&quot; w:customStyle=&quot;1&quot; w:styleId=&quot;KopfzeilePlatzhalterFS&quot;&gt;&lt;w:name w:val=&quot;KopfzeilePlatzhalterFS&quot; /&gt;&lt;w:basedOn w:val=&quot;Header&quot; /&gt;&lt;w:semiHidden /&gt;&lt;w:rsid w:val=&quot;003E4D67&quot; /&gt;&lt;w:pPr&gt;&lt;w:spacing w:after=&quot;284&quot; /&gt;&lt;/w:pPr&gt;&lt;/w:style&gt;&lt;w:style w:type=&quot;paragraph&quot; w:customStyle=&quot;1&quot; w:styleId=&quot;Klassifizierung&quot;&gt;&lt;w:name w:val=&quot;Klassifizierung&quot; /&gt;&lt;w:basedOn w:val=&quot;Normal&quot; /&gt;&lt;w:semiHidden /&gt;&lt;w:qFormat /&gt;&lt;w:rsid w:val=&quot;00E93133&quot; /&gt;&lt;w:pPr&gt;&lt;w:jc w:val=&quot;right&quot; /&gt;&lt;/w:pPr&gt;&lt;w:rPr&gt;&lt;w:b /&gt;&lt;/w:rPr&gt;&lt;/w:style&gt;&lt;w:style w:type=&quot;paragraph&quot; w:customStyle=&quot;1&quot; w:styleId=&quot;MapperEnd&quot;&gt;&lt;w:name w:val=&quot;MapperEnd&quot; /&gt;&lt;w:basedOn w:val=&quot;Klassifizierung&quot; /&gt;&lt;w:semiHidden /&gt;&lt;w:qFormat /&gt;&lt;w:rsid w:val=&quot;00E93133&quot; /&gt;&lt;w:rPr&gt;&lt;w:sz w:val=&quot;4&quot; /&gt;&lt;/w:rPr&gt;&lt;/w:style&gt;&lt;w:style w:type=&quot;paragraph&quot; w:styleId=&quot;BalloonText&quot;&gt;&lt;w:name w:val=&quot;Balloon Text&quot; /&gt;&lt;w:basedOn w:val=&quot;Normal&quot; /&gt;&lt;w:link w:val=&quot;BalloonTextChar&quot; /&gt;&lt;w:semiHidden /&gt;&lt;w:rsid w:val=&quot;00426979&quot; /&gt;&lt;w:rPr&gt;&lt;w:rFonts w:ascii=&quot;Tahoma&quot; w:hAnsi=&quot;Tahoma&quot; w:cs=&quot;Tahoma&quot; /&gt;&lt;w:sz w:val=&quot;16&quot; /&gt;&lt;w:szCs w:val=&quot;16&quot; /&gt;&lt;/w:rPr&gt;&lt;/w:style&gt;&lt;w:style w:type=&quot;character&quot; w:customStyle=&quot;1&quot; w:styleId=&quot;BalloonTextChar&quot;&gt;&lt;w:name w:val=&quot;Balloon Text Char&quot; /&gt;&lt;w:basedOn w:val=&quot;DefaultParagraphFont&quot; /&gt;&lt;w:link w:val=&quot;BalloonText&quot; /&gt;&lt;w:semiHidden /&gt;&lt;w:rsid w:val=&quot;00F9785A&quot; /&gt;&lt;w:rPr&gt;&lt;w:rFonts w:ascii=&quot;Tahoma&quot; w:hAnsi=&quot;Tahoma&quot; w:cs=&quot;Tahoma&quot; /&gt;&lt;w:sz w:val=&quot;16&quot; /&gt;&lt;w:szCs w:val=&quot;16&quot; /&gt;&lt;/w:rPr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426979&quot; /&gt;&lt;w:rPr&gt;&lt;w:color w:val=&quot;808080&quot; /&gt;&lt;/w:rPr&gt;&lt;/w:style&gt;&lt;w:style w:type=&quot;paragraph&quot; w:customStyle=&quot;1&quot; w:styleId=&quot;VBS-EingercktBullet2&quot;&gt;&lt;w:name w:val=&quot;VBS-EingerücktBullet2&quot; /&gt;&lt;w:basedOn w:val=&quot;VBS-Eingerckt&quot; /&gt;&lt;w:qFormat /&gt;&lt;w:rsid w:val=&quot;00D8402E&quot; /&gt;&lt;w:pPr&gt;&lt;w:numPr&gt;&lt;w:numId w:val=&quot;3&quot; /&gt;&lt;/w:numPr&gt;&lt;w:ind w:left=&quot;1276&quot; w:hanging=&quot;284&quot; /&gt;&lt;/w:pPr&gt;&lt;/w:style&gt;&lt;w:style w:type=&quot;paragraph&quot; w:customStyle=&quot;1&quot; w:styleId=&quot;VBS-EingercktBullet3&quot;&gt;&lt;w:name w:val=&quot;VBS-EingerücktBullet3&quot; /&gt;&lt;w:basedOn w:val=&quot;VBS-Eingerckt&quot; /&gt;&lt;w:qFormat /&gt;&lt;w:rsid w:val=&quot;00D8402E&quot; /&gt;&lt;w:pPr&gt;&lt;w:numPr&gt;&lt;w:numId w:val=&quot;4&quot; /&gt;&lt;/w:numPr&gt;&lt;w:ind w:left=&quot;1276&quot; w:hanging=&quot;284&quot; /&gt;&lt;/w:pPr&gt;&lt;/w:style&gt;&lt;w:style w:type=&quot;paragraph&quot; w:customStyle=&quot;1&quot; w:styleId=&quot;VBS-EingercktBullet4&quot;&gt;&lt;w:name w:val=&quot;VBS-EingerücktBullet4&quot; /&gt;&lt;w:basedOn w:val=&quot;VBS-Eingerckt&quot; /&gt;&lt;w:qFormat /&gt;&lt;w:rsid w:val=&quot;00A94F7A&quot; /&gt;&lt;w:pPr&gt;&lt;w:numPr&gt;&lt;w:numId w:val=&quot;5&quot; /&gt;&lt;/w:numPr&gt;&lt;w:ind w:left=&quot;1276&quot; w:hanging=&quot;284&quot; /&gt;&lt;/w:pPr&gt;&lt;/w:style&gt;&lt;w:style w:type=&quot;paragraph&quot; w:customStyle=&quot;1&quot; w:styleId=&quot;VBS-TabelleBullet1&quot;&gt;&lt;w:name w:val=&quot;VBS-TabelleBullet1&quot; /&gt;&lt;w:basedOn w:val=&quot;Normal&quot; /&gt;&lt;w:qFormat /&gt;&lt;w:rsid w:val=&quot;00D8402E&quot; /&gt;&lt;w:pPr&gt;&lt;w:numPr&gt;&lt;w:numId w:val=&quot;6&quot; /&gt;&lt;/w:numPr&gt;&lt;w:spacing w:before=&quot;40&quot; w:after=&quot;40&quot; /&gt;&lt;w:ind w:left=&quot;284&quot; w:hanging=&quot;284&quot; /&gt;&lt;w:contextualSpacing /&gt;&lt;/w:pPr&gt;&lt;w:rPr&gt;&lt;w:lang w:eastAsia=&quot;de-DE&quot; /&gt;&lt;/w:rPr&gt;&lt;/w:style&gt;&lt;w:style w:type=&quot;paragraph&quot; w:customStyle=&quot;1&quot; w:styleId=&quot;VBS-TabelleBullet2&quot;&gt;&lt;w:name w:val=&quot;VBS-TabelleBullet2&quot; /&gt;&lt;w:basedOn w:val=&quot;VBS-EingercktBullet2&quot; /&gt;&lt;w:qFormat /&gt;&lt;w:rsid w:val=&quot;00D8402E&quot; /&gt;&lt;w:pPr&gt;&lt;w:numPr&gt;&lt;w:numId w:val=&quot;7&quot; /&gt;&lt;/w:numPr&gt;&lt;w:spacing w:before=&quot;40&quot; w:after=&quot;40&quot; /&gt;&lt;w:ind w:left=&quot;284&quot; w:hanging=&quot;284&quot; /&gt;&lt;w:contextualSpacing /&gt;&lt;/w:pPr&gt;&lt;/w:style&gt;&lt;w:style w:type=&quot;character&quot; w:customStyle=&quot;1&quot; w:styleId=&quot;Heading1Char&quot;&gt;&lt;w:name w:val=&quot;Heading 1 Char&quot; /&gt;&lt;w:aliases w:val=&quot;VBS-Hauptitel Char&quot; /&gt;&lt;w:basedOn w:val=&quot;DefaultParagraphFont&quot; /&gt;&lt;w:link w:val=&quot;Heading1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2Char&quot;&gt;&lt;w:name w:val=&quot;Heading 2 Char&quot; /&gt;&lt;w:aliases w:val=&quot;VBS-Titel Char&quot; /&gt;&lt;w:basedOn w:val=&quot;DefaultParagraphFont&quot; /&gt;&lt;w:link w:val=&quot;Heading2&quot; /&gt;&lt;w:rsid w:val=&quot;0090257B&quot; /&gt;&lt;w:rPr&gt;&lt;w:rFonts w:ascii=&quot;Arial&quot; w:hAnsi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3Char&quot;&gt;&lt;w:name w:val=&quot;Heading 3 Char&quot; /&gt;&lt;w:aliases w:val=&quot;VBS-Untertitel Char&quot; /&gt;&lt;w:basedOn w:val=&quot;DefaultParagraphFont&quot; /&gt;&lt;w:link w:val=&quot;Heading3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paragraph&quot; w:customStyle=&quot;1&quot; w:styleId=&quot;VBS-TabelleBullet3&quot;&gt;&lt;w:name w:val=&quot;VBS-TabelleBullet3&quot; /&gt;&lt;w:basedOn w:val=&quot;VBS-EingercktBullet3&quot; /&gt;&lt;w:qFormat /&gt;&lt;w:rsid w:val=&quot;00D8402E&quot; /&gt;&lt;w:pPr&gt;&lt;w:numPr&gt;&lt;w:numId w:val=&quot;8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Bullet4&quot;&gt;&lt;w:name w:val=&quot;VBS-TabelleBullet4&quot; /&gt;&lt;w:basedOn w:val=&quot;VBS-EingercktBullet4&quot; /&gt;&lt;w:qFormat /&gt;&lt;w:rsid w:val=&quot;00D8402E&quot; /&gt;&lt;w:pPr&gt;&lt;w:numPr&gt;&lt;w:numId w:val=&quot;9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n&quot;&gt;&lt;w:name w:val=&quot;VBS-Tabellen&quot; /&gt;&lt;w:basedOn w:val=&quot;Normal&quot; /&gt;&lt;w:qFormat /&gt;&lt;w:rsid w:val=&quot;001866A0&quot; /&gt;&lt;w:pPr&gt;&lt;w:spacing w:before=&quot;40&quot; w:after=&quot;40&quot; /&gt;&lt;w:contextualSpacing /&gt;&lt;/w:pPr&gt;&lt;/w:style&gt;&lt;w:style w:type=&quot;paragraph&quot; w:styleId=&quot;TOC1&quot;&gt;&lt;w:name w:val=&quot;toc 1&quot; /&gt;&lt;w:basedOn w:val=&quot;Normal&quot; /&gt;&lt;w:next w:val=&quot;Normal&quot; /&gt;&lt;w:autoRedefine /&gt;&lt;w:semiHidden /&gt;&lt;w:rsid w:val=&quot;00F461AE&quot; /&gt;&lt;w:pPr&gt;&lt;w:spacing w:before=&quot;120&quot; /&gt;&lt;w:ind w:left=&quot;992&quot; w:hanging=&quot;992&quot; /&gt;&lt;/w:pPr&gt;&lt;w:rPr&gt;&lt;w:b /&gt;&lt;/w:rPr&gt;&lt;/w:style&gt;&lt;w:style w:type=&quot;paragraph&quot; w:styleId=&quot;TOC2&quot;&gt;&lt;w:name w:val=&quot;toc 2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3&quot;&gt;&lt;w:name w:val=&quot;toc 3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4&quot;&gt;&lt;w:name w:val=&quot;toc 4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5&quot;&gt;&lt;w:name w:val=&quot;toc 5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Heading&quot;&gt;&lt;w:name w:val=&quot;TOC Heading&quot; /&gt;&lt;w:basedOn w:val=&quot;Heading1&quot; /&gt;&lt;w:next w:val=&quot;Normal&quot; /&gt;&lt;w:uiPriority w:val=&quot;39&quot; /&gt;&lt;w:semiHidden /&gt;&lt;w:qFormat /&gt;&lt;w:rsid w:val=&quot;004431C9&quot; /&gt;&lt;w:pPr&gt;&lt;w:numPr&gt;&lt;w:numId w:val=&quot;0&quot; /&gt;&lt;/w:numPr&gt;&lt;w:tabs&gt;&lt;w:tab w:val=&quot;clear&quot; w:pos=&quot;992&quot; /&gt;&lt;/w:tabs&gt;&lt;w:spacing w:before=&quot;480&quot; /&gt;&lt;w:outlineLvl w:val=&quot;9&quot; /&gt;&lt;/w:pPr&gt;&lt;w:rPr&gt;&lt;w:rFonts w:eastAsiaTheme=&quot;majorEastAsia&quot; w:cstheme=&quot;majorBidi&quot; /&gt;&lt;w:szCs w:val=&quot;28&quot; /&gt;&lt;w:lang w:eastAsia=&quot;en-US&quot; /&gt;&lt;/w:rPr&gt;&lt;/w:style&gt;&lt;w:style w:type=&quot;paragraph&quot; w:styleId=&quot;Title&quot;&gt;&lt;w:name w:val=&quot;Title&quot; /&gt;&lt;w:basedOn w:val=&quot;Normal&quot; /&gt;&lt;w:next w:val=&quot;Normal&quot; /&gt;&lt;w:link w:val=&quot;TitleChar&quot; /&gt;&lt;w:semiHidden /&gt;&lt;w:rsid w:val=&quot;004431C9&quot; /&gt;&lt;w:pPr&gt;&lt;w:pBdr&gt;&lt;w:bottom w:val=&quot;single&quot; w:sz=&quot;8&quot; w:space=&quot;4&quot; w:color=&quot;4F81BD&quot; w:themeColor=&quot;accent1&quot; /&gt;&lt;/w:pBdr&gt;&lt;w:spacing w:after=&quot;300&quot; /&gt;&lt;w:contextualSpacing /&gt;&lt;/w:pPr&gt;&lt;w:rPr&gt;&lt;w:rFonts w:eastAsiaTheme=&quot;majorEastAsia&quot; w:cstheme=&quot;majorBidi&quot; /&gt;&lt;w:spacing w:val=&quot;5&quot; /&gt;&lt;w:kern w:val=&quot;28&quot; /&gt;&lt;w:sz w:val=&quot;52&quot; /&gt;&lt;w:szCs w:val=&quot;52&quot; /&gt;&lt;/w:rPr&gt;&lt;/w:style&gt;&lt;w:style w:type=&quot;character&quot; w:customStyle=&quot;1&quot; w:styleId=&quot;TitleChar&quot;&gt;&lt;w:name w:val=&quot;Title Char&quot; /&gt;&lt;w:basedOn w:val=&quot;DefaultParagraphFont&quot; /&gt;&lt;w:link w:val=&quot;Title&quot; /&gt;&lt;w:semiHidden /&gt;&lt;w:rsid w:val=&quot;004431C9&quot; /&gt;&lt;w:rPr&gt;&lt;w:rFonts w:ascii=&quot;Arial&quot; w:eastAsiaTheme=&quot;majorEastAsia&quot; w:hAnsi=&quot;Arial&quot; w:cstheme=&quot;majorBidi&quot; /&gt;&lt;w:spacing w:val=&quot;5&quot; /&gt;&lt;w:kern w:val=&quot;28&quot; /&gt;&lt;w:sz w:val=&quot;52&quot; /&gt;&lt;w:szCs w:val=&quot;52&quot; /&gt;&lt;w:lang w:eastAsia=&quot;en-US&quot; /&gt;&lt;/w:rPr&gt;&lt;/w:style&gt;&lt;w:style w:type=&quot;paragraph&quot; w:styleId=&quot;Subtitle&quot;&gt;&lt;w:name w:val=&quot;Subtitle&quot; /&gt;&lt;w:basedOn w:val=&quot;Normal&quot; /&gt;&lt;w:next w:val=&quot;Normal&quot; /&gt;&lt;w:link w:val=&quot;SubtitleChar&quot; /&gt;&lt;w:semiHidden /&gt;&lt;w:rsid w:val=&quot;004431C9&quot; /&gt;&lt;w:pPr&gt;&lt;w:numPr&gt;&lt;w:ilvl w:val=&quot;1&quot; /&gt;&lt;/w:numPr&gt;&lt;/w:pPr&gt;&lt;w:rPr&gt;&lt;w:rFonts w:eastAsiaTheme=&quot;majorEastAsia&quot; w:cstheme=&quot;majorBidi&quot; /&gt;&lt;w:iCs /&gt;&lt;w:spacing w:val=&quot;15&quot; /&gt;&lt;w:sz w:val=&quot;24&quot; /&gt;&lt;w:szCs w:val=&quot;24&quot; /&gt;&lt;/w:rPr&gt;&lt;/w:style&gt;&lt;w:style w:type=&quot;character&quot; w:customStyle=&quot;1&quot; w:styleId=&quot;SubtitleChar&quot;&gt;&lt;w:name w:val=&quot;Subtitle Char&quot; /&gt;&lt;w:basedOn w:val=&quot;DefaultParagraphFont&quot; /&gt;&lt;w:link w:val=&quot;Subtitle&quot; /&gt;&lt;w:semiHidden /&gt;&lt;w:rsid w:val=&quot;004431C9&quot; /&gt;&lt;w:rPr&gt;&lt;w:rFonts w:ascii=&quot;Arial&quot; w:eastAsiaTheme=&quot;majorEastAsia&quot; w:hAnsi=&quot;Arial&quot; w:cstheme=&quot;majorBidi&quot; /&gt;&lt;w:iCs /&gt;&lt;w:spacing w:val=&quot;15&quot; /&gt;&lt;w:sz w:val=&quot;24&quot; /&gt;&lt;w:szCs w:val=&quot;24&quot; /&gt;&lt;w:lang w:eastAsia=&quot;en-US&quot; /&gt;&lt;/w:rPr&gt;&lt;/w:style&gt;&lt;w:style w:type=&quot;table&quot; w:styleId=&quot;TableGrid&quot;&gt;&lt;w:name w:val=&quot;Table Grid&quot; /&gt;&lt;w:basedOn w:val=&quot;TableNormal&quot; /&gt;&lt;w:rsid w:val=&quot;00A060C1&quot; /&gt;&lt;w:tblPr&gt;&lt;w:tblInd w:w=&quot;-108&quot; w:type=&quot;dxa&quot; /&gt;&lt;/w:tblPr&gt;&lt;/w:style&gt;&lt;w:style w:type=&quot;table&quot; w:styleId=&quot;TableTheme&quot;&gt;&lt;w:name w:val=&quot;Table Theme&quot; /&gt;&lt;w:basedOn w:val=&quot;TableNormal&quot; /&gt;&lt;w:rsid w:val=&quot;00A060C1&quot; /&gt;&lt;w:tblPr&gt;&lt;w:tblBorders&gt;&lt;w:top w:val=&quot;single&quot; w:sz=&quot;4&quot; w:space=&quot;0&quot; w:color=&quot;auto&quot; /&gt;&lt;w:left w:val=&quot;single&quot; w:sz=&quot;4&quot; w:space=&quot;0&quot; w:color=&quot;auto&quot; /&gt;&lt;w:bottom w:val=&quot;single&quot; w:sz=&quot;4&quot; w:space=&quot;0&quot; w:color=&quot;auto&quot; /&gt;&lt;w:right w:val=&quot;single&quot; w:sz=&quot;4&quot; w:space=&quot;0&quot; w:color=&quot;auto&quot; /&gt;&lt;w:insideH w:val=&quot;single&quot; w:sz=&quot;4&quot; w:space=&quot;0&quot; w:color=&quot;auto&quot; /&gt;&lt;w:insideV w:val=&quot;single&quot; w:sz=&quot;4&quot; w:space=&quot;0&quot; w:color=&quot;auto&quot; /&gt;&lt;/w:tblBorders&gt;&lt;/w:tblPr&gt;&lt;/w:style&gt;&lt;/w:styles&gt;&lt;/pkg:xmlData&gt;&lt;/pkg:part&gt;&lt;pkg:part pkg:name=&quot;/customXml/_rels/item1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1&quot; Type=&quot;http://schemas.openxmlformats.org/officeDocument/2006/relationships/customXmlProps&quot; Target=&quot;itemProps1.xml&quot; /&gt;&lt;/Relationships&gt;&lt;/pkg:xmlData&gt;&lt;/pkg:part&gt;&lt;pkg:part pkg:name=&quot;/customXml/itemProps1.xml&quot; pkg:contentType=&quot;application/vnd.openxmlformats-officedocument.customXmlProperties+xml&quot; pkg:padding=&quot;32&quot;&gt;&lt;pkg:xmlData pkg:originalXmlStandalone=&quot;no&quot;&gt;&lt;ds:datastoreItem ds:itemID=&quot;{81DAD255-FC31-46D8-B0AC-3EB01A7B24FA}&quot; xmlns:ds=&quot;http://schemas.openxmlformats.org/officeDocument/2006/customXml&quot;&gt;&lt;ds:schemaRefs&gt;&lt;ds:schemaRef ds:uri=&quot;http://schemas.openxmlformats.org/officeDocument/2006/bibliography&quot; /&gt;&lt;/ds:schemaRefs&gt;&lt;/ds:datastoreItem&gt;&lt;/pkg:xmlData&gt;&lt;/pkg:part&gt;&lt;pkg:part pkg:name=&quot;/word/numbering.xml&quot; pkg:contentType=&quot;application/vnd.openxmlformats-officedocument.wordprocessingml.numbering+xml&quot;&gt;&lt;pkg:xmlData&gt;&lt;w:numbering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abstractNum w:abstractNumId=&quot;0&quot; w15:restartNumberingAfterBreak=&quot;0&quot;&gt;&lt;w:nsid w:val=&quot;FFFFFF7C&quot; /&gt;&lt;w:multiLevelType w:val=&quot;singleLevel&quot; /&gt;&lt;w:tmpl w:val=&quot;9CA03A22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492&quot; /&gt;&lt;/w:tabs&gt;&lt;w:ind w:left=&quot;1492&quot; w:hanging=&quot;360&quot; /&gt;&lt;/w:pPr&gt;&lt;/w:lvl&gt;&lt;/w:abstractNum&gt;&lt;w:abstractNum w:abstractNumId=&quot;1&quot; w15:restartNumberingAfterBreak=&quot;0&quot;&gt;&lt;w:nsid w:val=&quot;FFFFFF7D&quot; /&gt;&lt;w:multiLevelType w:val=&quot;singleLevel&quot; /&gt;&lt;w:tmpl w:val=&quot;BC245DF4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209&quot; /&gt;&lt;/w:tabs&gt;&lt;w:ind w:left=&quot;1209&quot; w:hanging=&quot;360&quot; /&gt;&lt;/w:pPr&gt;&lt;/w:lvl&gt;&lt;/w:abstractNum&gt;&lt;w:abstractNum w:abstractNumId=&quot;2&quot; w15:restartNumberingAfterBreak=&quot;0&quot;&gt;&lt;w:nsid w:val=&quot;FFFFFF7E&quot; /&gt;&lt;w:multiLevelType w:val=&quot;singleLevel&quot; /&gt;&lt;w:tmpl w:val=&quot;EC88B79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926&quot; /&gt;&lt;/w:tabs&gt;&lt;w:ind w:left=&quot;926&quot; w:hanging=&quot;360&quot; /&gt;&lt;/w:pPr&gt;&lt;/w:lvl&gt;&lt;/w:abstractNum&gt;&lt;w:abstractNum w:abstractNumId=&quot;3&quot; w15:restartNumberingAfterBreak=&quot;0&quot;&gt;&lt;w:nsid w:val=&quot;FFFFFF7F&quot; /&gt;&lt;w:multiLevelType w:val=&quot;singleLevel&quot; /&gt;&lt;w:tmpl w:val=&quot;2A5423F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643&quot; /&gt;&lt;/w:tabs&gt;&lt;w:ind w:left=&quot;643&quot; w:hanging=&quot;360&quot; /&gt;&lt;/w:pPr&gt;&lt;/w:lvl&gt;&lt;/w:abstractNum&gt;&lt;w:abstractNum w:abstractNumId=&quot;4&quot; w15:restartNumberingAfterBreak=&quot;0&quot;&gt;&lt;w:nsid w:val=&quot;FFFFFF80&quot; /&gt;&lt;w:multiLevelType w:val=&quot;singleLevel&quot; /&gt;&lt;w:tmpl w:val=&quot;092E6646&quot; /&gt;&lt;w:lvl w:ilvl=&quot;0&quot;&gt;&lt;w:start w:val=&quot;1&quot; /&gt;&lt;w:numFmt w:val=&quot;bullet&quot; /&gt;&lt;w:lvlText w:val=&quot;&quot; /&gt;&lt;w:lvlJc w:val=&quot;left&quot; /&gt;&lt;w:pPr&gt;&lt;w:ta"/>
    <w:docVar w:name="it-CH3_LanguageVersion" w:val="bs&gt;&lt;w:tab w:val=&quot;num&quot; w:pos=&quot;1492&quot; /&gt;&lt;/w:tabs&gt;&lt;w:ind w:left=&quot;1492&quot; w:hanging=&quot;360&quot; /&gt;&lt;/w:pPr&gt;&lt;w:rPr&gt;&lt;w:rFonts w:ascii=&quot;Symbol&quot; w:hAnsi=&quot;Symbol&quot; w:hint=&quot;default&quot; /&gt;&lt;/w:rPr&gt;&lt;/w:lvl&gt;&lt;/w:abstractNum&gt;&lt;w:abstractNum w:abstractNumId=&quot;5&quot; w15:restartNumberingAfterBreak=&quot;0&quot;&gt;&lt;w:nsid w:val=&quot;FFFFFF81&quot; /&gt;&lt;w:multiLevelType w:val=&quot;singleLevel&quot; /&gt;&lt;w:tmpl w:val=&quot;B478DBF0&quot; /&gt;&lt;w:lvl w:ilvl=&quot;0&quot;&gt;&lt;w:start w:val=&quot;1&quot; /&gt;&lt;w:numFmt w:val=&quot;bullet&quot; /&gt;&lt;w:lvlText w:val=&quot;&quot; /&gt;&lt;w:lvlJc w:val=&quot;left&quot; /&gt;&lt;w:pPr&gt;&lt;w:tabs&gt;&lt;w:tab w:val=&quot;num&quot; w:pos=&quot;1209&quot; /&gt;&lt;/w:tabs&gt;&lt;w:ind w:left=&quot;1209&quot; w:hanging=&quot;360&quot; /&gt;&lt;/w:pPr&gt;&lt;w:rPr&gt;&lt;w:rFonts w:ascii=&quot;Symbol&quot; w:hAnsi=&quot;Symbol&quot; w:hint=&quot;default&quot; /&gt;&lt;/w:rPr&gt;&lt;/w:lvl&gt;&lt;/w:abstractNum&gt;&lt;w:abstractNum w:abstractNumId=&quot;6&quot; w15:restartNumberingAfterBreak=&quot;0&quot;&gt;&lt;w:nsid w:val=&quot;FFFFFF82&quot; /&gt;&lt;w:multiLevelType w:val=&quot;singleLevel&quot; /&gt;&lt;w:tmpl w:val=&quot;09A678BE&quot; /&gt;&lt;w:lvl w:ilvl=&quot;0&quot;&gt;&lt;w:start w:val=&quot;1&quot; /&gt;&lt;w:numFmt w:val=&quot;bullet&quot; /&gt;&lt;w:lvlText w:val=&quot;&quot; /&gt;&lt;w:lvlJc w:val=&quot;left&quot; /&gt;&lt;w:pPr&gt;&lt;w:tabs&gt;&lt;w:tab w:val=&quot;num&quot; w:pos=&quot;926&quot; /&gt;&lt;/w:tabs&gt;&lt;w:ind w:left=&quot;926&quot; w:hanging=&quot;360&quot; /&gt;&lt;/w:pPr&gt;&lt;w:rPr&gt;&lt;w:rFonts w:ascii=&quot;Symbol&quot; w:hAnsi=&quot;Symbol&quot; w:hint=&quot;default&quot; /&gt;&lt;/w:rPr&gt;&lt;/w:lvl&gt;&lt;/w:abstractNum&gt;&lt;w:abstractNum w:abstractNumId=&quot;7&quot; w15:restartNumberingAfterBreak=&quot;0&quot;&gt;&lt;w:nsid w:val=&quot;FFFFFF83&quot; /&gt;&lt;w:multiLevelType w:val=&quot;singleLevel&quot; /&gt;&lt;w:tmpl w:val=&quot;D63EB5D4&quot; /&gt;&lt;w:lvl w:ilvl=&quot;0&quot;&gt;&lt;w:start w:val=&quot;1&quot; /&gt;&lt;w:numFmt w:val=&quot;bullet&quot; /&gt;&lt;w:lvlText w:val=&quot;&quot; /&gt;&lt;w:lvlJc w:val=&quot;left&quot; /&gt;&lt;w:pPr&gt;&lt;w:tabs&gt;&lt;w:tab w:val=&quot;num&quot; w:pos=&quot;643&quot; /&gt;&lt;/w:tabs&gt;&lt;w:ind w:left=&quot;643&quot; w:hanging=&quot;360&quot; /&gt;&lt;/w:pPr&gt;&lt;w:rPr&gt;&lt;w:rFonts w:ascii=&quot;Symbol&quot; w:hAnsi=&quot;Symbol&quot; w:hint=&quot;default&quot; /&gt;&lt;/w:rPr&gt;&lt;/w:lvl&gt;&lt;/w:abstractNum&gt;&lt;w:abstractNum w:abstractNumId=&quot;8&quot; w15:restartNumberingAfterBreak=&quot;0&quot;&gt;&lt;w:nsid w:val=&quot;FFFFFF88&quot; /&gt;&lt;w:multiLevelType w:val=&quot;singleLevel&quot; /&gt;&lt;w:tmpl w:val=&quot;E4ECE456&quot; /&gt;&lt;w:lvl w:ilvl=&quot;0&quot;&gt;&lt;w:start w:val=&quot;1&quot; /&gt;&lt;w:numFmt w:val=&quot;decimal&quot; /&gt;&lt;w:lvlText w:val=&quot;%1.&quot; /&gt;&lt;w:lvlJc w:val=&quot;left&quot; /&gt;&lt;w:pPr&gt;&lt;w:tabs&gt;&lt;w:tab w:val=&quot;num&quot; w:pos=&quot;360&quot; /&gt;&lt;/w:tabs&gt;&lt;w:ind w:left=&quot;360&quot; w:hanging=&quot;360&quot; /&gt;&lt;/w:pPr&gt;&lt;/w:lvl&gt;&lt;/w:abstractNum&gt;&lt;w:abstractNum w:abstractNumId=&quot;9&quot; w15:restartNumberingAfterBreak=&quot;0&quot;&gt;&lt;w:nsid w:val=&quot;FFFFFF89&quot; /&gt;&lt;w:multiLevelType w:val=&quot;singleLevel&quot; /&gt;&lt;w:tmpl w:val=&quot;4E9AF5C2&quot; /&gt;&lt;w:lvl w:ilvl=&quot;0&quot;&gt;&lt;w:start w:val=&quot;1&quot; /&gt;&lt;w:numFmt w:val=&quot;bullet&quot; /&gt;&lt;w:lvlText w:val=&quot;&quot; /&gt;&lt;w:lvlJc w:val=&quot;left&quot; /&gt;&lt;w:pPr&gt;&lt;w:tabs&gt;&lt;w:tab w:val=&quot;num&quot; w:pos=&quot;360&quot; /&gt;&lt;/w:tabs&gt;&lt;w:ind w:left=&quot;360&quot; w:hanging=&quot;360&quot; /&gt;&lt;/w:pPr&gt;&lt;w:rPr&gt;&lt;w:rFonts w:ascii=&quot;Symbol&quot; w:hAnsi=&quot;Symbol&quot; w:hint=&quot;default&quot; /&gt;&lt;/w:rPr&gt;&lt;/w:lvl&gt;&lt;/w:abstractNum&gt;&lt;w:abstractNum w:abstractNumId=&quot;10&quot; w15:restartNumberingAfterBreak=&quot;0&quot;&gt;&lt;w:nsid w:val=&quot;09E0080F&quot; /&gt;&lt;w:multiLevelType w:val=&quot;hybridMultilevel&quot; /&gt;&lt;w:tmpl w:val=&quot;47ECB094&quot; /&gt;&lt;w:lvl w:ilvl=&quot;0&quot; w:tplc=&quot;C762A78C&quot;&gt;&lt;w:start w:val=&quot;1&quot; /&gt;&lt;w:numFmt w:val=&quot;bullet&quot; /&gt;&lt;w:pStyle w:val=&quot;VBS-EingercktBullet2&quot; /&gt;&lt;w:lvlText w:val=&quot;-&quot; /&gt;&lt;w:lvlJc w:val=&quot;left&quot; /&gt;&lt;w:pPr&gt;&lt;w:ind w:left=&quot;1353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2&quot; w:hanging=&quot;360&quot; /&gt;&lt;/w:pPr&gt;&lt;w:rPr&gt;&lt;w:rFonts w:ascii=&quot;Wingdings&quot; w:hAnsi=&quot;Wingdings&quot; w:hint=&quot;default&quot; /&gt;&lt;/w:rPr&gt;&lt;/w:lvl&gt;&lt;/w:abstractNum&gt;&lt;w:abstractNum w:abstractNumId=&quot;11&quot; w15:restartNumberingAfterBreak=&quot;0&quot;&gt;&lt;w:nsid w:val=&quot;17AA109A&quot; /&gt;&lt;w:multiLevelType w:val=&quot;multilevel&quot; /&gt;&lt;w:tmpl w:val=&quot;1ADE288E&quot; /&gt;&lt;w:lvl w:ilvl=&quot;0&quot;&gt;&lt;w:start w:val=&quot;1&quot; /&gt;&lt;w:numFmt w:val=&quot;decimal&quot; /&gt;&lt;w:pStyle w:val=&quot;Heading1&quot; /&gt;&lt;w:lvlText w:val=&quot;%1&quot; /&gt;&lt;w:lvlJc w:val=&quot;left&quot; /&gt;&lt;w:pPr&gt;&lt;w:tabs&gt;&lt;w:tab w:val=&quot;num&quot; w:pos=&quot;432&quot; /&gt;&lt;/w:tabs&gt;&lt;w:ind w:left=&quot;432&quot; w:hanging=&quot;432&quot; /&gt;&lt;/w:pPr&gt;&lt;/w:lvl&gt;&lt;w:lvl w:ilvl=&quot;1&quot;&gt;&lt;w:start w:val=&quot;1&quot; /&gt;&lt;w:numFmt w:val=&quot;decimal&quot; /&gt;&lt;w:pStyle w:val=&quot;Heading2&quot; /&gt;&lt;w:lvlText w:val=&quot;%1.%2&quot; /&gt;&lt;w:lvlJc w:val=&quot;left&quot; /&gt;&lt;w:pPr&gt;&lt;w:tabs&gt;&lt;w:tab w:val=&quot;num&quot; w:pos=&quot;576&quot; /&gt;&lt;/w:tabs&gt;&lt;w:ind w:left=&quot;576&quot; w:hanging=&quot;576&quot; /&gt;&lt;/w:pPr&gt;&lt;w:rPr&gt;&lt;w:sz w:val=&quot;22&quot; /&gt;&lt;w:szCs w:val=&quot;22&quot; /&gt;&lt;/w:rPr&gt;&lt;/w:lvl&gt;&lt;w:lvl w:ilvl=&quot;2&quot;&gt;&lt;w:start w:val=&quot;1&quot; /&gt;&lt;w:numFmt w:val=&quot;decimal&quot; /&gt;&lt;w:pStyle w:val=&quot;Heading3&quot; /&gt;&lt;w:lvlText w:val=&quot;%1.%2.%3&quot; /&gt;&lt;w:lvlJc w:val=&quot;left&quot; /&gt;&lt;w:pPr&gt;&lt;w:tabs&gt;&lt;w:tab w:val=&quot;num&quot; w:pos=&quot;720&quot; /&gt;&lt;/w:tabs&gt;&lt;w:ind w:left=&quot;720&quot; w:hanging=&quot;720&quot; /&gt;&lt;/w:pPr&gt;&lt;/w:lvl&gt;&lt;w:lvl w:ilvl=&quot;3&quot;&gt;&lt;w:start w:val=&quot;1&quot; /&gt;&lt;w:numFmt w:val=&quot;decimal&quot; /&gt;&lt;w:lvlText w:val=&quot;%1.%2.%3.%4&quot; /&gt;&lt;w:lvlJc w:val=&quot;left&quot; /&gt;&lt;w:pPr&gt;&lt;w:tabs&gt;&lt;w:tab w:val=&quot;num&quot; w:pos=&quot;864&quot; /&gt;&lt;/w:tabs&gt;&lt;w:ind w:left=&quot;864&quot; w:hanging=&quot;864&quot; /&gt;&lt;/w:pPr&gt;&lt;/w:lvl&gt;&lt;w:lvl w:ilvl=&quot;4&quot;&gt;&lt;w:start w:val=&quot;1&quot; /&gt;&lt;w:numFmt w:val=&quot;decimal&quot; /&gt;&lt;w:lvlText w:val=&quot;%1.%2.%3.%4.%5&quot; /&gt;&lt;w:lvlJc w:val=&quot;left&quot; /&gt;&lt;w:pPr&gt;&lt;w:tabs&gt;&lt;w:tab w:val=&quot;num&quot; w:pos=&quot;1008&quot; /&gt;&lt;/w:tabs&gt;&lt;w:ind w:left=&quot;1008&quot; w:hanging=&quot;1008&quot; /&gt;&lt;/w:pPr&gt;&lt;/w:lvl&gt;&lt;w:lvl w:ilvl=&quot;5&quot;&gt;&lt;w:start w:val=&quot;1&quot; /&gt;&lt;w:numFmt w:val=&quot;decimal&quot; /&gt;&lt;w:lvlText w:val=&quot;%1.%2.%3.%4.%5.%6&quot; /&gt;&lt;w:lvlJc w:val=&quot;left&quot; /&gt;&lt;w:pPr&gt;&lt;w:tabs&gt;&lt;w:tab w:val=&quot;num&quot; w:pos=&quot;1152&quot; /&gt;&lt;/w:tabs&gt;&lt;w:ind w:left=&quot;1152&quot; w:hanging=&quot;1152&quot; /&gt;&lt;/w:pPr&gt;&lt;/w:lvl&gt;&lt;w:lvl w:ilvl=&quot;6&quot;&gt;&lt;w:start w:val=&quot;1&quot; /&gt;&lt;w:numFmt w:val=&quot;decimal&quot; /&gt;&lt;w:lvlText w:val=&quot;%1.%2.%3.%4.%5.%6.%7&quot; /&gt;&lt;w:lvlJc w:val=&quot;left&quot; /&gt;&lt;w:pPr&gt;&lt;w:tabs&gt;&lt;w:tab w:val=&quot;num&quot; w:pos=&quot;1296&quot; /&gt;&lt;/w:tabs&gt;&lt;w:ind w:left=&quot;1296&quot; w:hanging=&quot;1296&quot; /&gt;&lt;/w:pPr&gt;&lt;/w:lvl&gt;&lt;w:lvl w:ilvl=&quot;7&quot;&gt;&lt;w:start w:val=&quot;1&quot; /&gt;&lt;w:numFmt w:val=&quot;decimal&quot; /&gt;&lt;w:lvlText w:val=&quot;%1.%2.%3.%4.%5.%6.%7.%8&quot; /&gt;&lt;w:lvlJc w:val=&quot;left&quot; /&gt;&lt;w:pPr&gt;&lt;w:tabs&gt;&lt;w:tab w:val=&quot;num&quot; w:pos=&quot;1440&quot; /&gt;&lt;/w:tabs&gt;&lt;w:ind w:left=&quot;1440&quot; w:hanging=&quot;1440&quot; /&gt;&lt;/w:pPr&gt;&lt;/w:lvl&gt;&lt;w:lvl w:ilvl=&quot;8&quot;&gt;&lt;w:start w:val=&quot;1&quot; /&gt;&lt;w:numFmt w:val=&quot;decimal&quot; /&gt;&lt;w:lvlText w:val=&quot;%1.%2.%3.%4.%5.%6.%7.%8.%9&quot; /&gt;&lt;w:lvlJc w:val=&quot;left&quot; /&gt;&lt;w:pPr&gt;&lt;w:tabs&gt;&lt;w:tab w:val=&quot;num&quot; w:pos=&quot;1584&quot; /&gt;&lt;/w:tabs&gt;&lt;w:ind w:left=&quot;1584&quot; w:hanging=&quot;1584&quot; /&gt;&lt;/w:pPr&gt;&lt;/w:lvl&gt;&lt;/w:abstractNum&gt;&lt;w:abstractNum w:abstractNumId=&quot;12&quot; w15:restartNumberingAfterBreak=&quot;0&quot;&gt;&lt;w:nsid w:val=&quot;26640EB9&quot; /&gt;&lt;w:multiLevelType w:val=&quot;hybridMultilevel&quot; /&gt;&lt;w:tmpl w:val=&quot;19EA9EA2&quot; /&gt;&lt;w:lvl w:ilvl=&quot;0&quot; w:tplc=&quot;65BA0F46&quot;&gt;&lt;w:start w:val=&quot;1&quot; /&gt;&lt;w:numFmt w:val=&quot;bullet&quot; /&gt;&lt;w:pStyle w:val=&quot;VBS-TabelleBullet1&quot; /&gt;&lt;w:lvlText w:val=&quot;&quot; /&gt;&lt;w:lvlJc w:val=&quot;left&quot; /&gt;&lt;w:pPr&gt;&lt;w:ind w:left=&quot;720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3&quot; w15:restartNumberingAfterBreak=&quot;0&quot;&gt;&lt;w:nsid w:val=&quot;27C4355F&quot; /&gt;&lt;w:multiLevelType w:val=&quot;hybridMultilevel&quot; /&gt;&lt;w:tmpl w:val=&quot;33A8F9DA&quot; /&gt;&lt;w:lvl w:ilvl=&quot;0&quot; w:tplc=&quot;B54CBC60&quot;&gt;&lt;w:start w:val=&quot;1&quot; /&gt;&lt;w:numFmt w:val=&quot;lowerLetter&quot; /&gt;&lt;w:pStyle w:val=&quot;VBS-EingercktBullet4&quot; /&gt;&lt;w:lvlText w:val=&quot;%1.&quot; /&gt;&lt;w:lvlJc w:val=&quot;left&quot; /&gt;&lt;w:pPr&gt;&lt;w:ind w:left=&quot;1713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2433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3153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3873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4593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5313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6033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6753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7473&quot; w:hanging=&quot;180&quot; /&gt;&lt;/w:pPr&gt;&lt;/w:lvl&gt;&lt;/w:abstractNum&gt;&lt;w:abstractNum w:abstractNumId=&quot;14&quot; w15:restartNumberingAfterBreak=&quot;0&quot;&gt;&lt;w:nsid w:val=&quot;27D138BC&quot; /&gt;&lt;w:multiLevelType w:val=&quot;hybridMultilevel&quot; /&gt;&lt;w:tmpl w:val=&quot;F78EA4CC&quot; /&gt;&lt;w:lvl w:ilvl=&quot;0&quot; w:tplc=&quot;5E02E576&quot;&gt;&lt;w:numFmt w:val=&quot;bullet&quot; /&gt;&lt;w:pStyle w:val=&quot;VBS-EingercktBullet3&quot; /&gt;&lt;w:lvlText w:val=&quot;+&quot; /&gt;&lt;w:lvlJc w:val=&quot;left&quot; /&gt;&lt;w:pPr&gt;&lt;w:ind w:left=&quot;1713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3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3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3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3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3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3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3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3&quot; w:hanging=&quot;360&quot; /&gt;&lt;/w:pPr&gt;&lt;w:rPr&gt;&lt;w:rFonts w:ascii=&quot;Wingdings&quot; w:hAnsi=&quot;Wingdings&quot; w:hint=&quot;default&quot; /&gt;&lt;/w:rPr&gt;&lt;/w:lvl&gt;&lt;/w:abstractNum&gt;&lt;w:abstractNum w:abstractNumId=&quot;15&quot; w15:restartNumberingAfterBreak=&quot;0&quot;&gt;&lt;w:nsid w:val=&quot;2C381E27&quot; /&gt;&lt;w:multiLevelType w:val=&quot;hybridMultilevel&quot; /&gt;&lt;w:tmpl w:val=&quot;81726B26&quot; /&gt;&lt;w:lvl w:ilvl=&quot;0&quot; w:tplc=&quot;8A8487BE&quot;&gt;&lt;w:start w:val=&quot;1&quot; /&gt;&lt;w:numFmt w:val=&quot;bullet&quot; /&gt;&lt;w:pStyle w:val=&quot;VBS-EingercktBullet1&quot; /&gt;&lt;w:lvlText w:val=&quot;&quot; /&gt;&lt;w:lvlJc w:val=&quot;left&quot; /&gt;&lt;w:pPr&gt;&lt;w:ind w:left=&quot;1352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07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79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51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23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95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67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39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112&quot; w:hanging=&quot;360&quot; /&gt;&lt;/w:pPr&gt;&lt;w:rPr&gt;&lt;w:rFonts w:ascii=&quot;Wingdings&quot; w:hAnsi=&quot;Wingdings&quot; w:hint=&quot;default&quot; /&gt;&lt;/w:rPr&gt;&lt;/w:lvl&gt;&lt;/w:abstractNum&gt;&lt;w:abstractNum w:abstractNumId=&quot;16&quot; w15:restartNumberingAfterBreak=&quot;0&quot;&gt;&lt;w:nsid w:val=&quot;4F984677&quot; /&gt;&lt;w:multiLevelType w:val=&quot;hybridMultilevel&quot; /&gt;&lt;w:tmpl w:val=&quot;2B0CB038&quot; /&gt;&lt;w:lvl w:ilvl=&quot;0&quot; w:tplc=&quot;CD7CA954&quot;&gt;&lt;w:start w:val=&quot;1&quot; /&gt;&lt;w:numFmt w:val=&quot;lowerLetter&quot; /&gt;&lt;w:pStyle w:val=&quot;VBS-TabelleBullet4&quot; /&gt;&lt;w:lvlText w:val=&quot;%1.&quot; /&gt;&lt;w:lvlJc w:val=&quot;left&quot; /&gt;&lt;w:pPr&gt;&lt;w:ind w:left=&quot;720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1440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2160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2880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3600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4320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5040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5760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6480&quot; w:hanging=&quot;180&quot; /&gt;&lt;/w:pPr&gt;&lt;/w:lvl&gt;&lt;/w:abstractNum&gt;&lt;w:abstractNum w:abstractNumId=&quot;17&quot; w15:restartNumberingAfterBreak=&quot;0&quot;&gt;&lt;w:nsid w:val=&quot;66447DE2&quot; /&gt;&lt;w:multiLevelType w:val=&quot;hybridMultilevel&quot; /&gt;&lt;w:tmpl w:val=&quot;26FAADBE&quot; /&gt;&lt;w:lvl w:ilvl=&quot;0&quot; w:tplc=&quot;15108B34&quot;&gt;&lt;w:start w:val=&quot;1&quot; /&gt;&lt;w:numFmt w:val=&quot;bullet&quot; /&gt;&lt;w:pStyle w:val=&quot;VBS-TabelleBullet2&quot; /&gt;&lt;w:lvlText w:val=&quot;-&quot; /&gt;&lt;w:lvlJc w:val=&quot;left&quot; /&gt;&lt;w:pPr&gt;&lt;w:ind w:left=&quot;720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8&quot; w15:restartNumberingAfterBreak=&quot;0&quot;&gt;&lt;w:nsid w:val=&quot;6A797F48&quot; /&gt;&lt;w:multiLevelType w:val=&quot;hybridMultilevel&quot; /&gt;&lt;w:tmpl w:val=&quot;99F25B1E&quot; /&gt;&lt;w:lvl w:ilvl=&quot;0&quot; w:tplc=&quot;7506DA28&quot;&gt;&lt;w:numFmt w:val=&quot;bullet&quot; /&gt;&lt;w:pStyle w:val=&quot;VBS-TabelleBullet3&quot; /&gt;&lt;w:lvlText w:val=&quot;+&quot; /&gt;&lt;w:lvlJc w:val=&quot;left&quot; /&gt;&lt;w:pPr&gt;&lt;w:ind w:left=&quot;720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num w:numId=&quot;1&quot;&gt;&lt;w:abstractNumId w:val=&quot;11&quot; /&gt;&lt;/w:num&gt;&lt;w:num w:numId=&quot;2&quot;&gt;&lt;w:abstractNumId w:val=&quot;15&quot; /&gt;&lt;/w:num&gt;&lt;w:num w:numId=&quot;3&quot;&gt;&lt;w:abstractNumId w:val=&quot;10&quot; /&gt;&lt;/w:num&gt;&lt;w:num w:numId=&quot;4&quot;&gt;&lt;w:abstractNumId w:val=&quot;14&quot; /&gt;&lt;/w:num&gt;&lt;w:num w:numId=&quot;5&quot;&gt;&lt;w:abstractNumId w:val=&quot;13&quot; /&gt;&lt;/w:num&gt;&lt;w:num w:numId=&quot;6&quot;&gt;&lt;w:abstractNumId w:val=&quot;12&quot; /&gt;&lt;/w:num&gt;&lt;w:num w:numId=&quot;7&quot;&gt;&lt;w:abstractNumId w:val=&quot;17&quot; /&gt;&lt;/w:num&gt;&lt;w:num w:numId=&quot;8&quot;&gt;&lt;w:abstractNumId w:val=&quot;18&quot; /&gt;&lt;/w:num&gt;&lt;w:num w:numId=&quot;9&quot;&gt;&lt;w:abstractNumId w:val=&quot;16&quot; /&gt;&lt;/w:num&gt;&lt;w:num w:numId=&quot;10&quot;&gt;&lt;w:abstractNumId w:val=&quot;9&quot; /&gt;&lt;/w:num&gt;&lt;w:num w:numId=&quot;11&quot;&gt;&lt;w:abstractNumId w:val=&quot;7&quot; /&gt;&lt;/w:num&gt;&lt;w:num w:numId=&quot;12&quot;&gt;&lt;w:abstractNumId w:val=&quot;6&quot; /&gt;&lt;/w:num&gt;&lt;w:num w:numId=&quot;13&quot;&gt;&lt;w:abstractNumId w:val=&quot;5&quot; /&gt;&lt;/w:num&gt;&lt;w:num w:numId=&quot;14&quot;&gt;&lt;w:abstractNumId w:val=&quot;4&quot; /&gt;&lt;/w:num&gt;&lt;w:num w:numId=&quot;15&quot;&gt;&lt;w:abstractNumId w:val=&quot;8&quot; /&gt;&lt;/w:num&gt;&lt;w:num w:numId=&quot;16&quot;&gt;&lt;w:abstractNumId w:val=&quot;3&quot; /&gt;&lt;/w:num&gt;&lt;w:num w:numId=&quot;17&quot;&gt;&lt;w:abstractNumId w:val=&quot;2&quot; /&gt;&lt;/w:num&gt;&lt;w:num w:numId=&quot;18&quot;&gt;&lt;w:abstractNumId w:val=&quot;1&quot; /&gt;&lt;/w:num&gt;&lt;w:num w:numId=&quot;19&quot;&gt;&lt;w:abstractNumId w:val=&quot;0&quot; /&gt;&lt;/w:num&gt;&lt;w:numIdMacAtCleanup w:val=&quot;9&quot; /&gt;&lt;/w:numbering&gt;&lt;/pkg:xmlData&gt;&lt;/pkg:part&gt;&lt;pkg:part pkg:name=&quot;/docProps/app.xml&quot; pkg:contentType=&quot;application/vnd.openxmlformats-officedocument.extended-properties+xml&quot; pkg:padding=&quot;256&quot;&gt;&lt;pkg:xmlData&gt;&lt;Properties xmlns=&quot;http://schemas.openxmlformats.org/officeDocument/2006/extended-properties&quot; xmlns:vt=&quot;http://schemas.openxmlformats.org/officeDocument/2006/docPropsVTypes&quot;&gt;&lt;Template&gt;Basisformular_Hoch.dotx&lt;/Template&gt;&lt;TotalTime&gt;0&lt;/TotalTime&gt;&lt;Pages&gt;1&lt;/Pages&gt;&lt;Words&gt;2&lt;/Words&gt;&lt;Characters&gt;39&lt;/Characters&gt;&lt;Application&gt;Microsoft Office Word&lt;/Application&gt;&lt;DocSecurity&gt;0&lt;/DocSecurity&gt;&lt;Lines&gt;1&lt;/Lines&gt;&lt;Paragraphs&gt;1&lt;/Paragraphs&gt;&lt;ScaleCrop&gt;false&lt;/ScaleCrop&gt;&lt;HeadingPairs&gt;&lt;vt:vector size=&quot;2&quot; baseType=&quot;variant&quot;&gt;&lt;vt:variant&gt;&lt;vt:lpstr&gt;Titel&lt;/vt:lpstr&gt;&lt;/vt:variant&gt;&lt;vt:variant&gt;&lt;vt:i4&gt;1&lt;/vt:i4&gt;&lt;/vt:variant&gt;&lt;/vt:vector&gt;&lt;/HeadingPairs&gt;&lt;TitlesOfParts&gt;&lt;vt:vector size=&quot;1&quot; baseType=&quot;lpstr&quot;&gt;&lt;vt:lpstr&gt;Basisformular_Hoch&lt;/vt:lpstr&gt;&lt;/vt:vector&gt;&lt;/TitlesOfParts&gt;&lt;Company&gt;BURAUT VBS&lt;/Company&gt;&lt;LinksUpToDate&gt;false&lt;/LinksUpToDate&gt;&lt;CharactersWithSpaces&gt;40&lt;/CharactersWithSpaces&gt;&lt;SharedDoc&gt;false&lt;/SharedDoc&gt;&lt;HyperlinksChanged&gt;false&lt;/HyperlinksChanged&gt;&lt;AppVersion&gt;16.0000&lt;/AppVersion&gt;&lt;/Properties&gt;&lt;/pkg:xmlData&gt;&lt;/pkg:part&gt;&lt;pkg:part pkg:name=&quot;/docProps/core.xml&quot; pkg:contentType=&quot;application/vnd.openxmlformats-package.core-properties+xml&quot; pkg:padding=&quot;256&quot;&gt;&lt;pkg:xmlData&gt;&lt;cp:coreProperties xmlns:cp=&quot;http://schemas.openxmlformats.org/package/2006/metadata/core-properties&quot; xmlns:dc=&quot;http://purl.org/dc/elements/1.1/&quot; xmlns:dcterms=&quot;http://purl.org/dc/terms/&quot; xmlns:dcmitype=&quot;http://purl.org/dc/dcmitype/&quot; xmlns:xsi=&quot;http://www.w3.org/2001/XMLSchema-instance&quot;&gt;&lt;dc:title&gt;Basisformular_Hoch&lt;/dc:title&gt;&lt;dc:creator&gt;Spicher Anton FUB&lt;/dc:creator&gt;&lt;cp:lastModifiedBy&gt;Schaad, Peter&lt;/cp:lastModifiedBy&gt;&lt;cp:revision&gt;4&lt;/cp:revision&gt;&lt;cp:lastPrinted&gt;2006-08-23T11:16:00Z&lt;/cp:lastPrinted&gt;&lt;dcterms:created xsi:type=&quot;dcterms:W3CDTF&quot;&gt;2016-07-19T12:36:00Z&lt;/dcterms:created&gt;&lt;dcterms:modified xsi:type=&quot;dcterms:W3CDTF&quot;&gt;2017-01-20T12:16:00Z&lt;/dcterms:modified&gt;&lt;/cp:coreProperties&gt;&lt;/pkg:xmlData&gt;&lt;/pkg:part&gt;&lt;pkg:part pkg:name=&quot;/word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/w:fonts&gt;&lt;/pkg:xmlData&gt;&lt;/pkg:part&gt;&lt;pkg:part pkg:name=&quot;/word/glossary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optimizeForBrowser /&gt;&lt;/w:webSettings&gt;&lt;/pkg:xmlData&gt;&lt;/pkg:part&gt;&lt;pkg:part pkg:name=&quot;/word/glossary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w:font w:name=&quot;Calibri Light&quot;&gt;&lt;w:panose1 w:val=&quot;020F0302020204030204&quot; /&gt;&lt;w:charset w:val=&quot;00&quot; /&gt;&lt;w:family w:val=&quot;swiss&quot; /&gt;&lt;w:pitch w:val=&quot;variable&quot; /&gt;&lt;w:sig w:usb0=&quot;A00002EF&quot; w:usb1=&quot;4000207B&quot; w:usb2=&quot;00000000&quot; w:usb3=&quot;00000000&quot; w:csb0=&quot;0000019F&quot; w:csb1=&quot;00000000&quot; /&gt;&lt;/w:font&gt;&lt;/w:fonts&gt;&lt;/pkg:xmlData&gt;&lt;/pkg:part&gt;&lt;pkg:part pkg:name=&quot;/word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relyOnVML /&gt;&lt;w:allowPNG /&gt;&lt;/w:webSettings&gt;&lt;/pkg:xmlData&gt;&lt;/pkg:part&gt;&lt;pkg:part pkg:name=&quot;/customXml/item1.xml&quot; pkg:contentType=&quot;application/xml&quot; pkg:padding=&quot;32&quot;&gt;&lt;pkg:xmlData pkg:originalXmlStandalone=&quot;no&quot;&gt;&lt;b:Sources SelectedStyle=&quot;\APA.XSL&quot; StyleName=&quot;APA&quot; xmlns:b=&quot;http://schemas.openxmlformats.org/officeDocument/2006/bibliography&quot; xmlns=&quot;http://schemas.openxmlformats.org/officeDocument/2006/bibliography&quot; /&gt;&lt;/pkg:xmlData&gt;&lt;/pkg:part&gt;&lt;/pkg:package&gt;"/>
    <w:docVar w:name="Klassifizierung_Beilage" w:val=" "/>
    <w:docVar w:name="Klassifizierung_Mapper" w:val=" "/>
    <w:docVar w:name="Klassifizierungsvermerk" w:val=" "/>
    <w:docVar w:name="Kurzzeichen" w:val="unserzeichen_esa"/>
    <w:docVar w:name="OrgEinheit" w:val="Bundeskriminalpolizei"/>
    <w:docVar w:name="PostAbs" w:val="3003 Bern-Zollikofen, SA, ISC EJPD, Industriestrasse 1, Postfach"/>
    <w:docVar w:name="Settings" w:val="&lt;Settings autoTextPath=&quot;&quot; recieverEnableOutlook=&quot;False&quot; recieverEnableLocalAddress=&quot;False&quot; documentLanguages=&quot;en-US|fr-CH|de-CH|it-CH&quot; /&gt;"/>
    <w:docVar w:name="SYSTEM:DocVarsVisible" w:val="no"/>
    <w:docVar w:name="TemplateLayoutLanguage" w:val="de-CH"/>
    <w:docVar w:name="TemplateVersion" w:val="4"/>
    <w:docVar w:name="var_Name" w:val="Campestrin"/>
    <w:docVar w:name="varLogo" w:val="NewLogo_RGB.jpg"/>
    <w:docVar w:name="varlookup1" w:val="Eidgenössisches Departement für Verteidigung,_x000b_Bevölkerungsschutz und Sport VBS"/>
    <w:docVar w:name="varlookup2" w:val="Bundesamt für Bevölkerungsschutz BABS"/>
    <w:docVar w:name="varlookup3" w:val="Ausbildung"/>
  </w:docVars>
  <w:rsids>
    <w:rsidRoot w:val="00AE0A1C"/>
    <w:rsid w:val="000009FB"/>
    <w:rsid w:val="00000A8A"/>
    <w:rsid w:val="00003CCD"/>
    <w:rsid w:val="00004C2D"/>
    <w:rsid w:val="0000523F"/>
    <w:rsid w:val="000126E2"/>
    <w:rsid w:val="00016A47"/>
    <w:rsid w:val="0002211E"/>
    <w:rsid w:val="00023616"/>
    <w:rsid w:val="0002383A"/>
    <w:rsid w:val="000243F1"/>
    <w:rsid w:val="00024E24"/>
    <w:rsid w:val="00025206"/>
    <w:rsid w:val="00026181"/>
    <w:rsid w:val="00026BEA"/>
    <w:rsid w:val="00026C83"/>
    <w:rsid w:val="00030704"/>
    <w:rsid w:val="000319AC"/>
    <w:rsid w:val="00034F7B"/>
    <w:rsid w:val="00035D1F"/>
    <w:rsid w:val="00040F5F"/>
    <w:rsid w:val="00042946"/>
    <w:rsid w:val="000518F6"/>
    <w:rsid w:val="00055FA6"/>
    <w:rsid w:val="00056243"/>
    <w:rsid w:val="00056440"/>
    <w:rsid w:val="000625F8"/>
    <w:rsid w:val="000643A8"/>
    <w:rsid w:val="000643F3"/>
    <w:rsid w:val="00064826"/>
    <w:rsid w:val="00064A36"/>
    <w:rsid w:val="0006600F"/>
    <w:rsid w:val="00072A8A"/>
    <w:rsid w:val="0007441B"/>
    <w:rsid w:val="00075B85"/>
    <w:rsid w:val="00076FD5"/>
    <w:rsid w:val="00083AAC"/>
    <w:rsid w:val="00084D23"/>
    <w:rsid w:val="000850D6"/>
    <w:rsid w:val="00086927"/>
    <w:rsid w:val="00093CA0"/>
    <w:rsid w:val="00094D72"/>
    <w:rsid w:val="0009516B"/>
    <w:rsid w:val="000A127C"/>
    <w:rsid w:val="000A196C"/>
    <w:rsid w:val="000A1C18"/>
    <w:rsid w:val="000A3E6E"/>
    <w:rsid w:val="000B4E19"/>
    <w:rsid w:val="000C02BB"/>
    <w:rsid w:val="000C091A"/>
    <w:rsid w:val="000C0B35"/>
    <w:rsid w:val="000C2CE9"/>
    <w:rsid w:val="000C3857"/>
    <w:rsid w:val="000C3D56"/>
    <w:rsid w:val="000C4341"/>
    <w:rsid w:val="000C668B"/>
    <w:rsid w:val="000C6B71"/>
    <w:rsid w:val="000C6E75"/>
    <w:rsid w:val="000C7630"/>
    <w:rsid w:val="000D064F"/>
    <w:rsid w:val="000D10C5"/>
    <w:rsid w:val="000D5376"/>
    <w:rsid w:val="000D64E9"/>
    <w:rsid w:val="000E132D"/>
    <w:rsid w:val="000E4191"/>
    <w:rsid w:val="000E5D57"/>
    <w:rsid w:val="000E5FE7"/>
    <w:rsid w:val="000F1558"/>
    <w:rsid w:val="00101339"/>
    <w:rsid w:val="0010136C"/>
    <w:rsid w:val="00102A71"/>
    <w:rsid w:val="001067F9"/>
    <w:rsid w:val="00106CC8"/>
    <w:rsid w:val="0011202D"/>
    <w:rsid w:val="001129DF"/>
    <w:rsid w:val="001134E9"/>
    <w:rsid w:val="001145F7"/>
    <w:rsid w:val="001159EC"/>
    <w:rsid w:val="00120320"/>
    <w:rsid w:val="00120D62"/>
    <w:rsid w:val="00121ACA"/>
    <w:rsid w:val="00122EB9"/>
    <w:rsid w:val="001243FA"/>
    <w:rsid w:val="00127277"/>
    <w:rsid w:val="00127926"/>
    <w:rsid w:val="00131D68"/>
    <w:rsid w:val="00133423"/>
    <w:rsid w:val="00133DA5"/>
    <w:rsid w:val="00142436"/>
    <w:rsid w:val="00146982"/>
    <w:rsid w:val="0014759A"/>
    <w:rsid w:val="00151182"/>
    <w:rsid w:val="00153451"/>
    <w:rsid w:val="00153526"/>
    <w:rsid w:val="001536FE"/>
    <w:rsid w:val="001538FE"/>
    <w:rsid w:val="001539B1"/>
    <w:rsid w:val="001560B2"/>
    <w:rsid w:val="00157BA2"/>
    <w:rsid w:val="00162272"/>
    <w:rsid w:val="0017436F"/>
    <w:rsid w:val="00174410"/>
    <w:rsid w:val="00174A1D"/>
    <w:rsid w:val="0017527F"/>
    <w:rsid w:val="00176E29"/>
    <w:rsid w:val="001800D0"/>
    <w:rsid w:val="00180184"/>
    <w:rsid w:val="0018200B"/>
    <w:rsid w:val="00184E7E"/>
    <w:rsid w:val="0018569F"/>
    <w:rsid w:val="001866A0"/>
    <w:rsid w:val="001879B9"/>
    <w:rsid w:val="00192806"/>
    <w:rsid w:val="00194792"/>
    <w:rsid w:val="0019539A"/>
    <w:rsid w:val="00195A1A"/>
    <w:rsid w:val="00196374"/>
    <w:rsid w:val="001975DE"/>
    <w:rsid w:val="00197FDD"/>
    <w:rsid w:val="001A05F3"/>
    <w:rsid w:val="001A0E2C"/>
    <w:rsid w:val="001A311A"/>
    <w:rsid w:val="001A32E7"/>
    <w:rsid w:val="001A3E26"/>
    <w:rsid w:val="001A519F"/>
    <w:rsid w:val="001A6CCA"/>
    <w:rsid w:val="001A7525"/>
    <w:rsid w:val="001B13B0"/>
    <w:rsid w:val="001B219A"/>
    <w:rsid w:val="001B2430"/>
    <w:rsid w:val="001C3DAE"/>
    <w:rsid w:val="001C4BDA"/>
    <w:rsid w:val="001C5823"/>
    <w:rsid w:val="001D000F"/>
    <w:rsid w:val="001D0025"/>
    <w:rsid w:val="001D15A1"/>
    <w:rsid w:val="001D1737"/>
    <w:rsid w:val="001D2EC3"/>
    <w:rsid w:val="001D4D22"/>
    <w:rsid w:val="001D4E59"/>
    <w:rsid w:val="001E0D34"/>
    <w:rsid w:val="001E1A29"/>
    <w:rsid w:val="001E6660"/>
    <w:rsid w:val="001E7A9B"/>
    <w:rsid w:val="001E7C79"/>
    <w:rsid w:val="001F0A8A"/>
    <w:rsid w:val="001F152B"/>
    <w:rsid w:val="001F64DC"/>
    <w:rsid w:val="001F661F"/>
    <w:rsid w:val="001F786B"/>
    <w:rsid w:val="0020103C"/>
    <w:rsid w:val="00202B7F"/>
    <w:rsid w:val="002053B4"/>
    <w:rsid w:val="002068EA"/>
    <w:rsid w:val="00211F1B"/>
    <w:rsid w:val="00212DA1"/>
    <w:rsid w:val="00214F61"/>
    <w:rsid w:val="00215BF8"/>
    <w:rsid w:val="00221A13"/>
    <w:rsid w:val="0022305E"/>
    <w:rsid w:val="00231C39"/>
    <w:rsid w:val="002373CB"/>
    <w:rsid w:val="00242297"/>
    <w:rsid w:val="00247B50"/>
    <w:rsid w:val="00251029"/>
    <w:rsid w:val="00252CB2"/>
    <w:rsid w:val="002530C9"/>
    <w:rsid w:val="00256B25"/>
    <w:rsid w:val="0025739E"/>
    <w:rsid w:val="002609AF"/>
    <w:rsid w:val="00260D09"/>
    <w:rsid w:val="00267F0D"/>
    <w:rsid w:val="002716DB"/>
    <w:rsid w:val="00272560"/>
    <w:rsid w:val="00294E0D"/>
    <w:rsid w:val="00294F45"/>
    <w:rsid w:val="00295EB2"/>
    <w:rsid w:val="00297FA6"/>
    <w:rsid w:val="002A0FCA"/>
    <w:rsid w:val="002A1F2F"/>
    <w:rsid w:val="002A26D5"/>
    <w:rsid w:val="002A294D"/>
    <w:rsid w:val="002B155D"/>
    <w:rsid w:val="002B273E"/>
    <w:rsid w:val="002B5BB7"/>
    <w:rsid w:val="002B66F6"/>
    <w:rsid w:val="002C03F7"/>
    <w:rsid w:val="002C0602"/>
    <w:rsid w:val="002C24F6"/>
    <w:rsid w:val="002C2D21"/>
    <w:rsid w:val="002C2ED2"/>
    <w:rsid w:val="002C4F4D"/>
    <w:rsid w:val="002C7D86"/>
    <w:rsid w:val="002D4B5E"/>
    <w:rsid w:val="002D68EC"/>
    <w:rsid w:val="002E11F6"/>
    <w:rsid w:val="002E2512"/>
    <w:rsid w:val="002E2F27"/>
    <w:rsid w:val="002E437B"/>
    <w:rsid w:val="002E580A"/>
    <w:rsid w:val="002E64AB"/>
    <w:rsid w:val="002F0FD6"/>
    <w:rsid w:val="002F1014"/>
    <w:rsid w:val="002F2484"/>
    <w:rsid w:val="002F4652"/>
    <w:rsid w:val="002F7F05"/>
    <w:rsid w:val="003020D7"/>
    <w:rsid w:val="00304B10"/>
    <w:rsid w:val="00306F24"/>
    <w:rsid w:val="00310BBC"/>
    <w:rsid w:val="00311602"/>
    <w:rsid w:val="0031188B"/>
    <w:rsid w:val="003159A4"/>
    <w:rsid w:val="00317847"/>
    <w:rsid w:val="00321184"/>
    <w:rsid w:val="00322C0E"/>
    <w:rsid w:val="00330B4C"/>
    <w:rsid w:val="00331545"/>
    <w:rsid w:val="003319A1"/>
    <w:rsid w:val="003321C6"/>
    <w:rsid w:val="003328BA"/>
    <w:rsid w:val="00333164"/>
    <w:rsid w:val="003360D1"/>
    <w:rsid w:val="0033720D"/>
    <w:rsid w:val="00341B97"/>
    <w:rsid w:val="003422CA"/>
    <w:rsid w:val="00345564"/>
    <w:rsid w:val="003456BD"/>
    <w:rsid w:val="003521BB"/>
    <w:rsid w:val="003542FA"/>
    <w:rsid w:val="00362511"/>
    <w:rsid w:val="00363A49"/>
    <w:rsid w:val="003658EA"/>
    <w:rsid w:val="00365980"/>
    <w:rsid w:val="0037090A"/>
    <w:rsid w:val="00370C4F"/>
    <w:rsid w:val="0037257F"/>
    <w:rsid w:val="003729F0"/>
    <w:rsid w:val="00375971"/>
    <w:rsid w:val="00376C74"/>
    <w:rsid w:val="00383910"/>
    <w:rsid w:val="00385818"/>
    <w:rsid w:val="00385DD4"/>
    <w:rsid w:val="00387592"/>
    <w:rsid w:val="00392DB4"/>
    <w:rsid w:val="00394DA8"/>
    <w:rsid w:val="00396368"/>
    <w:rsid w:val="0039671A"/>
    <w:rsid w:val="00396A9C"/>
    <w:rsid w:val="003A156F"/>
    <w:rsid w:val="003A1C26"/>
    <w:rsid w:val="003A3372"/>
    <w:rsid w:val="003A36EA"/>
    <w:rsid w:val="003A7596"/>
    <w:rsid w:val="003B0D96"/>
    <w:rsid w:val="003B2348"/>
    <w:rsid w:val="003B5A9F"/>
    <w:rsid w:val="003B60F5"/>
    <w:rsid w:val="003B79E5"/>
    <w:rsid w:val="003B7B47"/>
    <w:rsid w:val="003C0684"/>
    <w:rsid w:val="003C23C6"/>
    <w:rsid w:val="003C26E4"/>
    <w:rsid w:val="003C3634"/>
    <w:rsid w:val="003C73A2"/>
    <w:rsid w:val="003D16F9"/>
    <w:rsid w:val="003D1B35"/>
    <w:rsid w:val="003D5DAA"/>
    <w:rsid w:val="003E1357"/>
    <w:rsid w:val="003E4D67"/>
    <w:rsid w:val="003E5726"/>
    <w:rsid w:val="003F04B5"/>
    <w:rsid w:val="003F386F"/>
    <w:rsid w:val="003F4558"/>
    <w:rsid w:val="003F71CB"/>
    <w:rsid w:val="003F73B3"/>
    <w:rsid w:val="00401F9B"/>
    <w:rsid w:val="004024C6"/>
    <w:rsid w:val="004028BD"/>
    <w:rsid w:val="004032CC"/>
    <w:rsid w:val="00405236"/>
    <w:rsid w:val="00411041"/>
    <w:rsid w:val="0041705B"/>
    <w:rsid w:val="00417DA1"/>
    <w:rsid w:val="004213C0"/>
    <w:rsid w:val="00421954"/>
    <w:rsid w:val="004223CD"/>
    <w:rsid w:val="00422B9C"/>
    <w:rsid w:val="00423B2C"/>
    <w:rsid w:val="00423FCA"/>
    <w:rsid w:val="00426979"/>
    <w:rsid w:val="004304D6"/>
    <w:rsid w:val="00431569"/>
    <w:rsid w:val="004324D1"/>
    <w:rsid w:val="00435CE2"/>
    <w:rsid w:val="00436DF0"/>
    <w:rsid w:val="00437A4B"/>
    <w:rsid w:val="00437F2E"/>
    <w:rsid w:val="004403B6"/>
    <w:rsid w:val="0044146F"/>
    <w:rsid w:val="00442EBC"/>
    <w:rsid w:val="004431C9"/>
    <w:rsid w:val="00445451"/>
    <w:rsid w:val="00446FBF"/>
    <w:rsid w:val="0045468D"/>
    <w:rsid w:val="00454904"/>
    <w:rsid w:val="004562B4"/>
    <w:rsid w:val="004563C6"/>
    <w:rsid w:val="00456AC1"/>
    <w:rsid w:val="00460EFA"/>
    <w:rsid w:val="004632CC"/>
    <w:rsid w:val="00464B3D"/>
    <w:rsid w:val="0047088A"/>
    <w:rsid w:val="0047145A"/>
    <w:rsid w:val="0047687F"/>
    <w:rsid w:val="00482A04"/>
    <w:rsid w:val="00483483"/>
    <w:rsid w:val="004838BC"/>
    <w:rsid w:val="00484F7D"/>
    <w:rsid w:val="00487503"/>
    <w:rsid w:val="00491FB2"/>
    <w:rsid w:val="004A1E62"/>
    <w:rsid w:val="004A2EB7"/>
    <w:rsid w:val="004A6B3D"/>
    <w:rsid w:val="004A7DC9"/>
    <w:rsid w:val="004B0718"/>
    <w:rsid w:val="004B3DD3"/>
    <w:rsid w:val="004B46DC"/>
    <w:rsid w:val="004B5122"/>
    <w:rsid w:val="004C1FB1"/>
    <w:rsid w:val="004C5070"/>
    <w:rsid w:val="004C5DE6"/>
    <w:rsid w:val="004C62B9"/>
    <w:rsid w:val="004D2594"/>
    <w:rsid w:val="004D2A46"/>
    <w:rsid w:val="004D4FD3"/>
    <w:rsid w:val="004D72A0"/>
    <w:rsid w:val="004E0195"/>
    <w:rsid w:val="004E2F92"/>
    <w:rsid w:val="004E77A0"/>
    <w:rsid w:val="004F309C"/>
    <w:rsid w:val="004F31BA"/>
    <w:rsid w:val="00500AB9"/>
    <w:rsid w:val="00501BF8"/>
    <w:rsid w:val="00502017"/>
    <w:rsid w:val="00502D9E"/>
    <w:rsid w:val="00503AFD"/>
    <w:rsid w:val="00520C78"/>
    <w:rsid w:val="00520DC8"/>
    <w:rsid w:val="0052127B"/>
    <w:rsid w:val="00527081"/>
    <w:rsid w:val="00530126"/>
    <w:rsid w:val="005313AB"/>
    <w:rsid w:val="005335A2"/>
    <w:rsid w:val="00533627"/>
    <w:rsid w:val="005338C0"/>
    <w:rsid w:val="00534329"/>
    <w:rsid w:val="005358B0"/>
    <w:rsid w:val="00537306"/>
    <w:rsid w:val="00537AD4"/>
    <w:rsid w:val="00543876"/>
    <w:rsid w:val="0054487D"/>
    <w:rsid w:val="00554F0E"/>
    <w:rsid w:val="00557C04"/>
    <w:rsid w:val="005602F7"/>
    <w:rsid w:val="00561C31"/>
    <w:rsid w:val="00575C0A"/>
    <w:rsid w:val="00576106"/>
    <w:rsid w:val="0057611B"/>
    <w:rsid w:val="00576A1D"/>
    <w:rsid w:val="00577BBA"/>
    <w:rsid w:val="00583311"/>
    <w:rsid w:val="005915E1"/>
    <w:rsid w:val="00593AD5"/>
    <w:rsid w:val="00593F93"/>
    <w:rsid w:val="00596A2F"/>
    <w:rsid w:val="005A124F"/>
    <w:rsid w:val="005A2BDA"/>
    <w:rsid w:val="005A3499"/>
    <w:rsid w:val="005A4054"/>
    <w:rsid w:val="005A46BF"/>
    <w:rsid w:val="005B1226"/>
    <w:rsid w:val="005B2A06"/>
    <w:rsid w:val="005B40AD"/>
    <w:rsid w:val="005B52FD"/>
    <w:rsid w:val="005B5413"/>
    <w:rsid w:val="005B61EC"/>
    <w:rsid w:val="005C404F"/>
    <w:rsid w:val="005C551C"/>
    <w:rsid w:val="005C59C9"/>
    <w:rsid w:val="005C5DC1"/>
    <w:rsid w:val="005D0845"/>
    <w:rsid w:val="005D391E"/>
    <w:rsid w:val="005D4AAA"/>
    <w:rsid w:val="005D7D80"/>
    <w:rsid w:val="005E283B"/>
    <w:rsid w:val="005E403B"/>
    <w:rsid w:val="005E5838"/>
    <w:rsid w:val="005E628B"/>
    <w:rsid w:val="005E7F7C"/>
    <w:rsid w:val="005F22DF"/>
    <w:rsid w:val="005F2B63"/>
    <w:rsid w:val="005F2EF5"/>
    <w:rsid w:val="005F3B23"/>
    <w:rsid w:val="005F459D"/>
    <w:rsid w:val="005F60EF"/>
    <w:rsid w:val="005F6161"/>
    <w:rsid w:val="005F6DB2"/>
    <w:rsid w:val="005F7E31"/>
    <w:rsid w:val="00601B37"/>
    <w:rsid w:val="00603106"/>
    <w:rsid w:val="0060513D"/>
    <w:rsid w:val="00605456"/>
    <w:rsid w:val="0060764B"/>
    <w:rsid w:val="00607CCC"/>
    <w:rsid w:val="00616EAC"/>
    <w:rsid w:val="00621306"/>
    <w:rsid w:val="006245DC"/>
    <w:rsid w:val="00630BC4"/>
    <w:rsid w:val="006413E6"/>
    <w:rsid w:val="00642AC7"/>
    <w:rsid w:val="00643E24"/>
    <w:rsid w:val="00644D99"/>
    <w:rsid w:val="00645957"/>
    <w:rsid w:val="006466E5"/>
    <w:rsid w:val="006501D4"/>
    <w:rsid w:val="00652EA9"/>
    <w:rsid w:val="00664FFD"/>
    <w:rsid w:val="006742BB"/>
    <w:rsid w:val="00675665"/>
    <w:rsid w:val="00677D22"/>
    <w:rsid w:val="00680DFF"/>
    <w:rsid w:val="00681017"/>
    <w:rsid w:val="00683C9A"/>
    <w:rsid w:val="0068422B"/>
    <w:rsid w:val="00690E7E"/>
    <w:rsid w:val="00691285"/>
    <w:rsid w:val="006929B1"/>
    <w:rsid w:val="006953E5"/>
    <w:rsid w:val="006A0847"/>
    <w:rsid w:val="006A29C6"/>
    <w:rsid w:val="006A545F"/>
    <w:rsid w:val="006B66EF"/>
    <w:rsid w:val="006C6DD6"/>
    <w:rsid w:val="006C7E98"/>
    <w:rsid w:val="006D02FF"/>
    <w:rsid w:val="006D458C"/>
    <w:rsid w:val="006D5CAA"/>
    <w:rsid w:val="006D63B6"/>
    <w:rsid w:val="006D6BE3"/>
    <w:rsid w:val="006E1464"/>
    <w:rsid w:val="006E4040"/>
    <w:rsid w:val="006F203D"/>
    <w:rsid w:val="006F32DD"/>
    <w:rsid w:val="006F557B"/>
    <w:rsid w:val="006F6403"/>
    <w:rsid w:val="00700AE0"/>
    <w:rsid w:val="00711A69"/>
    <w:rsid w:val="00714767"/>
    <w:rsid w:val="0073209E"/>
    <w:rsid w:val="007326ED"/>
    <w:rsid w:val="007403BA"/>
    <w:rsid w:val="00745D66"/>
    <w:rsid w:val="00747C95"/>
    <w:rsid w:val="00750247"/>
    <w:rsid w:val="007508D2"/>
    <w:rsid w:val="0075378A"/>
    <w:rsid w:val="00753C42"/>
    <w:rsid w:val="00753D10"/>
    <w:rsid w:val="00754B2A"/>
    <w:rsid w:val="00754B60"/>
    <w:rsid w:val="00755BD4"/>
    <w:rsid w:val="00756BA3"/>
    <w:rsid w:val="007656DC"/>
    <w:rsid w:val="0077051F"/>
    <w:rsid w:val="00770D01"/>
    <w:rsid w:val="00776349"/>
    <w:rsid w:val="00780855"/>
    <w:rsid w:val="0078157A"/>
    <w:rsid w:val="00781BC1"/>
    <w:rsid w:val="0078284C"/>
    <w:rsid w:val="00784155"/>
    <w:rsid w:val="00784244"/>
    <w:rsid w:val="00790D8D"/>
    <w:rsid w:val="00791257"/>
    <w:rsid w:val="007920C3"/>
    <w:rsid w:val="0079582A"/>
    <w:rsid w:val="00796A96"/>
    <w:rsid w:val="00796DBA"/>
    <w:rsid w:val="00797189"/>
    <w:rsid w:val="007A30C6"/>
    <w:rsid w:val="007A43D9"/>
    <w:rsid w:val="007A5119"/>
    <w:rsid w:val="007A5168"/>
    <w:rsid w:val="007A5993"/>
    <w:rsid w:val="007A633D"/>
    <w:rsid w:val="007A6824"/>
    <w:rsid w:val="007B289D"/>
    <w:rsid w:val="007B2C78"/>
    <w:rsid w:val="007B678A"/>
    <w:rsid w:val="007B7A0D"/>
    <w:rsid w:val="007C4B59"/>
    <w:rsid w:val="007C57BD"/>
    <w:rsid w:val="007C7559"/>
    <w:rsid w:val="007D2816"/>
    <w:rsid w:val="007D2BBB"/>
    <w:rsid w:val="007D4B4B"/>
    <w:rsid w:val="007D6BBB"/>
    <w:rsid w:val="007E4C7E"/>
    <w:rsid w:val="007E6AFB"/>
    <w:rsid w:val="007F0B54"/>
    <w:rsid w:val="007F22AE"/>
    <w:rsid w:val="007F4E3E"/>
    <w:rsid w:val="007F64CB"/>
    <w:rsid w:val="007F6737"/>
    <w:rsid w:val="007F7765"/>
    <w:rsid w:val="00800941"/>
    <w:rsid w:val="0080220D"/>
    <w:rsid w:val="00803135"/>
    <w:rsid w:val="00805079"/>
    <w:rsid w:val="00805FDB"/>
    <w:rsid w:val="00806933"/>
    <w:rsid w:val="008119EB"/>
    <w:rsid w:val="00815985"/>
    <w:rsid w:val="008159AF"/>
    <w:rsid w:val="00817C98"/>
    <w:rsid w:val="00820226"/>
    <w:rsid w:val="00821329"/>
    <w:rsid w:val="00821D91"/>
    <w:rsid w:val="00826A9E"/>
    <w:rsid w:val="00831663"/>
    <w:rsid w:val="00831EB8"/>
    <w:rsid w:val="00841C1C"/>
    <w:rsid w:val="0084282A"/>
    <w:rsid w:val="00842B85"/>
    <w:rsid w:val="00860BD3"/>
    <w:rsid w:val="00860F92"/>
    <w:rsid w:val="00861FD2"/>
    <w:rsid w:val="00863E06"/>
    <w:rsid w:val="0086513C"/>
    <w:rsid w:val="00867853"/>
    <w:rsid w:val="008723B2"/>
    <w:rsid w:val="008723BC"/>
    <w:rsid w:val="00873A46"/>
    <w:rsid w:val="00875F70"/>
    <w:rsid w:val="00876544"/>
    <w:rsid w:val="008820CD"/>
    <w:rsid w:val="00883A72"/>
    <w:rsid w:val="00892A13"/>
    <w:rsid w:val="008A1868"/>
    <w:rsid w:val="008A4FBA"/>
    <w:rsid w:val="008A566D"/>
    <w:rsid w:val="008B049D"/>
    <w:rsid w:val="008B06D1"/>
    <w:rsid w:val="008B3CE3"/>
    <w:rsid w:val="008B66E1"/>
    <w:rsid w:val="008B7C7D"/>
    <w:rsid w:val="008C04D9"/>
    <w:rsid w:val="008C0E78"/>
    <w:rsid w:val="008C4E99"/>
    <w:rsid w:val="008C5467"/>
    <w:rsid w:val="008C57B2"/>
    <w:rsid w:val="008D1EE9"/>
    <w:rsid w:val="008D37D4"/>
    <w:rsid w:val="008D399F"/>
    <w:rsid w:val="008D4CD3"/>
    <w:rsid w:val="008E0103"/>
    <w:rsid w:val="008E0EC4"/>
    <w:rsid w:val="008E48B0"/>
    <w:rsid w:val="008F1AA9"/>
    <w:rsid w:val="008F230C"/>
    <w:rsid w:val="008F3659"/>
    <w:rsid w:val="0090257B"/>
    <w:rsid w:val="00904A26"/>
    <w:rsid w:val="00910657"/>
    <w:rsid w:val="00915C2F"/>
    <w:rsid w:val="009220AF"/>
    <w:rsid w:val="009238EC"/>
    <w:rsid w:val="00932318"/>
    <w:rsid w:val="0094134F"/>
    <w:rsid w:val="00942FC3"/>
    <w:rsid w:val="009433B3"/>
    <w:rsid w:val="009444EA"/>
    <w:rsid w:val="00944DBB"/>
    <w:rsid w:val="00946790"/>
    <w:rsid w:val="00947552"/>
    <w:rsid w:val="00953EDC"/>
    <w:rsid w:val="00961C92"/>
    <w:rsid w:val="00962C37"/>
    <w:rsid w:val="009635E0"/>
    <w:rsid w:val="00965063"/>
    <w:rsid w:val="00973056"/>
    <w:rsid w:val="00973E18"/>
    <w:rsid w:val="00977AA0"/>
    <w:rsid w:val="00977DD2"/>
    <w:rsid w:val="0098155C"/>
    <w:rsid w:val="00982CBA"/>
    <w:rsid w:val="00985EA3"/>
    <w:rsid w:val="00987908"/>
    <w:rsid w:val="00993399"/>
    <w:rsid w:val="00995B86"/>
    <w:rsid w:val="0099692F"/>
    <w:rsid w:val="009A3278"/>
    <w:rsid w:val="009A3D4B"/>
    <w:rsid w:val="009B1B43"/>
    <w:rsid w:val="009B4294"/>
    <w:rsid w:val="009B6E90"/>
    <w:rsid w:val="009B740A"/>
    <w:rsid w:val="009B78F8"/>
    <w:rsid w:val="009C106B"/>
    <w:rsid w:val="009C218A"/>
    <w:rsid w:val="009C3C1A"/>
    <w:rsid w:val="009C4707"/>
    <w:rsid w:val="009D0507"/>
    <w:rsid w:val="009D2475"/>
    <w:rsid w:val="009D2745"/>
    <w:rsid w:val="009D412B"/>
    <w:rsid w:val="009D6A02"/>
    <w:rsid w:val="009D6C7A"/>
    <w:rsid w:val="009D75B7"/>
    <w:rsid w:val="009E4450"/>
    <w:rsid w:val="009E5630"/>
    <w:rsid w:val="009E668D"/>
    <w:rsid w:val="009E6F61"/>
    <w:rsid w:val="009E7466"/>
    <w:rsid w:val="009E759E"/>
    <w:rsid w:val="009F5C0F"/>
    <w:rsid w:val="009F5F6E"/>
    <w:rsid w:val="00A00074"/>
    <w:rsid w:val="00A04E9C"/>
    <w:rsid w:val="00A050DA"/>
    <w:rsid w:val="00A0547F"/>
    <w:rsid w:val="00A060C1"/>
    <w:rsid w:val="00A06D3F"/>
    <w:rsid w:val="00A07FCE"/>
    <w:rsid w:val="00A106E1"/>
    <w:rsid w:val="00A1258C"/>
    <w:rsid w:val="00A12F11"/>
    <w:rsid w:val="00A141C1"/>
    <w:rsid w:val="00A14DE7"/>
    <w:rsid w:val="00A16D60"/>
    <w:rsid w:val="00A20324"/>
    <w:rsid w:val="00A21722"/>
    <w:rsid w:val="00A268EB"/>
    <w:rsid w:val="00A36599"/>
    <w:rsid w:val="00A4187C"/>
    <w:rsid w:val="00A424A2"/>
    <w:rsid w:val="00A433D8"/>
    <w:rsid w:val="00A43D97"/>
    <w:rsid w:val="00A44F09"/>
    <w:rsid w:val="00A44F68"/>
    <w:rsid w:val="00A4513A"/>
    <w:rsid w:val="00A45955"/>
    <w:rsid w:val="00A465F3"/>
    <w:rsid w:val="00A4792C"/>
    <w:rsid w:val="00A51F25"/>
    <w:rsid w:val="00A55FD3"/>
    <w:rsid w:val="00A57430"/>
    <w:rsid w:val="00A65470"/>
    <w:rsid w:val="00A658C5"/>
    <w:rsid w:val="00A658DB"/>
    <w:rsid w:val="00A66379"/>
    <w:rsid w:val="00A66FC6"/>
    <w:rsid w:val="00A71938"/>
    <w:rsid w:val="00A74BD8"/>
    <w:rsid w:val="00A75F98"/>
    <w:rsid w:val="00A77597"/>
    <w:rsid w:val="00A8059D"/>
    <w:rsid w:val="00A80C7F"/>
    <w:rsid w:val="00A81777"/>
    <w:rsid w:val="00A81800"/>
    <w:rsid w:val="00A83F7E"/>
    <w:rsid w:val="00A852A9"/>
    <w:rsid w:val="00A90AA0"/>
    <w:rsid w:val="00A93458"/>
    <w:rsid w:val="00A94F7A"/>
    <w:rsid w:val="00A95C3C"/>
    <w:rsid w:val="00A96FFC"/>
    <w:rsid w:val="00AA1DC2"/>
    <w:rsid w:val="00AA2B72"/>
    <w:rsid w:val="00AA2FCA"/>
    <w:rsid w:val="00AA37A4"/>
    <w:rsid w:val="00AB1091"/>
    <w:rsid w:val="00AB1277"/>
    <w:rsid w:val="00AB2C21"/>
    <w:rsid w:val="00AB57EC"/>
    <w:rsid w:val="00AC6EEE"/>
    <w:rsid w:val="00AC71CE"/>
    <w:rsid w:val="00AC7887"/>
    <w:rsid w:val="00AD7374"/>
    <w:rsid w:val="00AE0A1C"/>
    <w:rsid w:val="00AE0CDF"/>
    <w:rsid w:val="00AE5900"/>
    <w:rsid w:val="00AF373E"/>
    <w:rsid w:val="00AF4BE7"/>
    <w:rsid w:val="00B001B4"/>
    <w:rsid w:val="00B005BC"/>
    <w:rsid w:val="00B014CF"/>
    <w:rsid w:val="00B019A0"/>
    <w:rsid w:val="00B10644"/>
    <w:rsid w:val="00B13F03"/>
    <w:rsid w:val="00B21676"/>
    <w:rsid w:val="00B2391C"/>
    <w:rsid w:val="00B272C8"/>
    <w:rsid w:val="00B33014"/>
    <w:rsid w:val="00B3488D"/>
    <w:rsid w:val="00B35219"/>
    <w:rsid w:val="00B40833"/>
    <w:rsid w:val="00B41F57"/>
    <w:rsid w:val="00B43B6B"/>
    <w:rsid w:val="00B510CD"/>
    <w:rsid w:val="00B525DD"/>
    <w:rsid w:val="00B55821"/>
    <w:rsid w:val="00B63246"/>
    <w:rsid w:val="00B63BE7"/>
    <w:rsid w:val="00B6470D"/>
    <w:rsid w:val="00B65325"/>
    <w:rsid w:val="00B675CC"/>
    <w:rsid w:val="00B67ACE"/>
    <w:rsid w:val="00B70C82"/>
    <w:rsid w:val="00B70F21"/>
    <w:rsid w:val="00B71999"/>
    <w:rsid w:val="00B71E7A"/>
    <w:rsid w:val="00B7694F"/>
    <w:rsid w:val="00B80464"/>
    <w:rsid w:val="00B8489C"/>
    <w:rsid w:val="00B91715"/>
    <w:rsid w:val="00B95B30"/>
    <w:rsid w:val="00BA070F"/>
    <w:rsid w:val="00BA2755"/>
    <w:rsid w:val="00BA2F84"/>
    <w:rsid w:val="00BA7065"/>
    <w:rsid w:val="00BC11BC"/>
    <w:rsid w:val="00BC19B7"/>
    <w:rsid w:val="00BC40BB"/>
    <w:rsid w:val="00BC4342"/>
    <w:rsid w:val="00BC4F17"/>
    <w:rsid w:val="00BC4F78"/>
    <w:rsid w:val="00BC617B"/>
    <w:rsid w:val="00BD033C"/>
    <w:rsid w:val="00BD05ED"/>
    <w:rsid w:val="00BD114E"/>
    <w:rsid w:val="00BD124C"/>
    <w:rsid w:val="00BD16CD"/>
    <w:rsid w:val="00BD1E0D"/>
    <w:rsid w:val="00BD1E2B"/>
    <w:rsid w:val="00BD4CA2"/>
    <w:rsid w:val="00BD5416"/>
    <w:rsid w:val="00BE027D"/>
    <w:rsid w:val="00BE04FB"/>
    <w:rsid w:val="00BE1FB1"/>
    <w:rsid w:val="00BE6079"/>
    <w:rsid w:val="00BF1FCF"/>
    <w:rsid w:val="00BF2651"/>
    <w:rsid w:val="00BF2CF8"/>
    <w:rsid w:val="00BF4771"/>
    <w:rsid w:val="00BF4B82"/>
    <w:rsid w:val="00BF6D16"/>
    <w:rsid w:val="00BF7161"/>
    <w:rsid w:val="00C00FD9"/>
    <w:rsid w:val="00C02365"/>
    <w:rsid w:val="00C02664"/>
    <w:rsid w:val="00C0408D"/>
    <w:rsid w:val="00C05BC9"/>
    <w:rsid w:val="00C07BB2"/>
    <w:rsid w:val="00C11CA0"/>
    <w:rsid w:val="00C122B7"/>
    <w:rsid w:val="00C168E4"/>
    <w:rsid w:val="00C17210"/>
    <w:rsid w:val="00C2385D"/>
    <w:rsid w:val="00C253C5"/>
    <w:rsid w:val="00C32754"/>
    <w:rsid w:val="00C328CA"/>
    <w:rsid w:val="00C34DCC"/>
    <w:rsid w:val="00C35EEB"/>
    <w:rsid w:val="00C40EE3"/>
    <w:rsid w:val="00C4164E"/>
    <w:rsid w:val="00C42F9D"/>
    <w:rsid w:val="00C445F8"/>
    <w:rsid w:val="00C502CE"/>
    <w:rsid w:val="00C51B2F"/>
    <w:rsid w:val="00C51B63"/>
    <w:rsid w:val="00C528F1"/>
    <w:rsid w:val="00C52C60"/>
    <w:rsid w:val="00C52EBC"/>
    <w:rsid w:val="00C5383C"/>
    <w:rsid w:val="00C54F77"/>
    <w:rsid w:val="00C55E31"/>
    <w:rsid w:val="00C55E60"/>
    <w:rsid w:val="00C56332"/>
    <w:rsid w:val="00C56EF3"/>
    <w:rsid w:val="00C57650"/>
    <w:rsid w:val="00C762B5"/>
    <w:rsid w:val="00C82437"/>
    <w:rsid w:val="00C83BC0"/>
    <w:rsid w:val="00C83F96"/>
    <w:rsid w:val="00C858E3"/>
    <w:rsid w:val="00C901D2"/>
    <w:rsid w:val="00C90E86"/>
    <w:rsid w:val="00C920E2"/>
    <w:rsid w:val="00C954D3"/>
    <w:rsid w:val="00C95C7B"/>
    <w:rsid w:val="00CA1496"/>
    <w:rsid w:val="00CA14A9"/>
    <w:rsid w:val="00CA2D74"/>
    <w:rsid w:val="00CA39F2"/>
    <w:rsid w:val="00CA6BB2"/>
    <w:rsid w:val="00CB1452"/>
    <w:rsid w:val="00CB23B0"/>
    <w:rsid w:val="00CB4EFE"/>
    <w:rsid w:val="00CB54FE"/>
    <w:rsid w:val="00CB73A4"/>
    <w:rsid w:val="00CC2E2A"/>
    <w:rsid w:val="00CC3C7A"/>
    <w:rsid w:val="00CD3095"/>
    <w:rsid w:val="00CE0ACB"/>
    <w:rsid w:val="00CE3218"/>
    <w:rsid w:val="00CE649C"/>
    <w:rsid w:val="00CF0EAD"/>
    <w:rsid w:val="00CF293F"/>
    <w:rsid w:val="00CF60C9"/>
    <w:rsid w:val="00CF6730"/>
    <w:rsid w:val="00CF7CA6"/>
    <w:rsid w:val="00D00D9B"/>
    <w:rsid w:val="00D00EF9"/>
    <w:rsid w:val="00D02C2E"/>
    <w:rsid w:val="00D02E0C"/>
    <w:rsid w:val="00D03328"/>
    <w:rsid w:val="00D056FA"/>
    <w:rsid w:val="00D06DF6"/>
    <w:rsid w:val="00D076FC"/>
    <w:rsid w:val="00D12C1F"/>
    <w:rsid w:val="00D15848"/>
    <w:rsid w:val="00D17B22"/>
    <w:rsid w:val="00D17D44"/>
    <w:rsid w:val="00D2121B"/>
    <w:rsid w:val="00D244E6"/>
    <w:rsid w:val="00D24F87"/>
    <w:rsid w:val="00D2617F"/>
    <w:rsid w:val="00D27739"/>
    <w:rsid w:val="00D278AD"/>
    <w:rsid w:val="00D314ED"/>
    <w:rsid w:val="00D35FF7"/>
    <w:rsid w:val="00D37321"/>
    <w:rsid w:val="00D433FC"/>
    <w:rsid w:val="00D506EB"/>
    <w:rsid w:val="00D556AC"/>
    <w:rsid w:val="00D558C0"/>
    <w:rsid w:val="00D601E9"/>
    <w:rsid w:val="00D60822"/>
    <w:rsid w:val="00D623BD"/>
    <w:rsid w:val="00D63E5C"/>
    <w:rsid w:val="00D65645"/>
    <w:rsid w:val="00D67A96"/>
    <w:rsid w:val="00D70B4C"/>
    <w:rsid w:val="00D72C8A"/>
    <w:rsid w:val="00D74FEA"/>
    <w:rsid w:val="00D82872"/>
    <w:rsid w:val="00D82EC3"/>
    <w:rsid w:val="00D8402E"/>
    <w:rsid w:val="00D86517"/>
    <w:rsid w:val="00D86FBF"/>
    <w:rsid w:val="00D904D0"/>
    <w:rsid w:val="00D92052"/>
    <w:rsid w:val="00D92879"/>
    <w:rsid w:val="00D93E40"/>
    <w:rsid w:val="00DA0A02"/>
    <w:rsid w:val="00DA3E3D"/>
    <w:rsid w:val="00DA5BB1"/>
    <w:rsid w:val="00DB409C"/>
    <w:rsid w:val="00DB52EE"/>
    <w:rsid w:val="00DC1D36"/>
    <w:rsid w:val="00DC1F78"/>
    <w:rsid w:val="00DC3B16"/>
    <w:rsid w:val="00DC67C0"/>
    <w:rsid w:val="00DD0418"/>
    <w:rsid w:val="00DD1F8E"/>
    <w:rsid w:val="00DD2F88"/>
    <w:rsid w:val="00DD650B"/>
    <w:rsid w:val="00DD69A5"/>
    <w:rsid w:val="00DD73B1"/>
    <w:rsid w:val="00DD745C"/>
    <w:rsid w:val="00DD75A2"/>
    <w:rsid w:val="00DD7687"/>
    <w:rsid w:val="00DD7A55"/>
    <w:rsid w:val="00DE0E63"/>
    <w:rsid w:val="00DF0714"/>
    <w:rsid w:val="00DF3480"/>
    <w:rsid w:val="00DF4393"/>
    <w:rsid w:val="00DF441C"/>
    <w:rsid w:val="00DF4509"/>
    <w:rsid w:val="00DF45FB"/>
    <w:rsid w:val="00E01275"/>
    <w:rsid w:val="00E05988"/>
    <w:rsid w:val="00E0792C"/>
    <w:rsid w:val="00E11D32"/>
    <w:rsid w:val="00E12884"/>
    <w:rsid w:val="00E15F35"/>
    <w:rsid w:val="00E1663E"/>
    <w:rsid w:val="00E2136A"/>
    <w:rsid w:val="00E27A64"/>
    <w:rsid w:val="00E30749"/>
    <w:rsid w:val="00E31C55"/>
    <w:rsid w:val="00E32A3D"/>
    <w:rsid w:val="00E41F99"/>
    <w:rsid w:val="00E42725"/>
    <w:rsid w:val="00E445FF"/>
    <w:rsid w:val="00E544AD"/>
    <w:rsid w:val="00E6348F"/>
    <w:rsid w:val="00E65B53"/>
    <w:rsid w:val="00E66C7B"/>
    <w:rsid w:val="00E716F9"/>
    <w:rsid w:val="00E71DF8"/>
    <w:rsid w:val="00E733CC"/>
    <w:rsid w:val="00E74FC2"/>
    <w:rsid w:val="00E77457"/>
    <w:rsid w:val="00E82582"/>
    <w:rsid w:val="00E83DCC"/>
    <w:rsid w:val="00E84189"/>
    <w:rsid w:val="00E84ED7"/>
    <w:rsid w:val="00E863D2"/>
    <w:rsid w:val="00E86D85"/>
    <w:rsid w:val="00E87ED2"/>
    <w:rsid w:val="00E93133"/>
    <w:rsid w:val="00E94068"/>
    <w:rsid w:val="00E958DB"/>
    <w:rsid w:val="00E96927"/>
    <w:rsid w:val="00E96C8E"/>
    <w:rsid w:val="00E9704D"/>
    <w:rsid w:val="00EA0770"/>
    <w:rsid w:val="00EA25FC"/>
    <w:rsid w:val="00EB11F4"/>
    <w:rsid w:val="00EC038D"/>
    <w:rsid w:val="00EC425C"/>
    <w:rsid w:val="00EC4533"/>
    <w:rsid w:val="00EC4F93"/>
    <w:rsid w:val="00EC79CF"/>
    <w:rsid w:val="00ED3A47"/>
    <w:rsid w:val="00ED541B"/>
    <w:rsid w:val="00EE077A"/>
    <w:rsid w:val="00EE2069"/>
    <w:rsid w:val="00EE5E4E"/>
    <w:rsid w:val="00EE7427"/>
    <w:rsid w:val="00EF1A4F"/>
    <w:rsid w:val="00EF39D4"/>
    <w:rsid w:val="00EF443D"/>
    <w:rsid w:val="00EF6C38"/>
    <w:rsid w:val="00F01543"/>
    <w:rsid w:val="00F03770"/>
    <w:rsid w:val="00F060B4"/>
    <w:rsid w:val="00F11D6D"/>
    <w:rsid w:val="00F22E91"/>
    <w:rsid w:val="00F266A3"/>
    <w:rsid w:val="00F3252E"/>
    <w:rsid w:val="00F345AD"/>
    <w:rsid w:val="00F4337C"/>
    <w:rsid w:val="00F44145"/>
    <w:rsid w:val="00F446F6"/>
    <w:rsid w:val="00F45495"/>
    <w:rsid w:val="00F461AE"/>
    <w:rsid w:val="00F465E7"/>
    <w:rsid w:val="00F46A04"/>
    <w:rsid w:val="00F51F0A"/>
    <w:rsid w:val="00F5537A"/>
    <w:rsid w:val="00F655D5"/>
    <w:rsid w:val="00F66433"/>
    <w:rsid w:val="00F66BCC"/>
    <w:rsid w:val="00F67D02"/>
    <w:rsid w:val="00F71C28"/>
    <w:rsid w:val="00F7253B"/>
    <w:rsid w:val="00F77564"/>
    <w:rsid w:val="00F811FE"/>
    <w:rsid w:val="00F82A43"/>
    <w:rsid w:val="00F9039B"/>
    <w:rsid w:val="00F912AF"/>
    <w:rsid w:val="00F91972"/>
    <w:rsid w:val="00F93A76"/>
    <w:rsid w:val="00F95308"/>
    <w:rsid w:val="00F967C1"/>
    <w:rsid w:val="00F9785A"/>
    <w:rsid w:val="00FA0FEA"/>
    <w:rsid w:val="00FA1C52"/>
    <w:rsid w:val="00FA2E16"/>
    <w:rsid w:val="00FB0471"/>
    <w:rsid w:val="00FB377A"/>
    <w:rsid w:val="00FC0CBB"/>
    <w:rsid w:val="00FC2BC5"/>
    <w:rsid w:val="00FC4D4B"/>
    <w:rsid w:val="00FD15A7"/>
    <w:rsid w:val="00FE02AF"/>
    <w:rsid w:val="00FE1A69"/>
    <w:rsid w:val="00FF055D"/>
    <w:rsid w:val="00FF3D66"/>
    <w:rsid w:val="00FF3F12"/>
    <w:rsid w:val="00FF5AA8"/>
    <w:rsid w:val="29F8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26904DD9"/>
  <w15:docId w15:val="{DA5D5854-235E-46FA-B1A1-531541523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VBS-Normal"/>
    <w:qFormat/>
    <w:rsid w:val="004E77A0"/>
    <w:rPr>
      <w:rFonts w:ascii="Arial" w:eastAsia="Calibri" w:hAnsi="Arial"/>
      <w:sz w:val="22"/>
      <w:szCs w:val="22"/>
      <w:lang w:eastAsia="en-US"/>
    </w:rPr>
  </w:style>
  <w:style w:type="paragraph" w:styleId="berschrift1">
    <w:name w:val="heading 1"/>
    <w:aliases w:val="VBS-Hauptitel"/>
    <w:basedOn w:val="Standard"/>
    <w:next w:val="Standard"/>
    <w:link w:val="berschrift1Zchn"/>
    <w:qFormat/>
    <w:rsid w:val="0090257B"/>
    <w:pPr>
      <w:keepNext/>
      <w:keepLines/>
      <w:numPr>
        <w:numId w:val="1"/>
      </w:numPr>
      <w:tabs>
        <w:tab w:val="left" w:pos="992"/>
      </w:tabs>
      <w:outlineLvl w:val="0"/>
    </w:pPr>
    <w:rPr>
      <w:rFonts w:eastAsia="Times New Roman" w:cs="Arial"/>
      <w:b/>
      <w:bCs/>
      <w:szCs w:val="24"/>
      <w:lang w:eastAsia="de-DE"/>
    </w:rPr>
  </w:style>
  <w:style w:type="paragraph" w:styleId="berschrift2">
    <w:name w:val="heading 2"/>
    <w:aliases w:val="VBS-Titel"/>
    <w:basedOn w:val="Standard"/>
    <w:next w:val="Standard"/>
    <w:link w:val="berschrift2Zchn"/>
    <w:autoRedefine/>
    <w:qFormat/>
    <w:rsid w:val="00A96FFC"/>
    <w:pPr>
      <w:keepNext/>
      <w:keepLines/>
      <w:numPr>
        <w:ilvl w:val="1"/>
        <w:numId w:val="1"/>
      </w:numPr>
      <w:tabs>
        <w:tab w:val="clear" w:pos="2703"/>
        <w:tab w:val="num" w:pos="576"/>
        <w:tab w:val="left" w:pos="992"/>
      </w:tabs>
      <w:spacing w:before="360" w:after="240"/>
      <w:ind w:left="576" w:hanging="578"/>
      <w:outlineLvl w:val="1"/>
    </w:pPr>
    <w:rPr>
      <w:rFonts w:eastAsia="Times New Roman"/>
      <w:b/>
      <w:bCs/>
      <w:szCs w:val="24"/>
      <w:lang w:eastAsia="de-DE"/>
    </w:rPr>
  </w:style>
  <w:style w:type="paragraph" w:styleId="berschrift3">
    <w:name w:val="heading 3"/>
    <w:aliases w:val="VBS-Untertitel"/>
    <w:basedOn w:val="Standard"/>
    <w:next w:val="Standard"/>
    <w:link w:val="berschrift3Zchn"/>
    <w:qFormat/>
    <w:rsid w:val="0090257B"/>
    <w:pPr>
      <w:keepNext/>
      <w:keepLines/>
      <w:numPr>
        <w:ilvl w:val="2"/>
        <w:numId w:val="1"/>
      </w:numPr>
      <w:tabs>
        <w:tab w:val="left" w:pos="992"/>
      </w:tabs>
      <w:outlineLvl w:val="2"/>
    </w:pPr>
    <w:rPr>
      <w:rFonts w:eastAsia="Times New Roman" w:cs="Arial"/>
      <w:b/>
      <w:bCs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D056FA"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link w:val="FuzeileZchn"/>
    <w:rsid w:val="00093CA0"/>
    <w:pPr>
      <w:tabs>
        <w:tab w:val="center" w:pos="4536"/>
        <w:tab w:val="right" w:pos="9072"/>
      </w:tabs>
    </w:pPr>
  </w:style>
  <w:style w:type="paragraph" w:customStyle="1" w:styleId="Logo">
    <w:name w:val="Logo"/>
    <w:semiHidden/>
    <w:rsid w:val="00D056FA"/>
    <w:rPr>
      <w:rFonts w:ascii="Arial" w:hAnsi="Arial"/>
      <w:noProof/>
      <w:sz w:val="15"/>
    </w:rPr>
  </w:style>
  <w:style w:type="paragraph" w:customStyle="1" w:styleId="Pfad">
    <w:name w:val="Pfad"/>
    <w:next w:val="Standard"/>
    <w:semiHidden/>
    <w:rsid w:val="00D056FA"/>
    <w:pPr>
      <w:spacing w:line="160" w:lineRule="exact"/>
    </w:pPr>
    <w:rPr>
      <w:rFonts w:ascii="Arial" w:hAnsi="Arial"/>
      <w:noProof/>
      <w:sz w:val="12"/>
      <w:szCs w:val="12"/>
    </w:rPr>
  </w:style>
  <w:style w:type="paragraph" w:customStyle="1" w:styleId="VBS-Eingerckt">
    <w:name w:val="VBS-Eingerückt"/>
    <w:basedOn w:val="Standard"/>
    <w:qFormat/>
    <w:rsid w:val="001866A0"/>
    <w:pPr>
      <w:ind w:left="992"/>
    </w:pPr>
    <w:rPr>
      <w:lang w:eastAsia="de-DE"/>
    </w:rPr>
  </w:style>
  <w:style w:type="paragraph" w:customStyle="1" w:styleId="Seite">
    <w:name w:val="Seite"/>
    <w:basedOn w:val="Standard"/>
    <w:semiHidden/>
    <w:rsid w:val="00FA2E16"/>
    <w:pPr>
      <w:suppressAutoHyphens/>
      <w:spacing w:line="200" w:lineRule="atLeast"/>
      <w:jc w:val="right"/>
    </w:pPr>
    <w:rPr>
      <w:sz w:val="14"/>
      <w:szCs w:val="14"/>
    </w:rPr>
  </w:style>
  <w:style w:type="paragraph" w:customStyle="1" w:styleId="VBS-EingercktBullet1">
    <w:name w:val="VBS-EingerücktBullet1"/>
    <w:basedOn w:val="VBS-Eingerckt"/>
    <w:qFormat/>
    <w:rsid w:val="00D8402E"/>
    <w:pPr>
      <w:numPr>
        <w:numId w:val="2"/>
      </w:numPr>
      <w:ind w:left="1276" w:hanging="284"/>
    </w:pPr>
  </w:style>
  <w:style w:type="paragraph" w:customStyle="1" w:styleId="Platzhalter">
    <w:name w:val="Platzhalter"/>
    <w:basedOn w:val="Standard"/>
    <w:semiHidden/>
    <w:rsid w:val="00D056FA"/>
    <w:rPr>
      <w:sz w:val="2"/>
      <w:szCs w:val="2"/>
    </w:rPr>
  </w:style>
  <w:style w:type="paragraph" w:customStyle="1" w:styleId="KopfFett">
    <w:name w:val="KopfFett"/>
    <w:basedOn w:val="Kopfzeile"/>
    <w:next w:val="Kopfzeile"/>
    <w:semiHidden/>
    <w:rsid w:val="00A71938"/>
    <w:rPr>
      <w:b/>
    </w:rPr>
  </w:style>
  <w:style w:type="paragraph" w:customStyle="1" w:styleId="KopfDept">
    <w:name w:val="KopfDept"/>
    <w:basedOn w:val="Kopfzeile"/>
    <w:next w:val="KopfFett"/>
    <w:semiHidden/>
    <w:rsid w:val="00A71938"/>
    <w:pPr>
      <w:spacing w:after="100"/>
      <w:contextualSpacing/>
    </w:pPr>
  </w:style>
  <w:style w:type="paragraph" w:customStyle="1" w:styleId="FuzeilePlatzhalter">
    <w:name w:val="FußzeilePlatzhalter"/>
    <w:basedOn w:val="Seite"/>
    <w:semiHidden/>
    <w:rsid w:val="00093CA0"/>
    <w:pPr>
      <w:jc w:val="left"/>
    </w:pPr>
  </w:style>
  <w:style w:type="paragraph" w:customStyle="1" w:styleId="KopfzeilePlatzhalterFS">
    <w:name w:val="KopfzeilePlatzhalterFS"/>
    <w:basedOn w:val="Kopfzeile"/>
    <w:semiHidden/>
    <w:rsid w:val="003E4D67"/>
    <w:pPr>
      <w:spacing w:after="284"/>
    </w:pPr>
  </w:style>
  <w:style w:type="paragraph" w:customStyle="1" w:styleId="Klassifizierung">
    <w:name w:val="Klassifizierung"/>
    <w:basedOn w:val="Standard"/>
    <w:semiHidden/>
    <w:qFormat/>
    <w:rsid w:val="00E93133"/>
    <w:pPr>
      <w:jc w:val="right"/>
    </w:pPr>
    <w:rPr>
      <w:b/>
    </w:rPr>
  </w:style>
  <w:style w:type="paragraph" w:customStyle="1" w:styleId="MapperEnd">
    <w:name w:val="MapperEnd"/>
    <w:basedOn w:val="Klassifizierung"/>
    <w:semiHidden/>
    <w:qFormat/>
    <w:rsid w:val="00E93133"/>
    <w:rPr>
      <w:sz w:val="4"/>
    </w:rPr>
  </w:style>
  <w:style w:type="paragraph" w:styleId="Sprechblasentext">
    <w:name w:val="Balloon Text"/>
    <w:basedOn w:val="Standard"/>
    <w:link w:val="SprechblasentextZchn"/>
    <w:semiHidden/>
    <w:rsid w:val="0042697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F9785A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26979"/>
    <w:rPr>
      <w:color w:val="808080"/>
    </w:rPr>
  </w:style>
  <w:style w:type="paragraph" w:customStyle="1" w:styleId="VBS-EingercktBullet2">
    <w:name w:val="VBS-EingerücktBullet2"/>
    <w:basedOn w:val="VBS-Eingerckt"/>
    <w:qFormat/>
    <w:rsid w:val="00D8402E"/>
    <w:pPr>
      <w:numPr>
        <w:numId w:val="3"/>
      </w:numPr>
      <w:ind w:left="1276" w:hanging="284"/>
    </w:pPr>
  </w:style>
  <w:style w:type="paragraph" w:customStyle="1" w:styleId="VBS-EingercktBullet3">
    <w:name w:val="VBS-EingerücktBullet3"/>
    <w:basedOn w:val="VBS-Eingerckt"/>
    <w:qFormat/>
    <w:rsid w:val="00D8402E"/>
    <w:pPr>
      <w:numPr>
        <w:numId w:val="4"/>
      </w:numPr>
      <w:ind w:left="1276" w:hanging="284"/>
    </w:pPr>
  </w:style>
  <w:style w:type="paragraph" w:customStyle="1" w:styleId="VBS-EingercktBullet4">
    <w:name w:val="VBS-EingerücktBullet4"/>
    <w:basedOn w:val="VBS-Eingerckt"/>
    <w:qFormat/>
    <w:rsid w:val="00A94F7A"/>
    <w:pPr>
      <w:numPr>
        <w:numId w:val="5"/>
      </w:numPr>
      <w:ind w:left="1276" w:hanging="284"/>
    </w:pPr>
  </w:style>
  <w:style w:type="paragraph" w:customStyle="1" w:styleId="VBS-TabelleBullet1">
    <w:name w:val="VBS-TabelleBullet1"/>
    <w:basedOn w:val="Standard"/>
    <w:qFormat/>
    <w:rsid w:val="00D8402E"/>
    <w:pPr>
      <w:numPr>
        <w:numId w:val="6"/>
      </w:numPr>
      <w:spacing w:before="40" w:after="40"/>
      <w:contextualSpacing/>
    </w:pPr>
    <w:rPr>
      <w:lang w:eastAsia="de-DE"/>
    </w:rPr>
  </w:style>
  <w:style w:type="paragraph" w:customStyle="1" w:styleId="VBS-TabelleBullet2">
    <w:name w:val="VBS-TabelleBullet2"/>
    <w:basedOn w:val="VBS-EingercktBullet2"/>
    <w:qFormat/>
    <w:rsid w:val="00D8402E"/>
    <w:pPr>
      <w:numPr>
        <w:numId w:val="7"/>
      </w:numPr>
      <w:spacing w:before="40" w:after="40"/>
      <w:ind w:left="284" w:hanging="284"/>
      <w:contextualSpacing/>
    </w:pPr>
  </w:style>
  <w:style w:type="character" w:customStyle="1" w:styleId="berschrift1Zchn">
    <w:name w:val="Überschrift 1 Zchn"/>
    <w:aliases w:val="VBS-Hauptitel Zchn"/>
    <w:basedOn w:val="Absatz-Standardschriftart"/>
    <w:link w:val="berschrift1"/>
    <w:rsid w:val="0090257B"/>
    <w:rPr>
      <w:rFonts w:ascii="Arial" w:hAnsi="Arial" w:cs="Arial"/>
      <w:b/>
      <w:bCs/>
      <w:sz w:val="22"/>
      <w:szCs w:val="24"/>
      <w:lang w:eastAsia="de-DE"/>
    </w:rPr>
  </w:style>
  <w:style w:type="character" w:customStyle="1" w:styleId="berschrift2Zchn">
    <w:name w:val="Überschrift 2 Zchn"/>
    <w:aliases w:val="VBS-Titel Zchn"/>
    <w:basedOn w:val="Absatz-Standardschriftart"/>
    <w:link w:val="berschrift2"/>
    <w:rsid w:val="00A96FFC"/>
    <w:rPr>
      <w:rFonts w:ascii="Arial" w:hAnsi="Arial"/>
      <w:b/>
      <w:bCs/>
      <w:sz w:val="22"/>
      <w:szCs w:val="24"/>
      <w:lang w:eastAsia="de-DE"/>
    </w:rPr>
  </w:style>
  <w:style w:type="character" w:customStyle="1" w:styleId="berschrift3Zchn">
    <w:name w:val="Überschrift 3 Zchn"/>
    <w:aliases w:val="VBS-Untertitel Zchn"/>
    <w:basedOn w:val="Absatz-Standardschriftart"/>
    <w:link w:val="berschrift3"/>
    <w:rsid w:val="0090257B"/>
    <w:rPr>
      <w:rFonts w:ascii="Arial" w:hAnsi="Arial" w:cs="Arial"/>
      <w:b/>
      <w:bCs/>
      <w:sz w:val="22"/>
      <w:szCs w:val="24"/>
      <w:lang w:eastAsia="de-DE"/>
    </w:rPr>
  </w:style>
  <w:style w:type="paragraph" w:customStyle="1" w:styleId="VBS-TabelleBullet3">
    <w:name w:val="VBS-TabelleBullet3"/>
    <w:basedOn w:val="VBS-EingercktBullet3"/>
    <w:qFormat/>
    <w:rsid w:val="00D8402E"/>
    <w:pPr>
      <w:numPr>
        <w:numId w:val="8"/>
      </w:numPr>
      <w:spacing w:before="40" w:after="40"/>
      <w:ind w:left="284" w:hanging="284"/>
      <w:contextualSpacing/>
    </w:pPr>
  </w:style>
  <w:style w:type="paragraph" w:customStyle="1" w:styleId="VBS-TabelleBullet4">
    <w:name w:val="VBS-TabelleBullet4"/>
    <w:basedOn w:val="VBS-EingercktBullet4"/>
    <w:qFormat/>
    <w:rsid w:val="00D8402E"/>
    <w:pPr>
      <w:numPr>
        <w:numId w:val="9"/>
      </w:numPr>
      <w:spacing w:before="40" w:after="40"/>
      <w:ind w:left="284" w:hanging="284"/>
      <w:contextualSpacing/>
    </w:pPr>
  </w:style>
  <w:style w:type="paragraph" w:customStyle="1" w:styleId="VBS-Tabellen">
    <w:name w:val="VBS-Tabellen"/>
    <w:basedOn w:val="Standard"/>
    <w:qFormat/>
    <w:rsid w:val="001866A0"/>
    <w:pPr>
      <w:spacing w:before="40" w:after="40"/>
      <w:contextualSpacing/>
    </w:pPr>
  </w:style>
  <w:style w:type="paragraph" w:styleId="Verzeichnis1">
    <w:name w:val="toc 1"/>
    <w:basedOn w:val="Standard"/>
    <w:next w:val="Standard"/>
    <w:autoRedefine/>
    <w:semiHidden/>
    <w:rsid w:val="00F461AE"/>
    <w:pPr>
      <w:spacing w:before="120"/>
      <w:ind w:left="992" w:hanging="992"/>
    </w:pPr>
    <w:rPr>
      <w:b/>
    </w:rPr>
  </w:style>
  <w:style w:type="paragraph" w:styleId="Verzeichnis2">
    <w:name w:val="toc 2"/>
    <w:basedOn w:val="Standard"/>
    <w:next w:val="Standard"/>
    <w:autoRedefine/>
    <w:semiHidden/>
    <w:rsid w:val="005F459D"/>
    <w:pPr>
      <w:ind w:left="992" w:hanging="992"/>
    </w:pPr>
  </w:style>
  <w:style w:type="paragraph" w:styleId="Verzeichnis3">
    <w:name w:val="toc 3"/>
    <w:basedOn w:val="Standard"/>
    <w:next w:val="Standard"/>
    <w:autoRedefine/>
    <w:semiHidden/>
    <w:rsid w:val="005F459D"/>
    <w:pPr>
      <w:ind w:left="992" w:hanging="992"/>
    </w:pPr>
  </w:style>
  <w:style w:type="paragraph" w:styleId="Verzeichnis4">
    <w:name w:val="toc 4"/>
    <w:basedOn w:val="Standard"/>
    <w:next w:val="Standard"/>
    <w:autoRedefine/>
    <w:semiHidden/>
    <w:rsid w:val="005F459D"/>
    <w:pPr>
      <w:ind w:left="992" w:hanging="992"/>
    </w:pPr>
  </w:style>
  <w:style w:type="paragraph" w:styleId="Verzeichnis5">
    <w:name w:val="toc 5"/>
    <w:basedOn w:val="Standard"/>
    <w:next w:val="Standard"/>
    <w:autoRedefine/>
    <w:semiHidden/>
    <w:rsid w:val="005F459D"/>
    <w:pPr>
      <w:ind w:left="992" w:hanging="992"/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4431C9"/>
    <w:pPr>
      <w:numPr>
        <w:numId w:val="0"/>
      </w:numPr>
      <w:tabs>
        <w:tab w:val="clear" w:pos="992"/>
      </w:tabs>
      <w:spacing w:before="480"/>
      <w:outlineLvl w:val="9"/>
    </w:pPr>
    <w:rPr>
      <w:rFonts w:eastAsiaTheme="majorEastAsia" w:cstheme="majorBidi"/>
      <w:szCs w:val="28"/>
      <w:lang w:eastAsia="en-US"/>
    </w:rPr>
  </w:style>
  <w:style w:type="paragraph" w:styleId="Titel">
    <w:name w:val="Title"/>
    <w:basedOn w:val="Standard"/>
    <w:next w:val="Standard"/>
    <w:link w:val="TitelZchn"/>
    <w:semiHidden/>
    <w:rsid w:val="004431C9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semiHidden/>
    <w:rsid w:val="004431C9"/>
    <w:rPr>
      <w:rFonts w:ascii="Arial" w:eastAsiaTheme="majorEastAsia" w:hAnsi="Arial" w:cstheme="majorBidi"/>
      <w:spacing w:val="5"/>
      <w:kern w:val="28"/>
      <w:sz w:val="52"/>
      <w:szCs w:val="52"/>
      <w:lang w:eastAsia="en-US"/>
    </w:rPr>
  </w:style>
  <w:style w:type="paragraph" w:styleId="Untertitel">
    <w:name w:val="Subtitle"/>
    <w:basedOn w:val="Standard"/>
    <w:next w:val="Standard"/>
    <w:link w:val="UntertitelZchn"/>
    <w:semiHidden/>
    <w:rsid w:val="004431C9"/>
    <w:pPr>
      <w:numPr>
        <w:ilvl w:val="1"/>
      </w:numPr>
    </w:pPr>
    <w:rPr>
      <w:rFonts w:eastAsiaTheme="majorEastAsia" w:cstheme="majorBidi"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semiHidden/>
    <w:rsid w:val="004431C9"/>
    <w:rPr>
      <w:rFonts w:ascii="Arial" w:eastAsiaTheme="majorEastAsia" w:hAnsi="Arial" w:cstheme="majorBidi"/>
      <w:iCs/>
      <w:spacing w:val="15"/>
      <w:sz w:val="24"/>
      <w:szCs w:val="24"/>
      <w:lang w:eastAsia="en-US"/>
    </w:rPr>
  </w:style>
  <w:style w:type="table" w:styleId="Tabellenraster">
    <w:name w:val="Table Grid"/>
    <w:basedOn w:val="NormaleTabelle"/>
    <w:uiPriority w:val="59"/>
    <w:rsid w:val="00A060C1"/>
    <w:tblPr>
      <w:tblInd w:w="-108" w:type="dxa"/>
    </w:tblPr>
  </w:style>
  <w:style w:type="table" w:styleId="Tabellendesign">
    <w:name w:val="Table Theme"/>
    <w:basedOn w:val="NormaleTabelle"/>
    <w:rsid w:val="00A060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E0A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KeinLeerraum">
    <w:name w:val="No Spacing"/>
    <w:aliases w:val="Vorspann"/>
    <w:uiPriority w:val="1"/>
    <w:qFormat/>
    <w:rsid w:val="00AE0A1C"/>
    <w:rPr>
      <w:rFonts w:ascii="Arial" w:eastAsiaTheme="minorEastAsia" w:hAnsi="Arial" w:cstheme="minorBid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AE0A1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A14DE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14DE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14DE7"/>
    <w:rPr>
      <w:rFonts w:ascii="Arial" w:eastAsia="Calibri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14D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14DE7"/>
    <w:rPr>
      <w:rFonts w:ascii="Arial" w:eastAsia="Calibri" w:hAnsi="Arial"/>
      <w:b/>
      <w:bCs/>
      <w:lang w:eastAsia="en-US"/>
    </w:rPr>
  </w:style>
  <w:style w:type="paragraph" w:customStyle="1" w:styleId="Default">
    <w:name w:val="Default"/>
    <w:rsid w:val="005F6D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C55E60"/>
    <w:rPr>
      <w:rFonts w:ascii="Arial" w:eastAsia="Calibri" w:hAnsi="Arial"/>
      <w:sz w:val="22"/>
      <w:szCs w:val="22"/>
      <w:lang w:eastAsia="en-US"/>
    </w:rPr>
  </w:style>
  <w:style w:type="character" w:styleId="Hyperlink">
    <w:name w:val="Hyperlink"/>
    <w:basedOn w:val="Absatz-Standardschriftart"/>
    <w:unhideWhenUsed/>
    <w:rsid w:val="005358B0"/>
    <w:rPr>
      <w:color w:val="0000FF" w:themeColor="hyperlink"/>
      <w:u w:val="single"/>
    </w:rPr>
  </w:style>
  <w:style w:type="character" w:styleId="Fett">
    <w:name w:val="Strong"/>
    <w:aliases w:val="Arial,20 pt"/>
    <w:qFormat/>
    <w:rsid w:val="000D5376"/>
    <w:rPr>
      <w:b/>
      <w:bCs/>
    </w:rPr>
  </w:style>
  <w:style w:type="character" w:customStyle="1" w:styleId="FuzeileZchn">
    <w:name w:val="Fußzeile Zchn"/>
    <w:basedOn w:val="Absatz-Standardschriftart"/>
    <w:link w:val="Fuzeile"/>
    <w:rsid w:val="00892A13"/>
    <w:rPr>
      <w:rFonts w:ascii="Arial" w:eastAsia="Calibri" w:hAnsi="Arial"/>
      <w:sz w:val="22"/>
      <w:szCs w:val="22"/>
      <w:lang w:eastAsia="en-US"/>
    </w:rPr>
  </w:style>
  <w:style w:type="paragraph" w:customStyle="1" w:styleId="Absender">
    <w:name w:val="Absender"/>
    <w:basedOn w:val="Standard"/>
    <w:rsid w:val="00892A13"/>
    <w:pPr>
      <w:spacing w:after="120" w:line="220" w:lineRule="exact"/>
      <w:ind w:left="851"/>
    </w:pPr>
    <w:rPr>
      <w:rFonts w:eastAsia="Times New Roman"/>
      <w:spacing w:val="2"/>
      <w:sz w:val="16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unhideWhenUsed/>
    <w:rsid w:val="00072A8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072A8A"/>
    <w:rPr>
      <w:rFonts w:ascii="Arial" w:eastAsia="Calibri" w:hAnsi="Arial"/>
      <w:lang w:eastAsia="en-US"/>
    </w:rPr>
  </w:style>
  <w:style w:type="character" w:styleId="Funotenzeichen">
    <w:name w:val="footnote reference"/>
    <w:basedOn w:val="Absatz-Standardschriftart"/>
    <w:semiHidden/>
    <w:unhideWhenUsed/>
    <w:rsid w:val="00072A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BURAUT\Templates\OU02\CD_Bund\Basisformular_Hoch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0B348D08C81434D84ACF78249BA5A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3BDD72-E9C4-4AA0-A9C6-023F7C47F506}"/>
      </w:docPartPr>
      <w:docPartBody>
        <w:p w:rsidR="004D7846" w:rsidRDefault="00067CA9" w:rsidP="00067CA9">
          <w:pPr>
            <w:pStyle w:val="00B348D08C81434D84ACF78249BA5A7E"/>
          </w:pPr>
          <w:r w:rsidRPr="00E26835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5C2DD48FCD14A45AD13A763B517D1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61B7D2-17F6-429F-BD2D-6D4105DDAC4E}"/>
      </w:docPartPr>
      <w:docPartBody>
        <w:p w:rsidR="004D7846" w:rsidRDefault="00067CA9" w:rsidP="00067CA9">
          <w:pPr>
            <w:pStyle w:val="85C2DD48FCD14A45AD13A763B517D1A7"/>
          </w:pPr>
          <w:r w:rsidRPr="00E26835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CA9"/>
    <w:rsid w:val="00067CA9"/>
    <w:rsid w:val="00161D52"/>
    <w:rsid w:val="00237B67"/>
    <w:rsid w:val="003E72C1"/>
    <w:rsid w:val="004A3EC4"/>
    <w:rsid w:val="004D7846"/>
    <w:rsid w:val="005A3614"/>
    <w:rsid w:val="00666ABD"/>
    <w:rsid w:val="00707D22"/>
    <w:rsid w:val="00732727"/>
    <w:rsid w:val="008634C5"/>
    <w:rsid w:val="00886C06"/>
    <w:rsid w:val="00907331"/>
    <w:rsid w:val="009E33AF"/>
    <w:rsid w:val="00CD206B"/>
    <w:rsid w:val="00CE5087"/>
    <w:rsid w:val="00E8003F"/>
    <w:rsid w:val="00F9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67CA9"/>
    <w:rPr>
      <w:color w:val="808080"/>
    </w:rPr>
  </w:style>
  <w:style w:type="paragraph" w:customStyle="1" w:styleId="165744D09F4349A0BBAD960B426E802E">
    <w:name w:val="165744D09F4349A0BBAD960B426E802E"/>
  </w:style>
  <w:style w:type="paragraph" w:customStyle="1" w:styleId="00B348D08C81434D84ACF78249BA5A7E">
    <w:name w:val="00B348D08C81434D84ACF78249BA5A7E"/>
    <w:rsid w:val="00067CA9"/>
  </w:style>
  <w:style w:type="paragraph" w:customStyle="1" w:styleId="85C2DD48FCD14A45AD13A763B517D1A7">
    <w:name w:val="85C2DD48FCD14A45AD13A763B517D1A7"/>
    <w:rsid w:val="00067CA9"/>
  </w:style>
  <w:style w:type="paragraph" w:customStyle="1" w:styleId="92B998CD27B44B94B6FE7C87C47AF560">
    <w:name w:val="92B998CD27B44B94B6FE7C87C47AF560"/>
    <w:rsid w:val="00067C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0" ma:contentTypeDescription="Ein neues Dokument erstellen." ma:contentTypeScope="" ma:versionID="90b4fe966aa3cbac205b791a40ba20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B92FA-CD47-4889-A21B-5DD59AE21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ABC701-54B6-47E8-8C2A-CA7264E82A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228AD9-DCB4-436C-859C-B5174AF041B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A1454BD-75AB-405C-BDE9-D449BF0C0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Basisformular_Hoch</Template>
  <TotalTime>0</TotalTime>
  <Pages>1</Pages>
  <Words>53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Campestrin Stefano BABS</dc:creator>
  <cp:lastModifiedBy>Bieri Markus BABS</cp:lastModifiedBy>
  <cp:revision>6</cp:revision>
  <cp:lastPrinted>2022-06-08T14:22:00Z</cp:lastPrinted>
  <dcterms:created xsi:type="dcterms:W3CDTF">2022-06-08T17:22:00Z</dcterms:created>
  <dcterms:modified xsi:type="dcterms:W3CDTF">2022-06-23T11:56:00Z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0x010100FAD7FD9C1818A44A88B464B34A6C0620</vt:lpwstr>
  </property>
</Properties>
</file>